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FC03C6" w:rsidRPr="00682897" w:rsidTr="00C22AEF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FC03C6" w:rsidRPr="005424B3" w:rsidTr="0059680C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FC03C6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2044861746"/>
                      <w:placeholder>
                        <w:docPart w:val="833B2F72DA9D42EC9A0DF87D8042E3F3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FC03C6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F</w:t>
                  </w:r>
                  <w:r>
                    <w:rPr>
                      <w:rFonts w:ascii="맑은 고딕" w:hAnsi="맑은 고딕"/>
                    </w:rPr>
                    <w:t>irst_GUI.py</w:t>
                  </w:r>
                </w:p>
              </w:tc>
            </w:tr>
            <w:tr w:rsidR="00FC03C6" w:rsidRPr="005424B3" w:rsidTr="00FF7021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9D6416" w:rsidRDefault="009D6416" w:rsidP="009D6416">
                  <w:r w:rsidRPr="004D0D73">
                    <w:t xml:space="preserve">import tkinter as </w:t>
                  </w:r>
                  <w:r>
                    <w:rPr>
                      <w:rFonts w:hint="eastAsia"/>
                    </w:rPr>
                    <w:t>t</w:t>
                  </w:r>
                  <w:r>
                    <w:t>k</w:t>
                  </w:r>
                </w:p>
                <w:p w:rsidR="009D6416" w:rsidRDefault="009D6416" w:rsidP="009D6416"/>
                <w:p w:rsidR="009D6416" w:rsidRDefault="009D6416" w:rsidP="009D6416">
                  <w:r w:rsidRPr="004D0D73">
                    <w:t>win=</w:t>
                  </w:r>
                  <w:proofErr w:type="gramStart"/>
                  <w:r w:rsidRPr="004D0D73">
                    <w:t>tk.Tk</w:t>
                  </w:r>
                  <w:proofErr w:type="gramEnd"/>
                  <w:r w:rsidRPr="004D0D73">
                    <w:t>()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win.title</w:t>
                  </w:r>
                  <w:proofErr w:type="gramEnd"/>
                  <w:r w:rsidRPr="004D0D73">
                    <w:t>("Python GUI")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win.mainloop</w:t>
                  </w:r>
                  <w:proofErr w:type="gramEnd"/>
                  <w:r w:rsidRPr="004D0D73">
                    <w:t>()</w:t>
                  </w:r>
                </w:p>
                <w:p w:rsidR="002D27A4" w:rsidRDefault="002D27A4" w:rsidP="009D6416"/>
                <w:p w:rsidR="002D27A4" w:rsidRDefault="002D27A4" w:rsidP="009D6416"/>
                <w:p w:rsidR="002D27A4" w:rsidRDefault="002D27A4" w:rsidP="009D6416"/>
                <w:p w:rsidR="00FC03C6" w:rsidRPr="009D6416" w:rsidRDefault="002D27A4" w:rsidP="00C22AEF">
                  <w:pPr>
                    <w:pStyle w:val="afa"/>
                    <w:rPr>
                      <w:rFonts w:ascii="맑은 고딕" w:hAnsi="맑은 고딕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69148F2" wp14:editId="77217EF3">
                        <wp:extent cx="2419350" cy="2800350"/>
                        <wp:effectExtent l="0" t="0" r="0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19350" cy="2800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03C6" w:rsidRPr="005424B3" w:rsidRDefault="00FC03C6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FC03C6" w:rsidRPr="005424B3" w:rsidTr="00C22AEF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FC03C6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FC03C6" w:rsidRPr="005424B3" w:rsidRDefault="00D62F19" w:rsidP="00FC03C6">
                  <w:pPr>
                    <w:pStyle w:val="2"/>
                    <w:rPr>
                      <w:rFonts w:ascii="맑은 고딕" w:hAnsi="맑은 고딕"/>
                    </w:rPr>
                  </w:pP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T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>k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 xml:space="preserve">는 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>tkinter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속 클래스이다.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이를 인스턴스화시킬 시 생성자가 호출되어 폼 창을 생성시키는 것이다.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하지만 매번 이렇게 생각하면 어려우니,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T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>k(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클래스의</w:t>
                  </w:r>
                  <w:r w:rsidRPr="00D62F19">
                    <w:rPr>
                      <w:rFonts w:ascii="맑은 고딕" w:hAnsi="맑은 고딕"/>
                      <w:sz w:val="14"/>
                      <w:szCs w:val="14"/>
                    </w:rPr>
                    <w:t>)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생성자를 호출하여 폼 창이 나왔다고</w:t>
                  </w:r>
                  <w:r>
                    <w:rPr>
                      <w:rFonts w:ascii="맑은 고딕" w:hAnsi="맑은 고딕" w:hint="eastAsia"/>
                      <w:sz w:val="16"/>
                      <w:szCs w:val="16"/>
                    </w:rPr>
                    <w:t xml:space="preserve"> </w:t>
                  </w:r>
                  <w:r w:rsidRPr="00D62F19">
                    <w:rPr>
                      <w:rFonts w:ascii="맑은 고딕" w:hAnsi="맑은 고딕" w:hint="eastAsia"/>
                      <w:sz w:val="14"/>
                      <w:szCs w:val="14"/>
                    </w:rPr>
                    <w:t>생각</w:t>
                  </w:r>
                  <w:r>
                    <w:rPr>
                      <w:rFonts w:ascii="맑은 고딕" w:hAnsi="맑은 고딕" w:hint="eastAsia"/>
                      <w:sz w:val="14"/>
                      <w:szCs w:val="14"/>
                    </w:rPr>
                    <w:t>하자</w:t>
                  </w:r>
                  <w:proofErr w:type="gramStart"/>
                  <w:r>
                    <w:rPr>
                      <w:rFonts w:ascii="맑은 고딕" w:hAnsi="맑은 고딕" w:hint="eastAsia"/>
                      <w:sz w:val="14"/>
                      <w:szCs w:val="14"/>
                    </w:rPr>
                    <w:t>!</w:t>
                  </w:r>
                  <w:r>
                    <w:rPr>
                      <w:rFonts w:ascii="맑은 고딕" w:hAnsi="맑은 고딕"/>
                      <w:sz w:val="14"/>
                      <w:szCs w:val="14"/>
                    </w:rPr>
                    <w:t>!</w:t>
                  </w:r>
                  <w:proofErr w:type="gramEnd"/>
                </w:p>
              </w:tc>
            </w:tr>
          </w:tbl>
          <w:p w:rsidR="00FC03C6" w:rsidRDefault="00FC03C6" w:rsidP="00271F14">
            <w:pPr>
              <w:rPr>
                <w:rFonts w:ascii="맑은 고딕" w:hAnsi="맑은 고딕"/>
              </w:rPr>
            </w:pPr>
          </w:p>
          <w:p w:rsidR="008F7351" w:rsidRDefault="002406BA" w:rsidP="008F7351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 </w:t>
            </w:r>
            <w:r w:rsidR="008F7351">
              <w:rPr>
                <w:rFonts w:ascii="맑은 고딕" w:hAnsi="맑은 고딕" w:hint="eastAsia"/>
              </w:rPr>
              <w:t xml:space="preserve">파이썬 프로그램은 </w:t>
            </w:r>
            <w:r w:rsidR="008F7351">
              <w:rPr>
                <w:rFonts w:ascii="맑은 고딕" w:hAnsi="맑은 고딕"/>
              </w:rPr>
              <w:t>tkinter</w:t>
            </w:r>
            <w:r w:rsidR="008F7351">
              <w:rPr>
                <w:rFonts w:ascii="맑은 고딕" w:hAnsi="맑은 고딕" w:hint="eastAsia"/>
              </w:rPr>
              <w:t>모듈을 내장하고 있다.</w:t>
            </w:r>
            <w:r w:rsidR="008F7351">
              <w:rPr>
                <w:rFonts w:ascii="맑은 고딕" w:hAnsi="맑은 고딕"/>
              </w:rPr>
              <w:t xml:space="preserve"> </w:t>
            </w:r>
            <w:r w:rsidR="008F7351">
              <w:rPr>
                <w:rFonts w:ascii="맑은 고딕" w:hAnsi="맑은 고딕" w:hint="eastAsia"/>
              </w:rPr>
              <w:t>t</w:t>
            </w:r>
            <w:r w:rsidR="008F7351">
              <w:rPr>
                <w:rFonts w:ascii="맑은 고딕" w:hAnsi="맑은 고딕"/>
              </w:rPr>
              <w:t>kinter</w:t>
            </w:r>
            <w:r w:rsidR="008F7351">
              <w:rPr>
                <w:rFonts w:ascii="맑은 고딕" w:hAnsi="맑은 고딕" w:hint="eastAsia"/>
              </w:rPr>
              <w:t xml:space="preserve">모듈은 </w:t>
            </w:r>
            <w:r w:rsidR="008F7351">
              <w:rPr>
                <w:rFonts w:ascii="맑은 고딕" w:hAnsi="맑은 고딕"/>
              </w:rPr>
              <w:t>GUI</w:t>
            </w:r>
            <w:r w:rsidR="008F7351">
              <w:rPr>
                <w:rFonts w:ascii="맑은 고딕" w:hAnsi="맑은 고딕" w:hint="eastAsia"/>
              </w:rPr>
              <w:t>를 가능하게 하는 파이썬 파일이다.</w:t>
            </w:r>
          </w:p>
          <w:p w:rsidR="000D4028" w:rsidRDefault="000D4028" w:rsidP="008F7351">
            <w:pPr>
              <w:rPr>
                <w:rFonts w:ascii="맑은 고딕" w:hAnsi="맑은 고딕"/>
              </w:rPr>
            </w:pPr>
          </w:p>
          <w:p w:rsidR="000D4028" w:rsidRDefault="008F7351" w:rsidP="008F7351"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사용자는</w:t>
            </w:r>
            <w:r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이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모듈로부터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파이썬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프로그램을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그래픽으로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사용할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수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있다는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것이다</w:t>
            </w:r>
            <w:r w:rsidR="000D4028">
              <w:t xml:space="preserve">. </w:t>
            </w:r>
            <w:r w:rsidR="000D4028">
              <w:rPr>
                <w:rFonts w:hint="eastAsia"/>
              </w:rPr>
              <w:t>이는</w:t>
            </w:r>
            <w:r w:rsidR="000D4028">
              <w:rPr>
                <w:rFonts w:hint="eastAsia"/>
              </w:rPr>
              <w:t xml:space="preserve"> </w:t>
            </w:r>
            <w:r w:rsidR="000D4028">
              <w:t>CLI</w:t>
            </w:r>
            <w:r w:rsidR="000D4028">
              <w:rPr>
                <w:rFonts w:hint="eastAsia"/>
              </w:rPr>
              <w:t>같이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텍스트를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쳐서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프로그램을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다루는게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아니다</w:t>
            </w:r>
            <w:r w:rsidR="000D4028">
              <w:t xml:space="preserve">. </w:t>
            </w:r>
            <w:r w:rsidR="000D4028">
              <w:rPr>
                <w:rFonts w:hint="eastAsia"/>
              </w:rPr>
              <w:t>버튼을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클릭하거나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스크롤을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내릴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수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있는</w:t>
            </w:r>
            <w:r w:rsidR="000D4028">
              <w:rPr>
                <w:rFonts w:hint="eastAsia"/>
              </w:rPr>
              <w:t xml:space="preserve"> </w:t>
            </w:r>
            <w:r w:rsidR="000D4028">
              <w:rPr>
                <w:rFonts w:hint="eastAsia"/>
              </w:rPr>
              <w:t>등</w:t>
            </w:r>
          </w:p>
          <w:p w:rsidR="008F7351" w:rsidRPr="00D43893" w:rsidRDefault="000D4028" w:rsidP="008F7351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획기적으로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프로그램을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있다</w:t>
            </w:r>
            <w:r>
              <w:rPr>
                <w:rFonts w:hint="eastAsia"/>
              </w:rPr>
              <w:t>.</w:t>
            </w:r>
          </w:p>
          <w:p w:rsidR="008F7351" w:rsidRPr="00D43893" w:rsidRDefault="008F7351" w:rsidP="008F7351"/>
          <w:p w:rsidR="00C22AEF" w:rsidRPr="00C1774E" w:rsidRDefault="0009447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첫 행은 </w:t>
            </w:r>
            <w:r>
              <w:rPr>
                <w:rFonts w:ascii="맑은 고딕" w:hAnsi="맑은 고딕"/>
              </w:rPr>
              <w:t>tkinter</w:t>
            </w:r>
            <w:r>
              <w:rPr>
                <w:rFonts w:ascii="맑은 고딕" w:hAnsi="맑은 고딕" w:hint="eastAsia"/>
              </w:rPr>
              <w:t xml:space="preserve">라는 모듈을 불러오고 이 모듈을 </w:t>
            </w:r>
            <w:r>
              <w:rPr>
                <w:rFonts w:ascii="맑은 고딕" w:hAnsi="맑은 고딕"/>
              </w:rPr>
              <w:t>tk</w:t>
            </w:r>
            <w:r>
              <w:rPr>
                <w:rFonts w:ascii="맑은 고딕" w:hAnsi="맑은 고딕" w:hint="eastAsia"/>
              </w:rPr>
              <w:t>라고 간단히 부르겠다는 의미이다.</w:t>
            </w:r>
          </w:p>
          <w:p w:rsidR="004962E1" w:rsidRDefault="0009447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이 후 </w:t>
            </w:r>
            <w:r>
              <w:rPr>
                <w:rFonts w:ascii="맑은 고딕" w:hAnsi="맑은 고딕"/>
              </w:rPr>
              <w:t>win</w:t>
            </w:r>
            <w:r>
              <w:rPr>
                <w:rFonts w:ascii="맑은 고딕" w:hAnsi="맑은 고딕" w:hint="eastAsia"/>
              </w:rPr>
              <w:t>변수</w:t>
            </w:r>
            <w:r w:rsidR="008C01A8">
              <w:rPr>
                <w:rFonts w:ascii="맑은 고딕" w:hAnsi="맑은 고딕" w:hint="eastAsia"/>
              </w:rPr>
              <w:t>를 레퍼런스 변수로 두고</w:t>
            </w:r>
            <w:r w:rsidR="008C01A8">
              <w:rPr>
                <w:rFonts w:ascii="맑은 고딕" w:hAnsi="맑은 고딕"/>
              </w:rPr>
              <w:t xml:space="preserve"> </w:t>
            </w:r>
            <w:r w:rsidR="008C01A8">
              <w:rPr>
                <w:rFonts w:ascii="맑은 고딕" w:hAnsi="맑은 고딕" w:hint="eastAsia"/>
              </w:rPr>
              <w:t>t</w:t>
            </w:r>
            <w:r w:rsidR="008C01A8">
              <w:rPr>
                <w:rFonts w:ascii="맑은 고딕" w:hAnsi="맑은 고딕"/>
              </w:rPr>
              <w:t>k</w:t>
            </w:r>
            <w:r w:rsidR="008C01A8">
              <w:rPr>
                <w:rFonts w:ascii="맑은 고딕" w:hAnsi="맑은 고딕" w:hint="eastAsia"/>
              </w:rPr>
              <w:t>모듈에 있는</w:t>
            </w:r>
            <w:r w:rsidR="008C01A8">
              <w:rPr>
                <w:rFonts w:ascii="맑은 고딕" w:hAnsi="맑은 고딕"/>
              </w:rPr>
              <w:t>T</w:t>
            </w:r>
            <w:r w:rsidR="008C01A8">
              <w:rPr>
                <w:rFonts w:ascii="맑은 고딕" w:hAnsi="맑은 고딕" w:hint="eastAsia"/>
              </w:rPr>
              <w:t>k클래스를 인스턴스화시켰다.</w:t>
            </w:r>
            <w:r w:rsidR="008C01A8">
              <w:rPr>
                <w:rFonts w:ascii="맑은 고딕" w:hAnsi="맑은 고딕"/>
              </w:rPr>
              <w:t xml:space="preserve"> </w:t>
            </w:r>
            <w:r w:rsidR="00C37C85">
              <w:rPr>
                <w:rFonts w:ascii="맑은 고딕" w:hAnsi="맑은 고딕" w:hint="eastAsia"/>
              </w:rPr>
              <w:t>이후 m</w:t>
            </w:r>
            <w:r w:rsidR="00C37C85">
              <w:rPr>
                <w:rFonts w:ascii="맑은 고딕" w:hAnsi="맑은 고딕"/>
              </w:rPr>
              <w:t xml:space="preserve">ainloop </w:t>
            </w:r>
            <w:r w:rsidR="00C37C85">
              <w:rPr>
                <w:rFonts w:ascii="맑은 고딕" w:hAnsi="맑은 고딕" w:hint="eastAsia"/>
              </w:rPr>
              <w:t>메소드를 호출하면</w:t>
            </w:r>
            <w:r w:rsidR="004962E1">
              <w:rPr>
                <w:rFonts w:ascii="맑은 고딕" w:hAnsi="맑은 고딕" w:hint="eastAsia"/>
              </w:rPr>
              <w:t xml:space="preserve"> 실행결과창이 나오게 되는데 이 창을 </w:t>
            </w:r>
            <w:r w:rsidR="004962E1">
              <w:rPr>
                <w:rFonts w:ascii="맑은 고딕" w:hAnsi="맑은 고딕"/>
              </w:rPr>
              <w:t>‘</w:t>
            </w:r>
            <w:r w:rsidR="004962E1">
              <w:rPr>
                <w:rFonts w:ascii="맑은 고딕" w:hAnsi="맑은 고딕" w:hint="eastAsia"/>
              </w:rPr>
              <w:t>윈도우</w:t>
            </w:r>
            <w:r w:rsidR="004962E1">
              <w:rPr>
                <w:rFonts w:ascii="맑은 고딕" w:hAnsi="맑은 고딕"/>
              </w:rPr>
              <w:t>’</w:t>
            </w:r>
            <w:r w:rsidR="004962E1">
              <w:rPr>
                <w:rFonts w:ascii="맑은 고딕" w:hAnsi="맑은 고딕" w:hint="eastAsia"/>
              </w:rPr>
              <w:t>라고 부른다.</w:t>
            </w:r>
          </w:p>
          <w:p w:rsidR="00C22AEF" w:rsidRPr="005424B3" w:rsidRDefault="00EA3694" w:rsidP="0076214C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Tk인스턴스는 윈도우를 생성하고 </w:t>
            </w:r>
            <w:r>
              <w:rPr>
                <w:rFonts w:ascii="맑은 고딕" w:hAnsi="맑은 고딕"/>
              </w:rPr>
              <w:t>mainloop</w:t>
            </w:r>
            <w:r>
              <w:rPr>
                <w:rFonts w:ascii="맑은 고딕" w:hAnsi="맑은 고딕" w:hint="eastAsia"/>
              </w:rPr>
              <w:t>메소드는 윈도우를 유지시킨다고 생각하면 된다.</w:t>
            </w:r>
            <w:bookmarkStart w:id="0" w:name="_GoBack"/>
            <w:bookmarkEnd w:id="0"/>
          </w:p>
        </w:tc>
      </w:tr>
      <w:tr w:rsidR="00C22AEF" w:rsidRPr="00320CBF" w:rsidTr="00C22AEF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158959554"/>
                      <w:placeholder>
                        <w:docPart w:val="D686B5B9446641F58496FD8878141349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F</w:t>
                  </w:r>
                  <w:r>
                    <w:rPr>
                      <w:rFonts w:ascii="맑은 고딕" w:hAnsi="맑은 고딕"/>
                    </w:rPr>
                    <w:t>irst_GUI_2.py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9D6416" w:rsidRDefault="009D6416" w:rsidP="009D6416">
                  <w:r w:rsidRPr="004D0D73">
                    <w:t xml:space="preserve">from tkinter import </w:t>
                  </w:r>
                  <w:r>
                    <w:t>*</w:t>
                  </w:r>
                </w:p>
                <w:p w:rsidR="009D6416" w:rsidRDefault="009D6416" w:rsidP="009D6416"/>
                <w:p w:rsidR="009D6416" w:rsidRDefault="009D6416" w:rsidP="009D6416">
                  <w:r w:rsidRPr="004D0D73">
                    <w:t>win=</w:t>
                  </w:r>
                  <w:proofErr w:type="gramStart"/>
                  <w:r w:rsidRPr="004D0D73">
                    <w:t>Tk(</w:t>
                  </w:r>
                  <w:proofErr w:type="gramEnd"/>
                  <w:r w:rsidRPr="004D0D73">
                    <w:t>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win.title</w:t>
                  </w:r>
                  <w:proofErr w:type="gramEnd"/>
                  <w:r w:rsidRPr="004D0D73">
                    <w:t>("Python GUI")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win.mainloop</w:t>
                  </w:r>
                  <w:proofErr w:type="gramEnd"/>
                  <w:r w:rsidRPr="004D0D73">
                    <w:t>()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8B3481" w:rsidRDefault="008B3481" w:rsidP="008B3481"/>
                <w:p w:rsidR="008B3481" w:rsidRPr="008B3481" w:rsidRDefault="008B3481" w:rsidP="008B3481">
                  <w:r>
                    <w:rPr>
                      <w:noProof/>
                    </w:rPr>
                    <w:drawing>
                      <wp:inline distT="0" distB="0" distL="0" distR="0" wp14:anchorId="057576FB" wp14:editId="066231F6">
                        <wp:extent cx="2419350" cy="2800350"/>
                        <wp:effectExtent l="0" t="0" r="0" b="0"/>
                        <wp:docPr id="2" name="그림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19350" cy="2800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6F1645">
              <w:trPr>
                <w:trHeight w:hRule="exact" w:val="2582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6F1645" w:rsidRDefault="006F1645" w:rsidP="00271F14">
                  <w:pPr>
                    <w:pStyle w:val="2"/>
                    <w:rPr>
                      <w:rFonts w:ascii="맑은 고딕" w:hAnsi="맑은 고딕"/>
                      <w:sz w:val="14"/>
                      <w:szCs w:val="14"/>
                    </w:rPr>
                  </w:pP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Win.title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(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)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은 사실상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 xml:space="preserve">레퍼런스 변수 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win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 xml:space="preserve">이 참조하는 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Tk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인스턴스 안에 있는 메소드를 불러오는 것이다.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하지만 매번 이렇게 생각하면 어려우니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맑은 고딕" w:hAnsi="맑은 고딕"/>
                      <w:sz w:val="14"/>
                      <w:szCs w:val="14"/>
                    </w:rPr>
                    <w:t>(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win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객체(윈도우창)에 t</w:t>
                  </w:r>
                  <w:r w:rsidRPr="006F1645">
                    <w:rPr>
                      <w:rFonts w:ascii="맑은 고딕" w:hAnsi="맑은 고딕"/>
                      <w:sz w:val="14"/>
                      <w:szCs w:val="14"/>
                    </w:rPr>
                    <w:t>itle</w:t>
                  </w:r>
                  <w:r w:rsidRPr="006F1645">
                    <w:rPr>
                      <w:rFonts w:ascii="맑은 고딕" w:hAnsi="맑은 고딕" w:hint="eastAsia"/>
                      <w:sz w:val="14"/>
                      <w:szCs w:val="14"/>
                    </w:rPr>
                    <w:t>메소드를 이용하여</w:t>
                  </w:r>
                  <w:r>
                    <w:rPr>
                      <w:rFonts w:ascii="맑은 고딕" w:hAnsi="맑은 고딕" w:hint="eastAsia"/>
                      <w:sz w:val="14"/>
                      <w:szCs w:val="14"/>
                    </w:rPr>
                    <w:t xml:space="preserve"> 기능을 한다</w:t>
                  </w:r>
                  <w:r>
                    <w:rPr>
                      <w:rFonts w:ascii="맑은 고딕" w:hAnsi="맑은 고딕"/>
                      <w:sz w:val="14"/>
                      <w:szCs w:val="14"/>
                    </w:rPr>
                    <w:t>.)</w:t>
                  </w:r>
                  <w:r>
                    <w:rPr>
                      <w:rFonts w:ascii="맑은 고딕" w:hAnsi="맑은 고딕" w:hint="eastAsia"/>
                      <w:sz w:val="14"/>
                      <w:szCs w:val="14"/>
                    </w:rPr>
                    <w:t>라고 생각하자</w:t>
                  </w:r>
                  <w:proofErr w:type="gramStart"/>
                  <w:r>
                    <w:rPr>
                      <w:rFonts w:ascii="맑은 고딕" w:hAnsi="맑은 고딕" w:hint="eastAsia"/>
                      <w:sz w:val="14"/>
                      <w:szCs w:val="14"/>
                    </w:rPr>
                    <w:t>!</w:t>
                  </w:r>
                  <w:r>
                    <w:rPr>
                      <w:rFonts w:ascii="맑은 고딕" w:hAnsi="맑은 고딕"/>
                      <w:sz w:val="14"/>
                      <w:szCs w:val="14"/>
                    </w:rPr>
                    <w:t>!</w:t>
                  </w:r>
                  <w:proofErr w:type="gramEnd"/>
                  <w:r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417704" w:rsidRDefault="00271F14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앞 결과를 보면 알겠지만 </w:t>
            </w:r>
            <w:r>
              <w:rPr>
                <w:rFonts w:ascii="맑은 고딕" w:hAnsi="맑은 고딕"/>
              </w:rPr>
              <w:t>title</w:t>
            </w:r>
            <w:r>
              <w:rPr>
                <w:rFonts w:ascii="맑은 고딕" w:hAnsi="맑은 고딕" w:hint="eastAsia"/>
              </w:rPr>
              <w:t xml:space="preserve">메소드는 윈도우에서 </w:t>
            </w:r>
            <w:r w:rsidR="00320CBF">
              <w:rPr>
                <w:rFonts w:ascii="맑은 고딕" w:hAnsi="맑은 고딕"/>
              </w:rPr>
              <w:t>‘</w:t>
            </w:r>
            <w:r w:rsidR="00320CBF">
              <w:rPr>
                <w:rFonts w:ascii="맑은 고딕" w:hAnsi="맑은 고딕" w:hint="eastAsia"/>
              </w:rPr>
              <w:t>상단바</w:t>
            </w:r>
            <w:r w:rsidR="00320CBF">
              <w:rPr>
                <w:rFonts w:ascii="맑은 고딕" w:hAnsi="맑은 고딕"/>
              </w:rPr>
              <w:t>’</w:t>
            </w:r>
            <w:r w:rsidR="006605C3">
              <w:rPr>
                <w:rFonts w:ascii="맑은 고딕" w:hAnsi="맑은 고딕" w:hint="eastAsia"/>
              </w:rPr>
              <w:t>의 내용을 결정한다.</w:t>
            </w:r>
            <w:r w:rsidR="00320CBF">
              <w:rPr>
                <w:rFonts w:ascii="맑은 고딕" w:hAnsi="맑은 고딕"/>
              </w:rPr>
              <w:t xml:space="preserve"> </w:t>
            </w:r>
            <w:r w:rsidR="00320CBF">
              <w:rPr>
                <w:rFonts w:ascii="맑은 고딕" w:hAnsi="맑은 고딕" w:hint="eastAsia"/>
              </w:rPr>
              <w:t>그리고 전달받은 인수에 맞추어서 상단바의 내용을 작성한다.</w:t>
            </w:r>
            <w:r w:rsidR="00320CBF">
              <w:rPr>
                <w:rFonts w:ascii="맑은 고딕" w:hAnsi="맑은 고딕"/>
              </w:rPr>
              <w:t xml:space="preserve"> </w:t>
            </w:r>
          </w:p>
          <w:p w:rsidR="00320CBF" w:rsidRDefault="00320CBF" w:rsidP="00271F14">
            <w:pPr>
              <w:rPr>
                <w:rFonts w:ascii="맑은 고딕" w:hAnsi="맑은 고딕"/>
              </w:rPr>
            </w:pPr>
          </w:p>
          <w:p w:rsidR="00384D54" w:rsidRDefault="00384D54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F</w:t>
            </w:r>
            <w:r>
              <w:rPr>
                <w:rFonts w:ascii="맑은 고딕" w:hAnsi="맑은 고딕"/>
              </w:rPr>
              <w:t xml:space="preserve">irst_GUI </w:t>
            </w:r>
            <w:r>
              <w:rPr>
                <w:rFonts w:ascii="맑은 고딕" w:hAnsi="맑은 고딕" w:hint="eastAsia"/>
              </w:rPr>
              <w:t xml:space="preserve">파일과 다른 점은 </w:t>
            </w:r>
            <w:r>
              <w:rPr>
                <w:rFonts w:ascii="맑은 고딕" w:hAnsi="맑은 고딕"/>
              </w:rPr>
              <w:t>tkinter</w:t>
            </w:r>
            <w:r>
              <w:rPr>
                <w:rFonts w:ascii="맑은 고딕" w:hAnsi="맑은 고딕" w:hint="eastAsia"/>
              </w:rPr>
              <w:t xml:space="preserve">에서 모든 함수나 클래스 등을 가져온다는 점인데 이 덕분에 </w:t>
            </w:r>
            <w:r>
              <w:rPr>
                <w:rFonts w:ascii="맑은 고딕" w:hAnsi="맑은 고딕"/>
              </w:rPr>
              <w:t>Tk</w:t>
            </w:r>
            <w:r>
              <w:rPr>
                <w:rFonts w:ascii="맑은 고딕" w:hAnsi="맑은 고딕" w:hint="eastAsia"/>
              </w:rPr>
              <w:t xml:space="preserve">클래스가 인스턴스화되는 과정에서 </w:t>
            </w:r>
            <w:r>
              <w:rPr>
                <w:rFonts w:ascii="맑은 고딕" w:hAnsi="맑은 고딕"/>
              </w:rPr>
              <w:t>‘</w:t>
            </w: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k.’</w:t>
            </w:r>
            <w:r>
              <w:rPr>
                <w:rFonts w:ascii="맑은 고딕" w:hAnsi="맑은 고딕" w:hint="eastAsia"/>
              </w:rPr>
              <w:t>이 생략될 수 있다.</w:t>
            </w:r>
          </w:p>
          <w:p w:rsidR="00384D54" w:rsidRDefault="00384D54" w:rsidP="00271F14">
            <w:pPr>
              <w:rPr>
                <w:rFonts w:ascii="맑은 고딕" w:hAnsi="맑은 고딕"/>
              </w:rPr>
            </w:pPr>
          </w:p>
          <w:p w:rsidR="00384D54" w:rsidRDefault="00384D54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그리고 내용적 의미는 거의 유사하니 같은 실행결과가 나오게 된다.</w:t>
            </w:r>
          </w:p>
          <w:p w:rsidR="00A23E0C" w:rsidRDefault="00A23E0C" w:rsidP="00271F14">
            <w:pPr>
              <w:rPr>
                <w:rFonts w:ascii="맑은 고딕" w:hAnsi="맑은 고딕"/>
              </w:rPr>
            </w:pPr>
          </w:p>
          <w:p w:rsidR="00A23E0C" w:rsidRPr="00A23E0C" w:rsidRDefault="0094002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또한 </w:t>
            </w:r>
            <w:r w:rsidR="00A23E0C">
              <w:rPr>
                <w:rFonts w:ascii="맑은 고딕" w:hAnsi="맑은 고딕"/>
              </w:rPr>
              <w:t>mainloop</w:t>
            </w:r>
            <w:r w:rsidR="00A23E0C">
              <w:rPr>
                <w:rFonts w:ascii="맑은 고딕" w:hAnsi="맑은 고딕" w:hint="eastAsia"/>
              </w:rPr>
              <w:t>메소드는 이벤트순환문을 실행시키는 함수인데 이는 무한</w:t>
            </w:r>
            <w:r w:rsidR="00A23E0C">
              <w:rPr>
                <w:rFonts w:ascii="맑은 고딕" w:hAnsi="맑은 고딕"/>
              </w:rPr>
              <w:t xml:space="preserve"> </w:t>
            </w:r>
            <w:r w:rsidR="00A23E0C">
              <w:rPr>
                <w:rFonts w:ascii="맑은 고딕" w:hAnsi="맑은 고딕" w:hint="eastAsia"/>
              </w:rPr>
              <w:t>루프를 돌면서 발생될 이벤트를 계속 모니터링한다.</w:t>
            </w:r>
            <w:r w:rsidR="00A23E0C">
              <w:rPr>
                <w:rFonts w:ascii="맑은 고딕" w:hAnsi="맑은 고딕"/>
              </w:rPr>
              <w:t xml:space="preserve"> </w:t>
            </w:r>
            <w:r w:rsidR="00A23E0C">
              <w:rPr>
                <w:rFonts w:ascii="맑은 고딕" w:hAnsi="맑은 고딕" w:hint="eastAsia"/>
              </w:rPr>
              <w:t>이벤트가 발생하면 해당 이벤트에 해당하는 함수를 호출하기도 한다.</w:t>
            </w:r>
            <w:r w:rsidR="00A23E0C">
              <w:rPr>
                <w:rFonts w:ascii="맑은 고딕" w:hAnsi="맑은 고딕"/>
              </w:rPr>
              <w:t xml:space="preserve"> </w:t>
            </w:r>
            <w:r w:rsidR="00A23E0C">
              <w:rPr>
                <w:rFonts w:ascii="맑은 고딕" w:hAnsi="맑은 고딕" w:hint="eastAsia"/>
              </w:rPr>
              <w:t xml:space="preserve">콘솔 프로그램과 달리 사용자가 </w:t>
            </w:r>
          </w:p>
        </w:tc>
      </w:tr>
    </w:tbl>
    <w:p w:rsidR="00C22AEF" w:rsidRPr="001D1D75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-2129621249"/>
                      <w:placeholder>
                        <w:docPart w:val="5ABE1387D4D6438C954A73E57DA9A9BE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</w:t>
                  </w:r>
                  <w:r>
                    <w:rPr>
                      <w:rFonts w:ascii="맑은 고딕" w:hAnsi="맑은 고딕" w:hint="eastAsia"/>
                    </w:rPr>
                    <w:t>n</w:t>
                  </w:r>
                  <w:r>
                    <w:rPr>
                      <w:rFonts w:ascii="맑은 고딕" w:hAnsi="맑은 고딕"/>
                    </w:rPr>
                    <w:t>ot_resizable.py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9D6416" w:rsidRDefault="009D6416" w:rsidP="009D6416">
                  <w:r w:rsidRPr="004D0D73">
                    <w:t xml:space="preserve">import tkinter as </w:t>
                  </w:r>
                  <w:r>
                    <w:rPr>
                      <w:rFonts w:hint="eastAsia"/>
                    </w:rPr>
                    <w:t>t</w:t>
                  </w:r>
                  <w:r>
                    <w:t>k</w:t>
                  </w:r>
                </w:p>
                <w:p w:rsidR="009D6416" w:rsidRDefault="009D6416" w:rsidP="009D6416"/>
                <w:p w:rsidR="009D6416" w:rsidRDefault="009D6416" w:rsidP="009D6416">
                  <w:r w:rsidRPr="004D0D73">
                    <w:t>win=</w:t>
                  </w:r>
                  <w:proofErr w:type="gramStart"/>
                  <w:r w:rsidRPr="004D0D73">
                    <w:t>tk.Tk</w:t>
                  </w:r>
                  <w:proofErr w:type="gramEnd"/>
                  <w:r w:rsidRPr="004D0D73">
                    <w:t>()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win.title</w:t>
                  </w:r>
                  <w:proofErr w:type="gramEnd"/>
                  <w:r w:rsidRPr="004D0D73">
                    <w:t>("Python GUI")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A5BAA">
                    <w:rPr>
                      <w:rFonts w:hint="eastAsia"/>
                      <w:highlight w:val="yellow"/>
                    </w:rPr>
                    <w:t>w</w:t>
                  </w:r>
                  <w:r w:rsidRPr="004A5BAA">
                    <w:rPr>
                      <w:highlight w:val="yellow"/>
                    </w:rPr>
                    <w:t>in.resizable</w:t>
                  </w:r>
                  <w:proofErr w:type="gramEnd"/>
                  <w:r w:rsidRPr="004A5BAA">
                    <w:rPr>
                      <w:highlight w:val="yellow"/>
                    </w:rPr>
                    <w:t>(False, False)</w:t>
                  </w:r>
                </w:p>
                <w:p w:rsidR="00293AB5" w:rsidRDefault="00293AB5" w:rsidP="009D6416"/>
                <w:p w:rsidR="009D6416" w:rsidRDefault="009D6416" w:rsidP="009D6416">
                  <w:proofErr w:type="gramStart"/>
                  <w:r w:rsidRPr="004D0D73">
                    <w:t>win.mainloop</w:t>
                  </w:r>
                  <w:proofErr w:type="gramEnd"/>
                  <w:r w:rsidRPr="004D0D73">
                    <w:t>()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D67E11" w:rsidRDefault="00D67E11" w:rsidP="00D67E11"/>
                <w:p w:rsidR="00D67E11" w:rsidRDefault="00D67E11" w:rsidP="00D67E11"/>
                <w:p w:rsidR="00D67E11" w:rsidRPr="00D67E11" w:rsidRDefault="00D67E11" w:rsidP="00D67E11">
                  <w:r>
                    <w:rPr>
                      <w:noProof/>
                    </w:rPr>
                    <w:drawing>
                      <wp:inline distT="0" distB="0" distL="0" distR="0" wp14:anchorId="0D7762B5" wp14:editId="0D04100D">
                        <wp:extent cx="2428875" cy="2790825"/>
                        <wp:effectExtent l="0" t="0" r="9525" b="9525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8875" cy="2790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A23E0C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어떤 행위를 할지 모르기 때문에 이런식으로 디자인이 되었다.</w:t>
            </w:r>
          </w:p>
          <w:p w:rsidR="00A23E0C" w:rsidRDefault="00A23E0C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-</w:t>
            </w:r>
            <w:r>
              <w:rPr>
                <w:rFonts w:ascii="맑은 고딕" w:hAnsi="맑은 고딕"/>
              </w:rPr>
              <w:t>---------------------------------------------</w:t>
            </w:r>
          </w:p>
          <w:p w:rsidR="00953D97" w:rsidRDefault="004A5BA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노란색으로 강조된 소스는 윈도우의 크기를 제어하는 소스이다.</w:t>
            </w:r>
          </w:p>
          <w:p w:rsidR="004A5BAA" w:rsidRDefault="004A5BA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r</w:t>
            </w:r>
            <w:r>
              <w:rPr>
                <w:rFonts w:ascii="맑은 고딕" w:hAnsi="맑은 고딕"/>
              </w:rPr>
              <w:t>esizable</w:t>
            </w:r>
            <w:r>
              <w:rPr>
                <w:rFonts w:ascii="맑은 고딕" w:hAnsi="맑은 고딕" w:hint="eastAsia"/>
              </w:rPr>
              <w:t>이라는 메소드를 통해서 제어가 가능한데 첫 번째 인수는 윈도우의 x축</w:t>
            </w:r>
            <w:proofErr w:type="gramStart"/>
            <w:r>
              <w:rPr>
                <w:rFonts w:ascii="맑은 고딕" w:hAnsi="맑은 고딕" w:hint="eastAsia"/>
              </w:rPr>
              <w:t>,두</w:t>
            </w:r>
            <w:proofErr w:type="gramEnd"/>
            <w:r>
              <w:rPr>
                <w:rFonts w:ascii="맑은 고딕" w:hAnsi="맑은 고딕" w:hint="eastAsia"/>
              </w:rPr>
              <w:t xml:space="preserve"> 번째 인수는 윈도우의 </w:t>
            </w:r>
            <w:r>
              <w:rPr>
                <w:rFonts w:ascii="맑은 고딕" w:hAnsi="맑은 고딕"/>
              </w:rPr>
              <w:t>y</w:t>
            </w:r>
            <w:r>
              <w:rPr>
                <w:rFonts w:ascii="맑은 고딕" w:hAnsi="맑은 고딕" w:hint="eastAsia"/>
              </w:rPr>
              <w:t>축을 결정한다.</w:t>
            </w:r>
          </w:p>
          <w:p w:rsidR="004A5BAA" w:rsidRDefault="004A5BA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다만 이 소스에서는 둘 다 </w:t>
            </w:r>
            <w:r>
              <w:rPr>
                <w:rFonts w:ascii="맑은 고딕" w:hAnsi="맑은 고딕"/>
              </w:rPr>
              <w:t>false</w:t>
            </w:r>
            <w:r>
              <w:rPr>
                <w:rFonts w:ascii="맑은 고딕" w:hAnsi="맑은 고딕" w:hint="eastAsia"/>
              </w:rPr>
              <w:t xml:space="preserve">로 작성되어 있으니 </w:t>
            </w:r>
            <w:r>
              <w:rPr>
                <w:rFonts w:ascii="맑은 고딕" w:hAnsi="맑은 고딕"/>
              </w:rPr>
              <w:t>x</w:t>
            </w:r>
            <w:r>
              <w:rPr>
                <w:rFonts w:ascii="맑은 고딕" w:hAnsi="맑은 고딕" w:hint="eastAsia"/>
              </w:rPr>
              <w:t>축</w:t>
            </w:r>
            <w:proofErr w:type="gramStart"/>
            <w:r>
              <w:rPr>
                <w:rFonts w:ascii="맑은 고딕" w:hAnsi="맑은 고딕" w:hint="eastAsia"/>
              </w:rPr>
              <w:t>,y축</w:t>
            </w:r>
            <w:proofErr w:type="gramEnd"/>
            <w:r>
              <w:rPr>
                <w:rFonts w:ascii="맑은 고딕" w:hAnsi="맑은 고딕" w:hint="eastAsia"/>
              </w:rPr>
              <w:t xml:space="preserve"> 모두 크기를 제어할 수가 없다.</w:t>
            </w:r>
          </w:p>
          <w:p w:rsidR="004A5BAA" w:rsidRPr="005424B3" w:rsidRDefault="004A5BA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실행결과를 보면 </w:t>
            </w:r>
            <w:r>
              <w:rPr>
                <w:rFonts w:ascii="맑은 고딕" w:hAnsi="맑은 고딕"/>
              </w:rPr>
              <w:t>‘</w:t>
            </w:r>
            <w:r>
              <w:rPr>
                <w:rFonts w:ascii="맑은 고딕" w:hAnsi="맑은 고딕" w:hint="eastAsia"/>
              </w:rPr>
              <w:t>확대</w:t>
            </w:r>
            <w:r>
              <w:rPr>
                <w:rFonts w:ascii="맑은 고딕" w:hAnsi="맑은 고딕"/>
              </w:rPr>
              <w:t>’</w:t>
            </w:r>
            <w:r>
              <w:rPr>
                <w:rFonts w:ascii="맑은 고딕" w:hAnsi="맑은 고딕" w:hint="eastAsia"/>
              </w:rPr>
              <w:t>버튼이 막혀 있는 것을 알 수가 있다.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445356662"/>
                      <w:placeholder>
                        <w:docPart w:val="F6A77C18505A4FBABD91508FD7E8CC4C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GUI_add_lable.py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293AB5" w:rsidRDefault="00293AB5" w:rsidP="00293AB5">
                  <w:r>
                    <w:t>import tkinter as tk</w:t>
                  </w:r>
                </w:p>
                <w:p w:rsidR="00293AB5" w:rsidRDefault="00293AB5" w:rsidP="00293AB5">
                  <w:r w:rsidRPr="00B219DB">
                    <w:rPr>
                      <w:highlight w:val="yellow"/>
                    </w:rPr>
                    <w:t>from tkinter import ttk</w:t>
                  </w:r>
                </w:p>
                <w:p w:rsidR="00293AB5" w:rsidRDefault="00293AB5" w:rsidP="00293AB5"/>
                <w:p w:rsidR="00293AB5" w:rsidRDefault="00293AB5" w:rsidP="00293AB5">
                  <w:r w:rsidRPr="004D0D73">
                    <w:t>win=</w:t>
                  </w:r>
                  <w:proofErr w:type="gramStart"/>
                  <w:r w:rsidRPr="004D0D73">
                    <w:t>tk.Tk</w:t>
                  </w:r>
                  <w:proofErr w:type="gramEnd"/>
                  <w:r w:rsidRPr="004D0D73">
                    <w:t>()</w:t>
                  </w:r>
                </w:p>
                <w:p w:rsidR="00293AB5" w:rsidRDefault="00293AB5" w:rsidP="00293AB5"/>
                <w:p w:rsidR="00293AB5" w:rsidRDefault="00293AB5" w:rsidP="00293AB5">
                  <w:proofErr w:type="gramStart"/>
                  <w:r w:rsidRPr="004D0D73">
                    <w:t>win.title</w:t>
                  </w:r>
                  <w:proofErr w:type="gramEnd"/>
                  <w:r w:rsidRPr="004D0D73">
                    <w:t>("Python GUI")</w:t>
                  </w:r>
                </w:p>
                <w:p w:rsidR="00293AB5" w:rsidRDefault="00293AB5" w:rsidP="00293AB5"/>
                <w:p w:rsidR="00293AB5" w:rsidRDefault="00293AB5" w:rsidP="00293AB5">
                  <w:proofErr w:type="gramStart"/>
                  <w:r w:rsidRPr="006C7E60">
                    <w:rPr>
                      <w:highlight w:val="yellow"/>
                    </w:rPr>
                    <w:t>ttk.Label</w:t>
                  </w:r>
                  <w:proofErr w:type="gramEnd"/>
                  <w:r w:rsidRPr="006C7E60">
                    <w:rPr>
                      <w:highlight w:val="yellow"/>
                    </w:rPr>
                    <w:t>(win,text="A Label") .grid(column=0,row=0)</w:t>
                  </w:r>
                </w:p>
                <w:p w:rsidR="00293AB5" w:rsidRDefault="00293AB5" w:rsidP="00293AB5"/>
                <w:p w:rsidR="00293AB5" w:rsidRDefault="00293AB5" w:rsidP="00293AB5">
                  <w:proofErr w:type="gramStart"/>
                  <w:r w:rsidRPr="004D0D73">
                    <w:t>win.mainloop</w:t>
                  </w:r>
                  <w:proofErr w:type="gramEnd"/>
                  <w:r w:rsidRPr="004D0D73">
                    <w:t>()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D67E11" w:rsidRDefault="00D67E11" w:rsidP="00D67E11"/>
                <w:p w:rsidR="00D67E11" w:rsidRPr="00D67E11" w:rsidRDefault="00D67E11" w:rsidP="00D67E11">
                  <w:r>
                    <w:rPr>
                      <w:noProof/>
                    </w:rPr>
                    <w:drawing>
                      <wp:inline distT="0" distB="0" distL="0" distR="0" wp14:anchorId="41A7C0C9" wp14:editId="01B34EB7">
                        <wp:extent cx="1466850" cy="647700"/>
                        <wp:effectExtent l="0" t="0" r="0" b="0"/>
                        <wp:docPr id="5" name="그림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4D70E6" w:rsidRDefault="004D70E6" w:rsidP="004D70E6">
                  <w:pPr>
                    <w:pStyle w:val="2"/>
                    <w:jc w:val="left"/>
                    <w:rPr>
                      <w:rFonts w:ascii="맑은 고딕" w:hAnsi="맑은 고딕"/>
                      <w:sz w:val="16"/>
                      <w:szCs w:val="16"/>
                    </w:rPr>
                  </w:pPr>
                  <w:r w:rsidRPr="004D70E6">
                    <w:rPr>
                      <w:rFonts w:ascii="맑은 고딕" w:hAnsi="맑은 고딕"/>
                      <w:sz w:val="16"/>
                      <w:szCs w:val="16"/>
                    </w:rPr>
                    <w:t>Label</w:t>
                  </w:r>
                  <w:r w:rsidRPr="004D70E6">
                    <w:rPr>
                      <w:rFonts w:ascii="맑은 고딕" w:hAnsi="맑은 고딕" w:hint="eastAsia"/>
                      <w:sz w:val="16"/>
                      <w:szCs w:val="16"/>
                    </w:rPr>
                    <w:t xml:space="preserve">생성자도 역시 </w:t>
                  </w:r>
                </w:p>
                <w:p w:rsidR="004D70E6" w:rsidRPr="004D70E6" w:rsidRDefault="004D70E6" w:rsidP="004D70E6"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L</w:t>
                  </w:r>
                  <w:r w:rsidRPr="004D70E6">
                    <w:rPr>
                      <w:b/>
                      <w:sz w:val="16"/>
                      <w:szCs w:val="16"/>
                    </w:rPr>
                    <w:t>abel(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클래스의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)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생성자라고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 xml:space="preserve"> 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하는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 xml:space="preserve"> 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것이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 xml:space="preserve"> 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사실상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 xml:space="preserve"> 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맞다</w:t>
                  </w:r>
                  <w:r w:rsidRPr="004D70E6">
                    <w:rPr>
                      <w:rFonts w:hint="eastAsia"/>
                      <w:b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A57963" w:rsidRDefault="00A5796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kinter</w:t>
            </w:r>
            <w:r>
              <w:rPr>
                <w:rFonts w:ascii="맑은 고딕" w:hAnsi="맑은 고딕" w:hint="eastAsia"/>
              </w:rPr>
              <w:t xml:space="preserve">패키지에 있는 </w:t>
            </w:r>
            <w:r>
              <w:rPr>
                <w:rFonts w:ascii="맑은 고딕" w:hAnsi="맑은 고딕"/>
              </w:rPr>
              <w:t>ttk</w:t>
            </w:r>
            <w:r>
              <w:rPr>
                <w:rFonts w:ascii="맑은 고딕" w:hAnsi="맑은 고딕" w:hint="eastAsia"/>
              </w:rPr>
              <w:t>모듈을 불러왔다.</w:t>
            </w:r>
          </w:p>
          <w:p w:rsidR="00A57963" w:rsidRDefault="00A5796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tk</w:t>
            </w:r>
            <w:r>
              <w:rPr>
                <w:rFonts w:ascii="맑은 고딕" w:hAnsi="맑은 고딕" w:hint="eastAsia"/>
              </w:rPr>
              <w:t>모듈은 g</w:t>
            </w:r>
            <w:r>
              <w:rPr>
                <w:rFonts w:ascii="맑은 고딕" w:hAnsi="맑은 고딕"/>
              </w:rPr>
              <w:t>ui</w:t>
            </w:r>
            <w:r>
              <w:rPr>
                <w:rFonts w:ascii="맑은 고딕" w:hAnsi="맑은 고딕" w:hint="eastAsia"/>
              </w:rPr>
              <w:t>의 룩앤필을 향상시킨다.</w:t>
            </w:r>
          </w:p>
          <w:p w:rsidR="00A57963" w:rsidRDefault="00A5796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즉 이 모듈이 있어서 </w:t>
            </w:r>
            <w:r w:rsidR="00DB2183">
              <w:rPr>
                <w:rFonts w:ascii="맑은 고딕" w:hAnsi="맑은 고딕"/>
              </w:rPr>
              <w:t>GUI</w:t>
            </w:r>
            <w:r w:rsidR="00DB2183">
              <w:rPr>
                <w:rFonts w:ascii="맑은 고딕" w:hAnsi="맑은 고딕" w:hint="eastAsia"/>
              </w:rPr>
              <w:t>를 더 꾸밀 수 있고 멋지게 만들 수 있다.</w:t>
            </w:r>
          </w:p>
          <w:p w:rsidR="003F4450" w:rsidRDefault="00DB218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첫 번째 예시가 바로 라벨이다.</w:t>
            </w:r>
          </w:p>
          <w:p w:rsidR="00007230" w:rsidRDefault="00DB2183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tk</w:t>
            </w:r>
            <w:r>
              <w:rPr>
                <w:rFonts w:ascii="맑은 고딕" w:hAnsi="맑은 고딕" w:hint="eastAsia"/>
              </w:rPr>
              <w:t>모듈의 L</w:t>
            </w:r>
            <w:r>
              <w:rPr>
                <w:rFonts w:ascii="맑은 고딕" w:hAnsi="맑은 고딕"/>
              </w:rPr>
              <w:t>abel</w:t>
            </w:r>
            <w:r w:rsidR="00007230">
              <w:rPr>
                <w:rFonts w:ascii="맑은 고딕" w:hAnsi="맑은 고딕" w:hint="eastAsia"/>
              </w:rPr>
              <w:t xml:space="preserve">생성자는 인스턴스를 전달받고 </w:t>
            </w:r>
            <w:r w:rsidR="00007230">
              <w:rPr>
                <w:rFonts w:ascii="맑은 고딕" w:hAnsi="맑은 고딕"/>
              </w:rPr>
              <w:t>text</w:t>
            </w:r>
            <w:r w:rsidR="00007230">
              <w:rPr>
                <w:rFonts w:ascii="맑은 고딕" w:hAnsi="맑은 고딕" w:hint="eastAsia"/>
              </w:rPr>
              <w:t>소스를 전달받았다.</w:t>
            </w:r>
            <w:r w:rsidR="00007230">
              <w:rPr>
                <w:rFonts w:ascii="맑은 고딕" w:hAnsi="맑은 고딕"/>
              </w:rPr>
              <w:t xml:space="preserve"> </w:t>
            </w:r>
          </w:p>
          <w:p w:rsidR="00007230" w:rsidRPr="00007230" w:rsidRDefault="00007230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결과적으로 보면 윈도우에 텍스트가 삽입된 것을 알 수가 있는데 </w:t>
            </w:r>
            <w:r w:rsidR="0012595F">
              <w:rPr>
                <w:rFonts w:ascii="맑은 고딕" w:hAnsi="맑은 고딕" w:hint="eastAsia"/>
              </w:rPr>
              <w:t>모듈의 정확한 소스는 알 수가 없다.</w:t>
            </w:r>
            <w:r w:rsidR="0012595F">
              <w:rPr>
                <w:rFonts w:ascii="맑은 고딕" w:hAnsi="맑은 고딕"/>
              </w:rPr>
              <w:t xml:space="preserve"> </w:t>
            </w:r>
            <w:r w:rsidR="0012595F">
              <w:rPr>
                <w:rFonts w:ascii="맑은 고딕" w:hAnsi="맑은 고딕" w:hint="eastAsia"/>
              </w:rPr>
              <w:t>하지만 w</w:t>
            </w:r>
            <w:r w:rsidR="0012595F">
              <w:rPr>
                <w:rFonts w:ascii="맑은 고딕" w:hAnsi="맑은 고딕"/>
              </w:rPr>
              <w:t>in</w:t>
            </w:r>
            <w:r w:rsidR="0012595F">
              <w:rPr>
                <w:rFonts w:ascii="맑은 고딕" w:hAnsi="맑은 고딕" w:hint="eastAsia"/>
              </w:rPr>
              <w:t xml:space="preserve">변수를 다르게 해석하면 </w:t>
            </w:r>
            <w:r w:rsidR="00A54C31">
              <w:rPr>
                <w:rFonts w:ascii="맑은 고딕" w:hAnsi="맑은 고딕"/>
              </w:rPr>
              <w:t>(mainloop</w:t>
            </w:r>
            <w:r w:rsidR="00A54C31">
              <w:rPr>
                <w:rFonts w:ascii="맑은 고딕" w:hAnsi="맑은 고딕" w:hint="eastAsia"/>
              </w:rPr>
              <w:t xml:space="preserve">메소드에 의해서 </w:t>
            </w:r>
            <w:r w:rsidR="006032DF">
              <w:rPr>
                <w:rFonts w:ascii="맑은 고딕" w:hAnsi="맑은 고딕" w:hint="eastAsia"/>
              </w:rPr>
              <w:t>나타나는</w:t>
            </w:r>
            <w:r w:rsidR="006032DF">
              <w:rPr>
                <w:rFonts w:ascii="맑은 고딕" w:hAnsi="맑은 고딕"/>
              </w:rPr>
              <w:t xml:space="preserve">) </w:t>
            </w:r>
            <w:r w:rsidR="0012595F">
              <w:rPr>
                <w:rFonts w:ascii="맑은 고딕" w:hAnsi="맑은 고딕" w:hint="eastAsia"/>
              </w:rPr>
              <w:t xml:space="preserve">윈도우를 담고 있는 변수이니 윈도우나 다름이 없고 뒤에 텍스트 소스가 있으니 </w:t>
            </w:r>
            <w:r w:rsidR="0012595F">
              <w:rPr>
                <w:rFonts w:ascii="맑은 고딕" w:hAnsi="맑은 고딕"/>
              </w:rPr>
              <w:t>(Label</w:t>
            </w:r>
            <w:r w:rsidR="0012595F">
              <w:rPr>
                <w:rFonts w:ascii="맑은 고딕" w:hAnsi="맑은 고딕" w:hint="eastAsia"/>
              </w:rPr>
              <w:t>생성자를 이용해서 윈도우에 텍스트가 생기게 한다.</w:t>
            </w:r>
            <w:r w:rsidR="0012595F">
              <w:rPr>
                <w:rFonts w:ascii="맑은 고딕" w:hAnsi="맑은 고딕"/>
              </w:rPr>
              <w:t xml:space="preserve">) </w:t>
            </w:r>
            <w:r w:rsidR="0012595F">
              <w:rPr>
                <w:rFonts w:ascii="맑은 고딕" w:hAnsi="맑은 고딕" w:hint="eastAsia"/>
              </w:rPr>
              <w:t xml:space="preserve">라고 이해할 수 있다. </w:t>
            </w:r>
            <w:r w:rsidR="00290D29">
              <w:rPr>
                <w:rFonts w:ascii="맑은 고딕" w:hAnsi="맑은 고딕" w:hint="eastAsia"/>
              </w:rPr>
              <w:t xml:space="preserve">그리고 </w:t>
            </w:r>
            <w:r w:rsidR="00290D29">
              <w:rPr>
                <w:rFonts w:ascii="맑은 고딕" w:hAnsi="맑은 고딕"/>
              </w:rPr>
              <w:t xml:space="preserve">grid </w:t>
            </w:r>
            <w:r w:rsidR="00290D29">
              <w:rPr>
                <w:rFonts w:ascii="맑은 고딕" w:hAnsi="맑은 고딕" w:hint="eastAsia"/>
              </w:rPr>
              <w:t>괄호 안에 있는 값은 텍스트의 위치</w:t>
            </w:r>
            <w:r w:rsidR="00290D29">
              <w:rPr>
                <w:rFonts w:ascii="맑은 고딕" w:hAnsi="맑은 고딕"/>
              </w:rPr>
              <w:t xml:space="preserve">, </w:t>
            </w:r>
            <w:r w:rsidR="00290D29">
              <w:rPr>
                <w:rFonts w:ascii="맑은 고딕" w:hAnsi="맑은 고딕" w:hint="eastAsia"/>
              </w:rPr>
              <w:t>즉 열과 행을 결정한다!</w:t>
            </w:r>
          </w:p>
          <w:p w:rsidR="003F4450" w:rsidRPr="005424B3" w:rsidRDefault="003F4450" w:rsidP="00271F14">
            <w:pPr>
              <w:rPr>
                <w:rFonts w:ascii="맑은 고딕" w:hAnsi="맑은 고딕"/>
              </w:rPr>
            </w:pP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395938913"/>
                      <w:placeholder>
                        <w:docPart w:val="A0F285D0800446C9B8503B6E4CF59527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GUI_create_button_change_property.py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F6A55" w:rsidRDefault="000F6A55" w:rsidP="000F6A55">
                  <w:r>
                    <w:t>import tkinter as tk</w:t>
                  </w:r>
                </w:p>
                <w:p w:rsidR="000F6A55" w:rsidRDefault="000F6A55" w:rsidP="000F6A55">
                  <w:r>
                    <w:t>from tkinter import ttk</w:t>
                  </w:r>
                </w:p>
                <w:p w:rsidR="000F6A55" w:rsidRDefault="000F6A55" w:rsidP="000F6A55"/>
                <w:p w:rsidR="000F6A55" w:rsidRDefault="000F6A55" w:rsidP="000F6A55">
                  <w:r>
                    <w:t>win=</w:t>
                  </w:r>
                  <w:proofErr w:type="gramStart"/>
                  <w:r>
                    <w:t>tk.Tk</w:t>
                  </w:r>
                  <w:proofErr w:type="gramEnd"/>
                  <w:r>
                    <w:t>()</w:t>
                  </w:r>
                </w:p>
                <w:p w:rsidR="000F6A55" w:rsidRDefault="000F6A55" w:rsidP="000F6A55">
                  <w:proofErr w:type="gramStart"/>
                  <w:r>
                    <w:t>win.title</w:t>
                  </w:r>
                  <w:proofErr w:type="gramEnd"/>
                  <w:r>
                    <w:t>("Python GUI")</w:t>
                  </w:r>
                </w:p>
                <w:p w:rsidR="000F6A55" w:rsidRDefault="000F6A55" w:rsidP="000F6A55">
                  <w:r>
                    <w:t>a_label=</w:t>
                  </w:r>
                  <w:proofErr w:type="gramStart"/>
                  <w:r>
                    <w:t>ttk.Label</w:t>
                  </w:r>
                  <w:proofErr w:type="gramEnd"/>
                  <w:r>
                    <w:t>(win,text="A Label")</w:t>
                  </w:r>
                </w:p>
                <w:p w:rsidR="000F6A55" w:rsidRDefault="000F6A55" w:rsidP="000F6A55">
                  <w:r>
                    <w:t>a_</w:t>
                  </w:r>
                  <w:proofErr w:type="gramStart"/>
                  <w:r>
                    <w:t>label.grid</w:t>
                  </w:r>
                  <w:proofErr w:type="gramEnd"/>
                  <w:r>
                    <w:t>(column=0,row=0)</w:t>
                  </w:r>
                </w:p>
                <w:p w:rsidR="000F6A55" w:rsidRDefault="000F6A55" w:rsidP="000F6A55"/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>def click_</w:t>
                  </w:r>
                  <w:proofErr w:type="gramStart"/>
                  <w:r w:rsidRPr="00A95415">
                    <w:rPr>
                      <w:highlight w:val="yellow"/>
                    </w:rPr>
                    <w:t>me(</w:t>
                  </w:r>
                  <w:proofErr w:type="gramEnd"/>
                  <w:r w:rsidRPr="00A95415">
                    <w:rPr>
                      <w:highlight w:val="yellow"/>
                    </w:rPr>
                    <w:t>):</w:t>
                  </w:r>
                </w:p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</w:t>
                  </w:r>
                  <w:proofErr w:type="gramStart"/>
                  <w:r w:rsidRPr="00A95415">
                    <w:rPr>
                      <w:highlight w:val="yellow"/>
                    </w:rPr>
                    <w:t>action.configure</w:t>
                  </w:r>
                  <w:proofErr w:type="gramEnd"/>
                  <w:r w:rsidRPr="00A95415">
                    <w:rPr>
                      <w:highlight w:val="yellow"/>
                    </w:rPr>
                    <w:t>(text="**I have beeen clicked **")</w:t>
                  </w:r>
                </w:p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(foreground='red')</w:t>
                  </w:r>
                </w:p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(text="A Red Label")</w:t>
                  </w:r>
                </w:p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</w:p>
                <w:p w:rsidR="000F6A55" w:rsidRPr="00A95415" w:rsidRDefault="000F6A55" w:rsidP="000F6A55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>action=</w:t>
                  </w:r>
                  <w:proofErr w:type="gramStart"/>
                  <w:r w:rsidRPr="00A95415">
                    <w:rPr>
                      <w:highlight w:val="yellow"/>
                    </w:rPr>
                    <w:t>ttk.Button</w:t>
                  </w:r>
                  <w:proofErr w:type="gramEnd"/>
                  <w:r w:rsidRPr="00A95415">
                    <w:rPr>
                      <w:highlight w:val="yellow"/>
                    </w:rPr>
                    <w:t>(win,text="Click Me!", command=click_me)</w:t>
                  </w:r>
                </w:p>
                <w:p w:rsidR="000F6A55" w:rsidRDefault="000F6A55" w:rsidP="000F6A55">
                  <w:proofErr w:type="gramStart"/>
                  <w:r w:rsidRPr="00A95415">
                    <w:rPr>
                      <w:highlight w:val="yellow"/>
                    </w:rPr>
                    <w:t>action.grid</w:t>
                  </w:r>
                  <w:proofErr w:type="gramEnd"/>
                  <w:r w:rsidRPr="00A95415">
                    <w:rPr>
                      <w:highlight w:val="yellow"/>
                    </w:rPr>
                    <w:t>(column=1, row=0)</w:t>
                  </w:r>
                </w:p>
                <w:p w:rsidR="000F6A55" w:rsidRDefault="000F6A55" w:rsidP="000F6A55">
                  <w:r>
                    <w:t xml:space="preserve">    </w:t>
                  </w:r>
                </w:p>
                <w:p w:rsidR="000F6A55" w:rsidRDefault="000F6A55" w:rsidP="000F6A55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D67E11" w:rsidRDefault="00D67E11" w:rsidP="000F6A55"/>
                <w:p w:rsidR="00D67E11" w:rsidRDefault="00D67E11" w:rsidP="000F6A55"/>
                <w:p w:rsidR="00D67E11" w:rsidRDefault="00571CE3" w:rsidP="000F6A55">
                  <w:r>
                    <w:rPr>
                      <w:noProof/>
                    </w:rPr>
                    <w:drawing>
                      <wp:inline distT="0" distB="0" distL="0" distR="0" wp14:anchorId="5664008B" wp14:editId="348D189E">
                        <wp:extent cx="1609725" cy="714375"/>
                        <wp:effectExtent l="0" t="0" r="9525" b="9525"/>
                        <wp:docPr id="7" name="그림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2AEF" w:rsidRPr="000F6A55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A95415" w:rsidRPr="005424B3" w:rsidRDefault="00A95415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A95415" w:rsidRDefault="00A95415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노란색 강조라인의 </w:t>
            </w:r>
            <w:r>
              <w:rPr>
                <w:rFonts w:ascii="맑은 고딕" w:hAnsi="맑은 고딕"/>
              </w:rPr>
              <w:t>7</w:t>
            </w:r>
            <w:r>
              <w:rPr>
                <w:rFonts w:ascii="맑은 고딕" w:hAnsi="맑은 고딕" w:hint="eastAsia"/>
              </w:rPr>
              <w:t xml:space="preserve">번째 줄은 </w:t>
            </w:r>
            <w:r>
              <w:rPr>
                <w:rFonts w:ascii="맑은 고딕" w:hAnsi="맑은 고딕"/>
              </w:rPr>
              <w:t>action</w:t>
            </w:r>
            <w:r>
              <w:rPr>
                <w:rFonts w:ascii="맑은 고딕" w:hAnsi="맑은 고딕" w:hint="eastAsia"/>
              </w:rPr>
              <w:t>객체가 정의되어 있다.</w:t>
            </w:r>
            <w:r>
              <w:rPr>
                <w:rFonts w:ascii="맑은 고딕" w:hAnsi="맑은 고딕"/>
              </w:rPr>
              <w:t xml:space="preserve"> </w:t>
            </w:r>
            <w:r w:rsidR="006C6B0D">
              <w:rPr>
                <w:rFonts w:ascii="맑은 고딕" w:hAnsi="맑은 고딕"/>
              </w:rPr>
              <w:t>(</w:t>
            </w:r>
            <w:r w:rsidR="000F412F">
              <w:rPr>
                <w:rFonts w:ascii="맑은 고딕" w:hAnsi="맑은 고딕"/>
              </w:rPr>
              <w:t>ttk</w:t>
            </w:r>
            <w:r w:rsidR="000F412F">
              <w:rPr>
                <w:rFonts w:ascii="맑은 고딕" w:hAnsi="맑은 고딕" w:hint="eastAsia"/>
              </w:rPr>
              <w:t xml:space="preserve">모듈의 버튼 생성자를 이용하여 윈도우에 </w:t>
            </w:r>
            <w:r w:rsidR="006C6B0D">
              <w:rPr>
                <w:rFonts w:ascii="맑은 고딕" w:hAnsi="맑은 고딕"/>
              </w:rPr>
              <w:t xml:space="preserve">Click </w:t>
            </w:r>
            <w:r w:rsidR="006C6B0D">
              <w:rPr>
                <w:rFonts w:ascii="맑은 고딕" w:hAnsi="맑은 고딕" w:hint="eastAsia"/>
              </w:rPr>
              <w:t>M</w:t>
            </w:r>
            <w:r w:rsidR="006C6B0D">
              <w:rPr>
                <w:rFonts w:ascii="맑은 고딕" w:hAnsi="맑은 고딕"/>
              </w:rPr>
              <w:t>e</w:t>
            </w:r>
            <w:proofErr w:type="gramStart"/>
            <w:r w:rsidR="006C6B0D">
              <w:rPr>
                <w:rFonts w:ascii="맑은 고딕" w:hAnsi="맑은 고딕"/>
              </w:rPr>
              <w:t>!</w:t>
            </w:r>
            <w:r w:rsidR="006C6B0D">
              <w:rPr>
                <w:rFonts w:ascii="맑은 고딕" w:hAnsi="맑은 고딕" w:hint="eastAsia"/>
              </w:rPr>
              <w:t>라고</w:t>
            </w:r>
            <w:proofErr w:type="gramEnd"/>
            <w:r w:rsidR="006C6B0D">
              <w:rPr>
                <w:rFonts w:ascii="맑은 고딕" w:hAnsi="맑은 고딕" w:hint="eastAsia"/>
              </w:rPr>
              <w:t xml:space="preserve"> 작성된 버튼을 생성한다.</w:t>
            </w:r>
            <w:r w:rsidR="006C6B0D">
              <w:rPr>
                <w:rFonts w:ascii="맑은 고딕" w:hAnsi="맑은 고딕"/>
              </w:rPr>
              <w:t xml:space="preserve"> </w:t>
            </w:r>
            <w:r w:rsidR="006C6B0D">
              <w:rPr>
                <w:rFonts w:ascii="맑은 고딕" w:hAnsi="맑은 고딕" w:hint="eastAsia"/>
              </w:rPr>
              <w:t xml:space="preserve">이 때 버튼이 눌려지면 </w:t>
            </w:r>
            <w:r w:rsidR="006C6B0D">
              <w:rPr>
                <w:rFonts w:ascii="맑은 고딕" w:hAnsi="맑은 고딕"/>
              </w:rPr>
              <w:t>click_me</w:t>
            </w:r>
            <w:r w:rsidR="006C6B0D">
              <w:rPr>
                <w:rFonts w:ascii="맑은 고딕" w:hAnsi="맑은 고딕" w:hint="eastAsia"/>
              </w:rPr>
              <w:t>콜백함수를 호출한다.</w:t>
            </w:r>
            <w:r w:rsidR="006C6B0D">
              <w:rPr>
                <w:rFonts w:ascii="맑은 고딕" w:hAnsi="맑은 고딕"/>
              </w:rPr>
              <w:t>)</w:t>
            </w:r>
            <w:r w:rsidR="006C6B0D">
              <w:rPr>
                <w:rFonts w:ascii="맑은 고딕" w:hAnsi="맑은 고딕" w:hint="eastAsia"/>
              </w:rPr>
              <w:t xml:space="preserve">라는 의미로 </w:t>
            </w:r>
            <w:r w:rsidR="006C6B0D">
              <w:rPr>
                <w:rFonts w:ascii="맑은 고딕" w:hAnsi="맑은 고딕"/>
              </w:rPr>
              <w:t>action</w:t>
            </w:r>
            <w:r w:rsidR="006C6B0D">
              <w:rPr>
                <w:rFonts w:ascii="맑은 고딕" w:hAnsi="맑은 고딕" w:hint="eastAsia"/>
              </w:rPr>
              <w:t>객체는 윈도우의 버튼이 저장된 변수임을 알 수 있다.</w:t>
            </w:r>
            <w:r w:rsidR="006C6B0D">
              <w:rPr>
                <w:rFonts w:ascii="맑은 고딕" w:hAnsi="맑은 고딕"/>
              </w:rPr>
              <w:t xml:space="preserve"> grid</w:t>
            </w:r>
            <w:r w:rsidR="006C6B0D">
              <w:rPr>
                <w:rFonts w:ascii="맑은 고딕" w:hAnsi="맑은 고딕" w:hint="eastAsia"/>
              </w:rPr>
              <w:t xml:space="preserve">메소드 괄호안에 열이 </w:t>
            </w:r>
            <w:r w:rsidR="006C6B0D">
              <w:rPr>
                <w:rFonts w:ascii="맑은 고딕" w:hAnsi="맑은 고딕"/>
              </w:rPr>
              <w:t>1</w:t>
            </w:r>
            <w:r w:rsidR="006C6B0D">
              <w:rPr>
                <w:rFonts w:ascii="맑은 고딕" w:hAnsi="맑은 고딕" w:hint="eastAsia"/>
              </w:rPr>
              <w:t>이라고 되있는건 버튼의 위치를 결정해준다.</w:t>
            </w:r>
          </w:p>
          <w:p w:rsidR="00ED1C6C" w:rsidRDefault="00ED1C6C" w:rsidP="00271F14">
            <w:pPr>
              <w:rPr>
                <w:rFonts w:ascii="맑은 고딕" w:hAnsi="맑은 고딕"/>
              </w:rPr>
            </w:pPr>
          </w:p>
          <w:p w:rsidR="006C6B0D" w:rsidRDefault="006C6B0D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onfigure</w:t>
            </w:r>
            <w:r>
              <w:rPr>
                <w:rFonts w:ascii="맑은 고딕" w:hAnsi="맑은 고딕" w:hint="eastAsia"/>
              </w:rPr>
              <w:t xml:space="preserve">메소드는 </w:t>
            </w:r>
            <w:r w:rsidR="00ED1C6C">
              <w:rPr>
                <w:rFonts w:ascii="맑은 고딕" w:hAnsi="맑은 고딕" w:hint="eastAsia"/>
              </w:rPr>
              <w:t>위젯(버튼이나 스크롤</w:t>
            </w:r>
            <w:proofErr w:type="gramStart"/>
            <w:r w:rsidR="00ED1C6C">
              <w:rPr>
                <w:rFonts w:ascii="맑은 고딕" w:hAnsi="맑은 고딕" w:hint="eastAsia"/>
              </w:rPr>
              <w:t>,체크박스</w:t>
            </w:r>
            <w:proofErr w:type="gramEnd"/>
            <w:r w:rsidR="00ED1C6C">
              <w:rPr>
                <w:rFonts w:ascii="맑은 고딕" w:hAnsi="맑은 고딕" w:hint="eastAsia"/>
              </w:rPr>
              <w:t xml:space="preserve"> 따위)을</w:t>
            </w:r>
            <w:r>
              <w:rPr>
                <w:rFonts w:ascii="맑은 고딕" w:hAnsi="맑은 고딕" w:hint="eastAsia"/>
              </w:rPr>
              <w:t xml:space="preserve"> 설정하는 기능을 하며 </w:t>
            </w:r>
            <w:r w:rsidR="00ED1C6C">
              <w:rPr>
                <w:rFonts w:ascii="맑은 고딕" w:hAnsi="맑은 고딕" w:hint="eastAsia"/>
              </w:rPr>
              <w:t>텍스트 문자열이나 글자 색 등을 조정할 수 있다.</w:t>
            </w:r>
          </w:p>
          <w:p w:rsidR="00ED1C6C" w:rsidRPr="00ED1C6C" w:rsidRDefault="00ED1C6C" w:rsidP="00271F14">
            <w:pPr>
              <w:rPr>
                <w:rFonts w:ascii="맑은 고딕" w:hAnsi="맑은 고딕"/>
              </w:rPr>
            </w:pPr>
          </w:p>
          <w:p w:rsidR="00ED1C6C" w:rsidRPr="005424B3" w:rsidRDefault="00ED1C6C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만약 윈도우에서 버튼을 누르면 버튼의 텍스트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 xml:space="preserve">문자열은 </w:t>
            </w:r>
            <w:r>
              <w:rPr>
                <w:rFonts w:ascii="맑은 고딕" w:hAnsi="맑은 고딕"/>
              </w:rPr>
              <w:t>“</w:t>
            </w:r>
            <w:r w:rsidRPr="00ED1C6C">
              <w:t>I have beeen clicked”</w:t>
            </w: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윈도우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안의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텍스트는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빨간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색으로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되면서</w:t>
            </w:r>
            <w:r>
              <w:rPr>
                <w:rFonts w:hint="eastAsia"/>
              </w:rPr>
              <w:t xml:space="preserve"> </w:t>
            </w:r>
            <w:r>
              <w:t>“A Red Label”</w:t>
            </w:r>
            <w:r>
              <w:rPr>
                <w:rFonts w:hint="eastAsia"/>
              </w:rPr>
              <w:t>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글씨가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바뀔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것이다</w:t>
            </w:r>
            <w:r>
              <w:rPr>
                <w:rFonts w:hint="eastAsia"/>
              </w:rPr>
              <w:t>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DF3F8B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503095983"/>
                      <w:placeholder>
                        <w:docPart w:val="98326E6E729A4FC2B4640734E795E6A3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GUI_textbox_widget.py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F6A55" w:rsidRDefault="000F6A55" w:rsidP="000F6A55">
                  <w:r>
                    <w:t>import tkinter as tk</w:t>
                  </w:r>
                </w:p>
                <w:p w:rsidR="000F6A55" w:rsidRDefault="000F6A55" w:rsidP="000F6A55">
                  <w:r>
                    <w:t>from tkinter import ttk</w:t>
                  </w:r>
                </w:p>
                <w:p w:rsidR="000F6A55" w:rsidRDefault="000F6A55" w:rsidP="000F6A55"/>
                <w:p w:rsidR="000F6A55" w:rsidRDefault="000F6A55" w:rsidP="000F6A55">
                  <w:r>
                    <w:t>win=</w:t>
                  </w:r>
                  <w:proofErr w:type="gramStart"/>
                  <w:r>
                    <w:t>tk.Tk</w:t>
                  </w:r>
                  <w:proofErr w:type="gramEnd"/>
                  <w:r>
                    <w:t>()</w:t>
                  </w:r>
                </w:p>
                <w:p w:rsidR="000F6A55" w:rsidRDefault="000F6A55" w:rsidP="000F6A55">
                  <w:proofErr w:type="gramStart"/>
                  <w:r>
                    <w:t>win.title</w:t>
                  </w:r>
                  <w:proofErr w:type="gramEnd"/>
                  <w:r>
                    <w:t>("Python GUI")</w:t>
                  </w:r>
                </w:p>
                <w:p w:rsidR="000F6A55" w:rsidRDefault="000F6A55" w:rsidP="000F6A55">
                  <w:r>
                    <w:t>a_label=</w:t>
                  </w:r>
                  <w:proofErr w:type="gramStart"/>
                  <w:r>
                    <w:t>ttk.Label</w:t>
                  </w:r>
                  <w:proofErr w:type="gramEnd"/>
                  <w:r>
                    <w:t>(win,text="A Label")</w:t>
                  </w:r>
                </w:p>
                <w:p w:rsidR="000F6A55" w:rsidRDefault="000F6A55" w:rsidP="000F6A55">
                  <w:r>
                    <w:t>a_</w:t>
                  </w:r>
                  <w:proofErr w:type="gramStart"/>
                  <w:r>
                    <w:t>label.grid</w:t>
                  </w:r>
                  <w:proofErr w:type="gramEnd"/>
                  <w:r>
                    <w:t>(column=0,row=0)</w:t>
                  </w:r>
                </w:p>
                <w:p w:rsidR="000F6A55" w:rsidRDefault="000F6A55" w:rsidP="000F6A55"/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  <w:r w:rsidRPr="009B2198">
                    <w:rPr>
                      <w:highlight w:val="yellow"/>
                    </w:rPr>
                    <w:t>def click_</w:t>
                  </w:r>
                  <w:proofErr w:type="gramStart"/>
                  <w:r w:rsidRPr="009B2198">
                    <w:rPr>
                      <w:highlight w:val="yellow"/>
                    </w:rPr>
                    <w:t>me(</w:t>
                  </w:r>
                  <w:proofErr w:type="gramEnd"/>
                  <w:r w:rsidRPr="009B2198">
                    <w:rPr>
                      <w:highlight w:val="yellow"/>
                    </w:rPr>
                    <w:t>):</w:t>
                  </w: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  <w:r w:rsidRPr="009B2198">
                    <w:rPr>
                      <w:highlight w:val="yellow"/>
                    </w:rPr>
                    <w:t xml:space="preserve">    </w:t>
                  </w:r>
                  <w:proofErr w:type="gramStart"/>
                  <w:r w:rsidRPr="009B2198">
                    <w:rPr>
                      <w:highlight w:val="yellow"/>
                    </w:rPr>
                    <w:t>action.configure</w:t>
                  </w:r>
                  <w:proofErr w:type="gramEnd"/>
                  <w:r w:rsidRPr="009B2198">
                    <w:rPr>
                      <w:highlight w:val="yellow"/>
                    </w:rPr>
                    <w:t>(text="Hello"+name.get())</w:t>
                  </w: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  <w:proofErr w:type="gramStart"/>
                  <w:r w:rsidRPr="009B2198">
                    <w:rPr>
                      <w:highlight w:val="yellow"/>
                    </w:rPr>
                    <w:t>ttk.Label</w:t>
                  </w:r>
                  <w:proofErr w:type="gramEnd"/>
                  <w:r w:rsidRPr="009B2198">
                    <w:rPr>
                      <w:highlight w:val="yellow"/>
                    </w:rPr>
                    <w:t>(win,text="Enter a name:").grid(column=0, row=0)</w:t>
                  </w: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  <w:r w:rsidRPr="009B2198">
                    <w:rPr>
                      <w:highlight w:val="yellow"/>
                    </w:rPr>
                    <w:t xml:space="preserve">name= </w:t>
                  </w:r>
                  <w:proofErr w:type="gramStart"/>
                  <w:r w:rsidRPr="009B2198">
                    <w:rPr>
                      <w:highlight w:val="yellow"/>
                    </w:rPr>
                    <w:t>tk.StringVar</w:t>
                  </w:r>
                  <w:proofErr w:type="gramEnd"/>
                  <w:r w:rsidRPr="009B2198">
                    <w:rPr>
                      <w:highlight w:val="yellow"/>
                    </w:rPr>
                    <w:t>()</w:t>
                  </w:r>
                </w:p>
                <w:p w:rsidR="000F6A55" w:rsidRPr="009B2198" w:rsidRDefault="000F6A55" w:rsidP="000F6A55">
                  <w:pPr>
                    <w:rPr>
                      <w:highlight w:val="yellow"/>
                    </w:rPr>
                  </w:pPr>
                  <w:r w:rsidRPr="009B2198">
                    <w:rPr>
                      <w:highlight w:val="yellow"/>
                    </w:rPr>
                    <w:t xml:space="preserve">name_entered = </w:t>
                  </w:r>
                  <w:proofErr w:type="gramStart"/>
                  <w:r w:rsidRPr="009B2198">
                    <w:rPr>
                      <w:highlight w:val="yellow"/>
                    </w:rPr>
                    <w:t>ttk.Entry</w:t>
                  </w:r>
                  <w:proofErr w:type="gramEnd"/>
                  <w:r w:rsidRPr="009B2198">
                    <w:rPr>
                      <w:highlight w:val="yellow"/>
                    </w:rPr>
                    <w:t>(win, width=12, textvariable=name)</w:t>
                  </w:r>
                </w:p>
                <w:p w:rsidR="000F6A55" w:rsidRDefault="000F6A55" w:rsidP="000F6A55">
                  <w:r w:rsidRPr="009B2198">
                    <w:rPr>
                      <w:highlight w:val="yellow"/>
                    </w:rPr>
                    <w:t>name_</w:t>
                  </w:r>
                  <w:proofErr w:type="gramStart"/>
                  <w:r w:rsidRPr="009B2198">
                    <w:rPr>
                      <w:highlight w:val="yellow"/>
                    </w:rPr>
                    <w:t>entered.grid</w:t>
                  </w:r>
                  <w:proofErr w:type="gramEnd"/>
                  <w:r w:rsidRPr="009B2198">
                    <w:rPr>
                      <w:highlight w:val="yellow"/>
                    </w:rPr>
                    <w:t>(column=0, row=1)</w:t>
                  </w:r>
                </w:p>
                <w:p w:rsidR="000F6A55" w:rsidRDefault="000F6A55" w:rsidP="000F6A55"/>
                <w:p w:rsidR="000F6A55" w:rsidRDefault="000F6A55" w:rsidP="000F6A55">
                  <w:r>
                    <w:t>action=</w:t>
                  </w:r>
                  <w:proofErr w:type="gramStart"/>
                  <w:r>
                    <w:t>ttk.Button</w:t>
                  </w:r>
                  <w:proofErr w:type="gramEnd"/>
                  <w:r>
                    <w:t>(win, text="Click Me!", command=click_me)</w:t>
                  </w:r>
                </w:p>
                <w:p w:rsidR="000F6A55" w:rsidRDefault="000F6A55" w:rsidP="000F6A55">
                  <w:proofErr w:type="gramStart"/>
                  <w:r>
                    <w:t>action.grid</w:t>
                  </w:r>
                  <w:proofErr w:type="gramEnd"/>
                  <w:r>
                    <w:t>(column=1, row=1)</w:t>
                  </w:r>
                </w:p>
                <w:p w:rsidR="000F6A55" w:rsidRDefault="000F6A55" w:rsidP="000F6A55">
                  <w:proofErr w:type="gramStart"/>
                  <w:r w:rsidRPr="001432F4">
                    <w:t>win.mainloop</w:t>
                  </w:r>
                  <w:proofErr w:type="gramEnd"/>
                  <w:r w:rsidRPr="001432F4">
                    <w:t>()</w:t>
                  </w:r>
                </w:p>
                <w:p w:rsidR="00571CE3" w:rsidRDefault="00571CE3" w:rsidP="000F6A55"/>
                <w:p w:rsidR="00571CE3" w:rsidRDefault="00571CE3" w:rsidP="000F6A55"/>
                <w:p w:rsidR="000F6A55" w:rsidRDefault="00571CE3" w:rsidP="000F6A55">
                  <w:r>
                    <w:rPr>
                      <w:noProof/>
                    </w:rPr>
                    <w:drawing>
                      <wp:inline distT="0" distB="0" distL="0" distR="0" wp14:anchorId="68D56BF2" wp14:editId="2BEBB9E9">
                        <wp:extent cx="2152650" cy="942975"/>
                        <wp:effectExtent l="0" t="0" r="0" b="9525"/>
                        <wp:docPr id="8" name="그림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94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2AEF" w:rsidRPr="000F6A55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FF4285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 </w:t>
            </w:r>
          </w:p>
          <w:p w:rsidR="009B2198" w:rsidRDefault="009B2198" w:rsidP="00271F14">
            <w:r>
              <w:t xml:space="preserve">name= </w:t>
            </w:r>
            <w:proofErr w:type="gramStart"/>
            <w:r>
              <w:t>tk.StringVar</w:t>
            </w:r>
            <w:proofErr w:type="gramEnd"/>
            <w:r>
              <w:t>()</w:t>
            </w:r>
            <w:r>
              <w:rPr>
                <w:rFonts w:hint="eastAsia"/>
              </w:rPr>
              <w:t>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선언이다</w:t>
            </w:r>
            <w:r>
              <w:rPr>
                <w:rFonts w:hint="eastAsia"/>
              </w:rPr>
              <w:t>.</w:t>
            </w:r>
            <w:r>
              <w:t xml:space="preserve"> (</w:t>
            </w:r>
            <w:r>
              <w:rPr>
                <w:rFonts w:hint="eastAsia"/>
              </w:rPr>
              <w:t>n</w:t>
            </w:r>
            <w:r>
              <w:t>ame</w:t>
            </w:r>
            <w:r>
              <w:rPr>
                <w:rFonts w:hint="eastAsia"/>
              </w:rPr>
              <w:t>이라는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변수에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데이터만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저장할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생성한다</w:t>
            </w:r>
            <w:r>
              <w:rPr>
                <w:rFonts w:hint="eastAsia"/>
              </w:rPr>
              <w:t>.</w:t>
            </w:r>
            <w:r>
              <w:t>)</w:t>
            </w:r>
            <w:r>
              <w:rPr>
                <w:rFonts w:hint="eastAsia"/>
              </w:rPr>
              <w:t>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의미가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된다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  <w:p w:rsidR="009B2198" w:rsidRDefault="009B2198" w:rsidP="00271F14"/>
          <w:p w:rsidR="001516DE" w:rsidRDefault="001516DE" w:rsidP="00271F14">
            <w:r>
              <w:rPr>
                <w:rFonts w:hint="eastAsia"/>
              </w:rPr>
              <w:t>t</w:t>
            </w:r>
            <w:r>
              <w:t>tk</w:t>
            </w:r>
            <w:r>
              <w:rPr>
                <w:rFonts w:hint="eastAsia"/>
              </w:rPr>
              <w:t>모듈의</w:t>
            </w:r>
            <w:r>
              <w:rPr>
                <w:rFonts w:hint="eastAsia"/>
              </w:rPr>
              <w:t xml:space="preserve"> </w:t>
            </w:r>
            <w:r>
              <w:t>Entry</w:t>
            </w:r>
            <w:r>
              <w:rPr>
                <w:rFonts w:hint="eastAsia"/>
              </w:rPr>
              <w:t>생성자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도움을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받아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윈도우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창에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너비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입력창이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생기고</w:t>
            </w:r>
            <w:r>
              <w:rPr>
                <w:rFonts w:hint="eastAsia"/>
              </w:rPr>
              <w:t xml:space="preserve"> </w:t>
            </w:r>
            <w:r w:rsidR="00271AE0">
              <w:rPr>
                <w:rFonts w:hint="eastAsia"/>
              </w:rPr>
              <w:t>n</w:t>
            </w:r>
            <w:r w:rsidR="00271AE0">
              <w:t>ame</w:t>
            </w:r>
            <w:r w:rsidR="00271AE0">
              <w:rPr>
                <w:rFonts w:hint="eastAsia"/>
              </w:rPr>
              <w:t>변수는</w:t>
            </w:r>
            <w:r w:rsidR="00271AE0">
              <w:rPr>
                <w:rFonts w:hint="eastAsia"/>
              </w:rPr>
              <w:t xml:space="preserve"> </w:t>
            </w:r>
            <w:r w:rsidR="00271AE0">
              <w:t>entry</w:t>
            </w:r>
            <w:r w:rsidR="003C5112">
              <w:rPr>
                <w:rFonts w:hint="eastAsia"/>
              </w:rPr>
              <w:t>위젯</w:t>
            </w:r>
            <w:r w:rsidR="00271AE0">
              <w:rPr>
                <w:rFonts w:hint="eastAsia"/>
              </w:rPr>
              <w:t>에</w:t>
            </w:r>
            <w:r w:rsidR="00271AE0">
              <w:rPr>
                <w:rFonts w:hint="eastAsia"/>
              </w:rPr>
              <w:t xml:space="preserve"> </w:t>
            </w:r>
            <w:r w:rsidR="00271AE0">
              <w:rPr>
                <w:rFonts w:hint="eastAsia"/>
              </w:rPr>
              <w:t>바인딩</w:t>
            </w:r>
            <w:r w:rsidR="00FD7102">
              <w:rPr>
                <w:rFonts w:hint="eastAsia"/>
              </w:rPr>
              <w:t>한</w:t>
            </w:r>
            <w:r w:rsidR="00271AE0">
              <w:rPr>
                <w:rFonts w:hint="eastAsia"/>
              </w:rPr>
              <w:t>다</w:t>
            </w:r>
            <w:r w:rsidR="00271AE0">
              <w:rPr>
                <w:rFonts w:hint="eastAsia"/>
              </w:rPr>
              <w:t>.</w:t>
            </w:r>
          </w:p>
          <w:p w:rsidR="00271AE0" w:rsidRPr="00FD7102" w:rsidRDefault="00271AE0" w:rsidP="00271F14"/>
          <w:p w:rsidR="00A10B44" w:rsidRDefault="00A10B44" w:rsidP="00271F14">
            <w:r>
              <w:rPr>
                <w:rFonts w:hint="eastAsia"/>
              </w:rPr>
              <w:t>버튼이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클릭되면</w:t>
            </w:r>
            <w:r>
              <w:rPr>
                <w:rFonts w:hint="eastAsia"/>
              </w:rPr>
              <w:t xml:space="preserve"> </w:t>
            </w:r>
            <w:r>
              <w:t>click_</w:t>
            </w:r>
            <w:r>
              <w:rPr>
                <w:rFonts w:hint="eastAsia"/>
              </w:rPr>
              <w:t>m</w:t>
            </w:r>
            <w:r>
              <w:t>e</w:t>
            </w:r>
            <w:r>
              <w:rPr>
                <w:rFonts w:hint="eastAsia"/>
              </w:rPr>
              <w:t>함수가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호출되는데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버튼의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텍스트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수정한다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  <w:p w:rsidR="00A10B44" w:rsidRDefault="00A10B44" w:rsidP="00271F14">
            <w:r>
              <w:t>name.get()</w:t>
            </w:r>
            <w:r>
              <w:rPr>
                <w:rFonts w:hint="eastAsia"/>
              </w:rPr>
              <w:t xml:space="preserve"> =</w:t>
            </w:r>
            <w:r>
              <w:t xml:space="preserve">&gt; </w:t>
            </w:r>
            <w:r w:rsidR="00FD7102">
              <w:rPr>
                <w:rFonts w:hint="eastAsia"/>
              </w:rPr>
              <w:t>n</w:t>
            </w:r>
            <w:r w:rsidR="00FD7102">
              <w:t>ame</w:t>
            </w:r>
            <w:r w:rsidR="00FD7102">
              <w:rPr>
                <w:rFonts w:hint="eastAsia"/>
              </w:rPr>
              <w:t>에</w:t>
            </w:r>
            <w:r w:rsidR="00FD7102">
              <w:rPr>
                <w:rFonts w:hint="eastAsia"/>
              </w:rPr>
              <w:t xml:space="preserve"> </w:t>
            </w:r>
            <w:proofErr w:type="gramStart"/>
            <w:r w:rsidR="00FD7102">
              <w:rPr>
                <w:rFonts w:hint="eastAsia"/>
              </w:rPr>
              <w:t>바인딩된</w:t>
            </w:r>
            <w:r w:rsidR="00FD7102">
              <w:t xml:space="preserve"> </w:t>
            </w:r>
            <w:r w:rsidR="003C5112">
              <w:t xml:space="preserve"> </w:t>
            </w:r>
            <w:r w:rsidR="00FD7102">
              <w:rPr>
                <w:rFonts w:hint="eastAsia"/>
              </w:rPr>
              <w:t>엔트리</w:t>
            </w:r>
            <w:proofErr w:type="gramEnd"/>
            <w:r w:rsidR="00FD7102">
              <w:rPr>
                <w:rFonts w:hint="eastAsia"/>
              </w:rPr>
              <w:t xml:space="preserve"> </w:t>
            </w:r>
            <w:r w:rsidR="00FD7102">
              <w:rPr>
                <w:rFonts w:hint="eastAsia"/>
              </w:rPr>
              <w:t>위젯의</w:t>
            </w:r>
            <w:r w:rsidR="00FD7102">
              <w:rPr>
                <w:rFonts w:hint="eastAsia"/>
              </w:rPr>
              <w:t xml:space="preserve"> </w:t>
            </w:r>
            <w:r w:rsidR="00FD7102">
              <w:rPr>
                <w:rFonts w:hint="eastAsia"/>
              </w:rPr>
              <w:t>값을</w:t>
            </w:r>
            <w:r w:rsidR="00FD7102">
              <w:rPr>
                <w:rFonts w:hint="eastAsia"/>
              </w:rPr>
              <w:t xml:space="preserve"> </w:t>
            </w:r>
            <w:r w:rsidR="00FD7102">
              <w:rPr>
                <w:rFonts w:hint="eastAsia"/>
              </w:rPr>
              <w:t>가져온다</w:t>
            </w:r>
            <w:r w:rsidR="00FD7102">
              <w:rPr>
                <w:rFonts w:hint="eastAsia"/>
              </w:rPr>
              <w:t>.</w:t>
            </w:r>
          </w:p>
          <w:p w:rsidR="00A10B44" w:rsidRDefault="00A10B44" w:rsidP="00271F14"/>
          <w:p w:rsidR="00A10B44" w:rsidRPr="009B2198" w:rsidRDefault="00A10B44" w:rsidP="00271F14">
            <w:r>
              <w:rPr>
                <w:rFonts w:hint="eastAsia"/>
              </w:rPr>
              <w:t>실행결과는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입력창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엔트리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위젯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기입도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안하고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버튼을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누르면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버튼의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텍스트가</w:t>
            </w:r>
            <w:r>
              <w:rPr>
                <w:rFonts w:hint="eastAsia"/>
              </w:rPr>
              <w:t xml:space="preserve"> </w:t>
            </w:r>
            <w:r>
              <w:t>Hello</w:t>
            </w:r>
            <w:r>
              <w:rPr>
                <w:rFonts w:hint="eastAsia"/>
              </w:rPr>
              <w:t>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바뀐다</w:t>
            </w:r>
            <w:r>
              <w:rPr>
                <w:rFonts w:hint="eastAsia"/>
              </w:rPr>
              <w:t>.</w:t>
            </w:r>
          </w:p>
        </w:tc>
      </w:tr>
      <w:tr w:rsidR="00C22AEF" w:rsidRPr="005424B3" w:rsidTr="00DF3F8B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275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275"/>
            </w:tblGrid>
            <w:tr w:rsidR="00C22AEF" w:rsidRPr="005424B3" w:rsidTr="00E4453B">
              <w:trPr>
                <w:trHeight w:hRule="exact" w:val="1875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655952681"/>
                      <w:placeholder>
                        <w:docPart w:val="81428B78A59A4DA9B7BB1791F9B5C0E0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GUI_set_focus.py</w:t>
                  </w:r>
                </w:p>
              </w:tc>
            </w:tr>
            <w:tr w:rsidR="00C22AEF" w:rsidRPr="005424B3" w:rsidTr="00E4453B">
              <w:trPr>
                <w:trHeight w:val="781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1F34CF" w:rsidRDefault="001F34CF" w:rsidP="001F34CF">
                  <w:r>
                    <w:t>import tkinter as tk</w:t>
                  </w:r>
                </w:p>
                <w:p w:rsidR="001F34CF" w:rsidRDefault="001F34CF" w:rsidP="001F34CF">
                  <w:r>
                    <w:t>from tkinter import ttk</w:t>
                  </w:r>
                </w:p>
                <w:p w:rsidR="001F34CF" w:rsidRDefault="001F34CF" w:rsidP="001F34CF"/>
                <w:p w:rsidR="001F34CF" w:rsidRDefault="001F34CF" w:rsidP="001F34CF">
                  <w:r>
                    <w:t>win=</w:t>
                  </w:r>
                  <w:proofErr w:type="gramStart"/>
                  <w:r>
                    <w:t>tk.Tk</w:t>
                  </w:r>
                  <w:proofErr w:type="gramEnd"/>
                  <w:r>
                    <w:t>()</w:t>
                  </w:r>
                </w:p>
                <w:p w:rsidR="001F34CF" w:rsidRDefault="001F34CF" w:rsidP="001F34CF">
                  <w:proofErr w:type="gramStart"/>
                  <w:r>
                    <w:t>win.title</w:t>
                  </w:r>
                  <w:proofErr w:type="gramEnd"/>
                  <w:r>
                    <w:t>("Python GUI")</w:t>
                  </w:r>
                </w:p>
                <w:p w:rsidR="001F34CF" w:rsidRDefault="001F34CF" w:rsidP="001F34CF">
                  <w:r>
                    <w:t>a_label=</w:t>
                  </w:r>
                  <w:proofErr w:type="gramStart"/>
                  <w:r>
                    <w:t>ttk.Label</w:t>
                  </w:r>
                  <w:proofErr w:type="gramEnd"/>
                  <w:r>
                    <w:t>(win,text="A Label")</w:t>
                  </w:r>
                </w:p>
                <w:p w:rsidR="001F34CF" w:rsidRDefault="001F34CF" w:rsidP="001F34CF">
                  <w:r>
                    <w:t>a_</w:t>
                  </w:r>
                  <w:proofErr w:type="gramStart"/>
                  <w:r>
                    <w:t>label.grid</w:t>
                  </w:r>
                  <w:proofErr w:type="gramEnd"/>
                  <w:r>
                    <w:t>(column=0,row=0)</w:t>
                  </w:r>
                </w:p>
                <w:p w:rsidR="001F34CF" w:rsidRDefault="001F34CF" w:rsidP="001F34CF"/>
                <w:p w:rsidR="001F34CF" w:rsidRDefault="001F34CF" w:rsidP="001F34CF">
                  <w:r>
                    <w:t>def click_</w:t>
                  </w:r>
                  <w:proofErr w:type="gramStart"/>
                  <w:r>
                    <w:t>me(</w:t>
                  </w:r>
                  <w:proofErr w:type="gramEnd"/>
                  <w:r>
                    <w:t>):</w:t>
                  </w:r>
                </w:p>
                <w:p w:rsidR="001F34CF" w:rsidRDefault="001F34CF" w:rsidP="001F34CF">
                  <w:r>
                    <w:t xml:space="preserve">    </w:t>
                  </w:r>
                  <w:proofErr w:type="gramStart"/>
                  <w:r>
                    <w:t>action.configure</w:t>
                  </w:r>
                  <w:proofErr w:type="gramEnd"/>
                  <w:r>
                    <w:t>(text="Hello"+name.get())</w:t>
                  </w:r>
                </w:p>
                <w:p w:rsidR="001F34CF" w:rsidRDefault="001F34CF" w:rsidP="001F34CF"/>
                <w:p w:rsidR="001F34CF" w:rsidRDefault="001F34CF" w:rsidP="001F34CF">
                  <w:proofErr w:type="gramStart"/>
                  <w:r>
                    <w:t>ttk.Label</w:t>
                  </w:r>
                  <w:proofErr w:type="gramEnd"/>
                  <w:r>
                    <w:t>(win,text="Enter a name:").grid(column=0, row=0)</w:t>
                  </w:r>
                </w:p>
                <w:p w:rsidR="001F34CF" w:rsidRDefault="001F34CF" w:rsidP="001F34CF"/>
                <w:p w:rsidR="001F34CF" w:rsidRDefault="001F34CF" w:rsidP="001F34CF">
                  <w:r>
                    <w:t xml:space="preserve">name= </w:t>
                  </w:r>
                  <w:proofErr w:type="gramStart"/>
                  <w:r>
                    <w:t>tk.StringVar</w:t>
                  </w:r>
                  <w:proofErr w:type="gramEnd"/>
                  <w:r>
                    <w:t>()</w:t>
                  </w:r>
                </w:p>
                <w:p w:rsidR="001F34CF" w:rsidRDefault="001F34CF" w:rsidP="001F34CF">
                  <w:r>
                    <w:t xml:space="preserve">name_entered = </w:t>
                  </w:r>
                  <w:proofErr w:type="gramStart"/>
                  <w:r>
                    <w:t>ttk.Entry</w:t>
                  </w:r>
                  <w:proofErr w:type="gramEnd"/>
                  <w:r>
                    <w:t>(win, width=12, textvariable=name)</w:t>
                  </w:r>
                </w:p>
                <w:p w:rsidR="001F34CF" w:rsidRDefault="001F34CF" w:rsidP="001F34CF">
                  <w:r>
                    <w:t>name_</w:t>
                  </w:r>
                  <w:proofErr w:type="gramStart"/>
                  <w:r>
                    <w:t>entered.grid</w:t>
                  </w:r>
                  <w:proofErr w:type="gramEnd"/>
                  <w:r>
                    <w:t>(column=0, row=1)</w:t>
                  </w:r>
                </w:p>
                <w:p w:rsidR="001F34CF" w:rsidRDefault="001F34CF" w:rsidP="001F34CF"/>
                <w:p w:rsidR="001F34CF" w:rsidRDefault="001F34CF" w:rsidP="001F34CF">
                  <w:r>
                    <w:t>action=</w:t>
                  </w:r>
                  <w:proofErr w:type="gramStart"/>
                  <w:r>
                    <w:t>ttk.Button</w:t>
                  </w:r>
                  <w:proofErr w:type="gramEnd"/>
                  <w:r>
                    <w:t>(win, text="Click Me!", command=click_me)</w:t>
                  </w:r>
                </w:p>
                <w:p w:rsidR="001F34CF" w:rsidRDefault="001F34CF" w:rsidP="001F34CF">
                  <w:proofErr w:type="gramStart"/>
                  <w:r>
                    <w:t>action.grid</w:t>
                  </w:r>
                  <w:proofErr w:type="gramEnd"/>
                  <w:r>
                    <w:t>(column=1, row=1)</w:t>
                  </w:r>
                </w:p>
                <w:p w:rsidR="001F34CF" w:rsidRDefault="001F34CF" w:rsidP="001F34CF">
                  <w:proofErr w:type="gramStart"/>
                  <w:r w:rsidRPr="009D4898">
                    <w:rPr>
                      <w:rFonts w:hint="eastAsia"/>
                      <w:highlight w:val="yellow"/>
                    </w:rPr>
                    <w:t>a</w:t>
                  </w:r>
                  <w:r w:rsidRPr="009D4898">
                    <w:rPr>
                      <w:highlight w:val="yellow"/>
                    </w:rPr>
                    <w:t>ction.configure</w:t>
                  </w:r>
                  <w:proofErr w:type="gramEnd"/>
                  <w:r w:rsidRPr="009D4898">
                    <w:rPr>
                      <w:highlight w:val="yellow"/>
                    </w:rPr>
                    <w:t>(state=’disabled’)</w:t>
                  </w:r>
                </w:p>
                <w:p w:rsidR="001F34CF" w:rsidRDefault="001F34CF" w:rsidP="001F34CF"/>
                <w:p w:rsidR="001F34CF" w:rsidRDefault="001F34CF" w:rsidP="001F34CF">
                  <w:r w:rsidRPr="009D4898">
                    <w:rPr>
                      <w:rFonts w:hint="eastAsia"/>
                      <w:highlight w:val="yellow"/>
                    </w:rPr>
                    <w:t>n</w:t>
                  </w:r>
                  <w:r w:rsidRPr="009D4898">
                    <w:rPr>
                      <w:highlight w:val="yellow"/>
                    </w:rPr>
                    <w:t>ame_</w:t>
                  </w:r>
                  <w:proofErr w:type="gramStart"/>
                  <w:r w:rsidRPr="009D4898">
                    <w:rPr>
                      <w:highlight w:val="yellow"/>
                    </w:rPr>
                    <w:t>entered.focus</w:t>
                  </w:r>
                  <w:proofErr w:type="gramEnd"/>
                  <w:r w:rsidRPr="009D4898">
                    <w:rPr>
                      <w:highlight w:val="yellow"/>
                    </w:rPr>
                    <w:t>()</w:t>
                  </w:r>
                </w:p>
                <w:p w:rsidR="001F34CF" w:rsidRDefault="001F34CF" w:rsidP="001F34CF">
                  <w:proofErr w:type="gramStart"/>
                  <w:r w:rsidRPr="001432F4">
                    <w:t>win.mainloop</w:t>
                  </w:r>
                  <w:proofErr w:type="gramEnd"/>
                  <w:r w:rsidRPr="001432F4">
                    <w:t>()</w:t>
                  </w:r>
                </w:p>
                <w:p w:rsidR="00DF3F8B" w:rsidRDefault="00DF3F8B" w:rsidP="001F34CF"/>
                <w:p w:rsidR="00C22AEF" w:rsidRPr="001F34CF" w:rsidRDefault="00DF3F8B" w:rsidP="00271F14">
                  <w:pPr>
                    <w:pStyle w:val="afa"/>
                    <w:rPr>
                      <w:rFonts w:ascii="맑은 고딕" w:hAnsi="맑은 고딕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0F6DBA5" wp14:editId="69750AF4">
                        <wp:extent cx="2133600" cy="923925"/>
                        <wp:effectExtent l="0" t="0" r="0" b="9525"/>
                        <wp:docPr id="9" name="그림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3600" cy="923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1F34C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위젯에 포커스 설정하고 비활성화하기</w:t>
                  </w: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026586" w:rsidRDefault="00A45B9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Name_entered</w:t>
            </w:r>
            <w:r>
              <w:rPr>
                <w:rFonts w:ascii="맑은 고딕" w:hAnsi="맑은 고딕" w:hint="eastAsia"/>
              </w:rPr>
              <w:t xml:space="preserve">변수는 </w:t>
            </w:r>
            <w:r>
              <w:rPr>
                <w:rFonts w:ascii="맑은 고딕" w:hAnsi="맑은 고딕"/>
              </w:rPr>
              <w:t>entry</w:t>
            </w:r>
            <w:r>
              <w:rPr>
                <w:rFonts w:ascii="맑은 고딕" w:hAnsi="맑은 고딕" w:hint="eastAsia"/>
              </w:rPr>
              <w:t>위젯을 나타낸다.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 xml:space="preserve">이를 포커스하면 </w:t>
            </w:r>
            <w:r>
              <w:rPr>
                <w:rFonts w:ascii="맑은 고딕" w:hAnsi="맑은 고딕"/>
              </w:rPr>
              <w:t>entry</w:t>
            </w:r>
            <w:r>
              <w:rPr>
                <w:rFonts w:ascii="맑은 고딕" w:hAnsi="맑은 고딕" w:hint="eastAsia"/>
              </w:rPr>
              <w:t>위젯에 입력하라는 표시가 보이게 된다.</w:t>
            </w:r>
            <w:r>
              <w:rPr>
                <w:rFonts w:ascii="맑은 고딕" w:hAnsi="맑은 고딕"/>
              </w:rPr>
              <w:t xml:space="preserve"> </w:t>
            </w:r>
          </w:p>
          <w:p w:rsidR="00A45B9A" w:rsidRDefault="00A45B9A" w:rsidP="00271F14">
            <w:pPr>
              <w:rPr>
                <w:rFonts w:ascii="맑은 고딕" w:hAnsi="맑은 고딕"/>
              </w:rPr>
            </w:pPr>
          </w:p>
          <w:p w:rsidR="00A45B9A" w:rsidRPr="005424B3" w:rsidRDefault="00A45B9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a</w:t>
            </w:r>
            <w:r>
              <w:rPr>
                <w:rFonts w:ascii="맑은 고딕" w:hAnsi="맑은 고딕"/>
              </w:rPr>
              <w:t>ction</w:t>
            </w:r>
            <w:r>
              <w:rPr>
                <w:rFonts w:ascii="맑은 고딕" w:hAnsi="맑은 고딕" w:hint="eastAsia"/>
              </w:rPr>
              <w:t xml:space="preserve">변수는 </w:t>
            </w:r>
            <w:r>
              <w:rPr>
                <w:rFonts w:ascii="맑은 고딕" w:hAnsi="맑은 고딕"/>
              </w:rPr>
              <w:t>button</w:t>
            </w:r>
            <w:r>
              <w:rPr>
                <w:rFonts w:ascii="맑은 고딕" w:hAnsi="맑은 고딕" w:hint="eastAsia"/>
              </w:rPr>
              <w:t>위젯을 나타낸다.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만약 c</w:t>
            </w:r>
            <w:r>
              <w:rPr>
                <w:rFonts w:ascii="맑은 고딕" w:hAnsi="맑은 고딕"/>
              </w:rPr>
              <w:t>onfigure</w:t>
            </w:r>
            <w:r>
              <w:rPr>
                <w:rFonts w:ascii="맑은 고딕" w:hAnsi="맑은 고딕" w:hint="eastAsia"/>
              </w:rPr>
              <w:t>로 설정을 변경하는데 상태,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 xml:space="preserve">즉 </w:t>
            </w:r>
            <w:r>
              <w:rPr>
                <w:rFonts w:ascii="맑은 고딕" w:hAnsi="맑은 고딕"/>
              </w:rPr>
              <w:t>state</w:t>
            </w:r>
            <w:r>
              <w:rPr>
                <w:rFonts w:ascii="맑은 고딕" w:hAnsi="맑은 고딕" w:hint="eastAsia"/>
              </w:rPr>
              <w:t>를 d</w:t>
            </w:r>
            <w:r>
              <w:rPr>
                <w:rFonts w:ascii="맑은 고딕" w:hAnsi="맑은 고딕"/>
              </w:rPr>
              <w:t>isabled</w:t>
            </w:r>
            <w:r>
              <w:rPr>
                <w:rFonts w:ascii="맑은 고딕" w:hAnsi="맑은 고딕" w:hint="eastAsia"/>
              </w:rPr>
              <w:t>로 만들면 버튼은 누를 수 없게 된다.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2113476696"/>
                      <w:placeholder>
                        <w:docPart w:val="5351D08848AD493982DCCB51ADB051C3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 xml:space="preserve">GUI폼 </w:t>
                      </w:r>
                      <w:r w:rsidR="00E4453B">
                        <w:rPr>
                          <w:rFonts w:ascii="맑은 고딕" w:hAnsi="맑은 고딕" w:hint="eastAsia"/>
                        </w:rPr>
                        <w:t>만</w:t>
                      </w:r>
                      <w:r w:rsidR="00C22AEF">
                        <w:rPr>
                          <w:rFonts w:ascii="맑은 고딕" w:hAnsi="맑은 고딕" w:hint="eastAsia"/>
                        </w:rPr>
                        <w:t>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GUI_combobox_widget.py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1F34CF" w:rsidRDefault="001F34CF" w:rsidP="001F34CF">
                  <w:r>
                    <w:t xml:space="preserve">name= </w:t>
                  </w:r>
                  <w:proofErr w:type="gramStart"/>
                  <w:r>
                    <w:t>tk.StringVar</w:t>
                  </w:r>
                  <w:proofErr w:type="gramEnd"/>
                  <w:r>
                    <w:t>()</w:t>
                  </w:r>
                </w:p>
                <w:p w:rsidR="001F34CF" w:rsidRDefault="001F34CF" w:rsidP="001F34CF">
                  <w:r>
                    <w:t xml:space="preserve">name_entered = </w:t>
                  </w:r>
                  <w:proofErr w:type="gramStart"/>
                  <w:r>
                    <w:t>ttk.Entry</w:t>
                  </w:r>
                  <w:proofErr w:type="gramEnd"/>
                  <w:r>
                    <w:t>(win, width=12, textvariable=name)</w:t>
                  </w:r>
                </w:p>
                <w:p w:rsidR="001F34CF" w:rsidRDefault="001F34CF" w:rsidP="001F34CF">
                  <w:r>
                    <w:t>name_</w:t>
                  </w:r>
                  <w:proofErr w:type="gramStart"/>
                  <w:r>
                    <w:t>entered.grid</w:t>
                  </w:r>
                  <w:proofErr w:type="gramEnd"/>
                  <w:r>
                    <w:t>(column=0, row=1)</w:t>
                  </w:r>
                </w:p>
                <w:p w:rsidR="001F34CF" w:rsidRDefault="001F34CF" w:rsidP="001F34CF"/>
                <w:p w:rsidR="001F34CF" w:rsidRDefault="001F34CF" w:rsidP="001F34CF">
                  <w:r>
                    <w:t>action=</w:t>
                  </w:r>
                  <w:proofErr w:type="gramStart"/>
                  <w:r>
                    <w:t>ttk.Button</w:t>
                  </w:r>
                  <w:proofErr w:type="gramEnd"/>
                  <w:r>
                    <w:t>(win, text="Click Me!", command=click_me)</w:t>
                  </w:r>
                </w:p>
                <w:p w:rsidR="001F34CF" w:rsidRDefault="001F34CF" w:rsidP="001F34CF">
                  <w:proofErr w:type="gramStart"/>
                  <w:r>
                    <w:t>action.grid</w:t>
                  </w:r>
                  <w:proofErr w:type="gramEnd"/>
                  <w:r>
                    <w:t>(column=2, row=1)</w:t>
                  </w:r>
                </w:p>
                <w:p w:rsidR="001F34CF" w:rsidRDefault="001F34CF" w:rsidP="001F34CF"/>
                <w:p w:rsidR="001F34CF" w:rsidRDefault="001F34CF" w:rsidP="001F34CF">
                  <w:proofErr w:type="gramStart"/>
                  <w:r>
                    <w:t>ttk.Label</w:t>
                  </w:r>
                  <w:proofErr w:type="gramEnd"/>
                  <w:r>
                    <w:t>(win,text="Choose a number").grid(column=1,row=0)</w:t>
                  </w:r>
                </w:p>
                <w:p w:rsidR="001F34CF" w:rsidRDefault="001F34CF" w:rsidP="001F34CF"/>
                <w:p w:rsidR="001F34CF" w:rsidRPr="002F3F0B" w:rsidRDefault="001F34CF" w:rsidP="001F34CF">
                  <w:pPr>
                    <w:rPr>
                      <w:highlight w:val="yellow"/>
                    </w:rPr>
                  </w:pPr>
                  <w:r w:rsidRPr="002F3F0B">
                    <w:rPr>
                      <w:highlight w:val="yellow"/>
                    </w:rPr>
                    <w:t>number=</w:t>
                  </w:r>
                  <w:proofErr w:type="gramStart"/>
                  <w:r w:rsidRPr="002F3F0B">
                    <w:rPr>
                      <w:highlight w:val="yellow"/>
                    </w:rPr>
                    <w:t>tk.StringVar</w:t>
                  </w:r>
                  <w:proofErr w:type="gramEnd"/>
                  <w:r w:rsidRPr="002F3F0B">
                    <w:rPr>
                      <w:highlight w:val="yellow"/>
                    </w:rPr>
                    <w:t>()</w:t>
                  </w:r>
                </w:p>
                <w:p w:rsidR="001F34CF" w:rsidRPr="002F3F0B" w:rsidRDefault="001F34CF" w:rsidP="001F34CF">
                  <w:pPr>
                    <w:rPr>
                      <w:highlight w:val="yellow"/>
                    </w:rPr>
                  </w:pPr>
                  <w:r w:rsidRPr="002F3F0B">
                    <w:rPr>
                      <w:highlight w:val="yellow"/>
                    </w:rPr>
                    <w:t>number_chosen=</w:t>
                  </w:r>
                  <w:proofErr w:type="gramStart"/>
                  <w:r w:rsidRPr="002F3F0B">
                    <w:rPr>
                      <w:highlight w:val="yellow"/>
                    </w:rPr>
                    <w:t>ttk.Combobox</w:t>
                  </w:r>
                  <w:proofErr w:type="gramEnd"/>
                  <w:r w:rsidRPr="002F3F0B">
                    <w:rPr>
                      <w:highlight w:val="yellow"/>
                    </w:rPr>
                    <w:t>(win,width=12,textvariable=number)</w:t>
                  </w:r>
                </w:p>
                <w:p w:rsidR="001F34CF" w:rsidRPr="002F3F0B" w:rsidRDefault="001F34CF" w:rsidP="001F34CF">
                  <w:pPr>
                    <w:rPr>
                      <w:highlight w:val="yellow"/>
                    </w:rPr>
                  </w:pPr>
                  <w:r w:rsidRPr="002F3F0B">
                    <w:rPr>
                      <w:highlight w:val="yellow"/>
                    </w:rPr>
                    <w:t>number_chosen['values</w:t>
                  </w:r>
                  <w:proofErr w:type="gramStart"/>
                  <w:r w:rsidRPr="002F3F0B">
                    <w:rPr>
                      <w:highlight w:val="yellow"/>
                    </w:rPr>
                    <w:t>']=</w:t>
                  </w:r>
                  <w:proofErr w:type="gramEnd"/>
                  <w:r w:rsidRPr="002F3F0B">
                    <w:rPr>
                      <w:highlight w:val="yellow"/>
                    </w:rPr>
                    <w:t>(1,2,4,42,100)</w:t>
                  </w:r>
                </w:p>
                <w:p w:rsidR="001F34CF" w:rsidRPr="002F3F0B" w:rsidRDefault="001F34CF" w:rsidP="001F34CF">
                  <w:pPr>
                    <w:rPr>
                      <w:highlight w:val="yellow"/>
                    </w:rPr>
                  </w:pPr>
                  <w:r w:rsidRPr="002F3F0B">
                    <w:rPr>
                      <w:highlight w:val="yellow"/>
                    </w:rPr>
                    <w:t>number_</w:t>
                  </w:r>
                  <w:proofErr w:type="gramStart"/>
                  <w:r w:rsidRPr="002F3F0B">
                    <w:rPr>
                      <w:highlight w:val="yellow"/>
                    </w:rPr>
                    <w:t>chosen.grid</w:t>
                  </w:r>
                  <w:proofErr w:type="gramEnd"/>
                  <w:r w:rsidRPr="002F3F0B">
                    <w:rPr>
                      <w:highlight w:val="yellow"/>
                    </w:rPr>
                    <w:t>(column=1,row=1)</w:t>
                  </w:r>
                </w:p>
                <w:p w:rsidR="001F34CF" w:rsidRDefault="001F34CF" w:rsidP="001F34CF">
                  <w:r w:rsidRPr="002F3F0B">
                    <w:rPr>
                      <w:highlight w:val="yellow"/>
                    </w:rPr>
                    <w:t>number_</w:t>
                  </w:r>
                  <w:proofErr w:type="gramStart"/>
                  <w:r w:rsidRPr="002F3F0B">
                    <w:rPr>
                      <w:highlight w:val="yellow"/>
                    </w:rPr>
                    <w:t>chosen.current</w:t>
                  </w:r>
                  <w:proofErr w:type="gramEnd"/>
                  <w:r w:rsidRPr="002F3F0B">
                    <w:rPr>
                      <w:highlight w:val="yellow"/>
                    </w:rPr>
                    <w:t>(0)</w:t>
                  </w:r>
                </w:p>
                <w:p w:rsidR="001F34CF" w:rsidRDefault="001F34CF" w:rsidP="001F34CF"/>
                <w:p w:rsidR="001F34CF" w:rsidRDefault="001F34CF" w:rsidP="001F34CF">
                  <w:r w:rsidRPr="001432F4">
                    <w:t>name_</w:t>
                  </w:r>
                  <w:proofErr w:type="gramStart"/>
                  <w:r w:rsidRPr="001432F4">
                    <w:t>entered.focus</w:t>
                  </w:r>
                  <w:proofErr w:type="gramEnd"/>
                  <w:r w:rsidRPr="001432F4">
                    <w:t>()</w:t>
                  </w:r>
                </w:p>
                <w:p w:rsidR="001F34CF" w:rsidRDefault="001F34CF" w:rsidP="001F34CF">
                  <w:proofErr w:type="gramStart"/>
                  <w:r w:rsidRPr="001432F4">
                    <w:t>win.mainloop</w:t>
                  </w:r>
                  <w:proofErr w:type="gramEnd"/>
                  <w:r w:rsidRPr="001432F4">
                    <w:t>()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E4453B" w:rsidRPr="00E4453B" w:rsidRDefault="00E4453B" w:rsidP="00E4453B">
                  <w:r>
                    <w:rPr>
                      <w:noProof/>
                    </w:rPr>
                    <w:drawing>
                      <wp:inline distT="0" distB="0" distL="0" distR="0" wp14:anchorId="4E995961" wp14:editId="57AF9E5D">
                        <wp:extent cx="3419475" cy="952500"/>
                        <wp:effectExtent l="0" t="0" r="9525" b="0"/>
                        <wp:docPr id="14" name="그림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19475" cy="952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453B" w:rsidRPr="00E4453B" w:rsidRDefault="00E4453B" w:rsidP="00E4453B"/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91074D" w:rsidRDefault="003C5112" w:rsidP="00271F1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  <w:r>
              <w:rPr>
                <w:rFonts w:asciiTheme="minorEastAsia" w:eastAsiaTheme="minorEastAsia" w:hAnsiTheme="minorEastAsia"/>
              </w:rPr>
              <w:t>umber</w:t>
            </w:r>
            <w:r>
              <w:rPr>
                <w:rFonts w:asciiTheme="minorEastAsia" w:eastAsiaTheme="minorEastAsia" w:hAnsiTheme="minorEastAsia" w:hint="eastAsia"/>
              </w:rPr>
              <w:t>변수는 문자열 데이터를 저장하는 변수이다.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t</w:t>
            </w:r>
            <w:r>
              <w:rPr>
                <w:rFonts w:asciiTheme="minorEastAsia" w:eastAsiaTheme="minorEastAsia" w:hAnsiTheme="minorEastAsia"/>
              </w:rPr>
              <w:t>tk</w:t>
            </w:r>
            <w:r>
              <w:rPr>
                <w:rFonts w:asciiTheme="minorEastAsia" w:eastAsiaTheme="minorEastAsia" w:hAnsiTheme="minorEastAsia" w:hint="eastAsia"/>
              </w:rPr>
              <w:t>모듈의 콤보박스 생성자로부터 너비1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 xml:space="preserve">의 콤보박스를 만들고 </w:t>
            </w:r>
            <w:r>
              <w:rPr>
                <w:rFonts w:asciiTheme="minorEastAsia" w:eastAsiaTheme="minorEastAsia" w:hAnsiTheme="minorEastAsia"/>
              </w:rPr>
              <w:t>number</w:t>
            </w:r>
            <w:r>
              <w:rPr>
                <w:rFonts w:asciiTheme="minorEastAsia" w:eastAsiaTheme="minorEastAsia" w:hAnsiTheme="minorEastAsia" w:hint="eastAsia"/>
              </w:rPr>
              <w:t>를 콤보박스 위젯에 바인딩한다.</w:t>
            </w:r>
          </w:p>
          <w:p w:rsidR="003C5112" w:rsidRDefault="003C5112" w:rsidP="00271F1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콤보박스의 값들은 </w:t>
            </w:r>
            <w:r>
              <w:rPr>
                <w:rFonts w:asciiTheme="minorEastAsia" w:eastAsiaTheme="minorEastAsia" w:hAnsiTheme="minorEastAsia"/>
              </w:rPr>
              <w:t>1,2,4,42,100</w:t>
            </w:r>
            <w:r>
              <w:rPr>
                <w:rFonts w:asciiTheme="minorEastAsia" w:eastAsiaTheme="minorEastAsia" w:hAnsiTheme="minorEastAsia" w:hint="eastAsia"/>
              </w:rPr>
              <w:t>으로 정</w:t>
            </w:r>
            <w:r w:rsidR="000A4BCC">
              <w:rPr>
                <w:rFonts w:asciiTheme="minorEastAsia" w:eastAsiaTheme="minorEastAsia" w:hAnsiTheme="minorEastAsia" w:hint="eastAsia"/>
              </w:rPr>
              <w:t>한다.</w:t>
            </w:r>
          </w:p>
          <w:p w:rsidR="003C5112" w:rsidRDefault="003C5112" w:rsidP="00271F1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콤보박스의 위치는 열이 </w:t>
            </w: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이고 행도</w:t>
            </w:r>
            <w:r>
              <w:rPr>
                <w:rFonts w:asciiTheme="minorEastAsia" w:eastAsiaTheme="minorEastAsia" w:hAnsiTheme="minorEastAsia"/>
              </w:rPr>
              <w:t xml:space="preserve"> 1</w:t>
            </w:r>
            <w:r>
              <w:rPr>
                <w:rFonts w:asciiTheme="minorEastAsia" w:eastAsiaTheme="minorEastAsia" w:hAnsiTheme="minorEastAsia" w:hint="eastAsia"/>
              </w:rPr>
              <w:t>인 곳으로 설정한다,</w:t>
            </w:r>
          </w:p>
          <w:p w:rsidR="003C5112" w:rsidRPr="0091074D" w:rsidRDefault="003C5112" w:rsidP="00271F1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c</w:t>
            </w:r>
            <w:r>
              <w:rPr>
                <w:rFonts w:asciiTheme="minorEastAsia" w:eastAsiaTheme="minorEastAsia" w:hAnsiTheme="minorEastAsia"/>
              </w:rPr>
              <w:t>urrent</w:t>
            </w:r>
            <w:r>
              <w:rPr>
                <w:rFonts w:asciiTheme="minorEastAsia" w:eastAsiaTheme="minorEastAsia" w:hAnsiTheme="minorEastAsia" w:hint="eastAsia"/>
              </w:rPr>
              <w:t xml:space="preserve">메소드를 통해 콤보박스의 현재 값을 </w:t>
            </w:r>
            <w:r>
              <w:rPr>
                <w:rFonts w:asciiTheme="minorEastAsia" w:eastAsiaTheme="minorEastAsia" w:hAnsiTheme="minorEastAsia"/>
              </w:rPr>
              <w:t>0</w:t>
            </w:r>
            <w:r>
              <w:rPr>
                <w:rFonts w:asciiTheme="minorEastAsia" w:eastAsiaTheme="minorEastAsia" w:hAnsiTheme="minorEastAsia" w:hint="eastAsia"/>
              </w:rPr>
              <w:t>으로 설정한다.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-175272092"/>
                      <w:placeholder>
                        <w:docPart w:val="05D04569291946F091B881778FAE128F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GUI_combobox_widget.py</w:t>
                  </w:r>
                </w:p>
                <w:p w:rsidR="00C22AEF" w:rsidRPr="00C22AEF" w:rsidRDefault="00C22AEF" w:rsidP="00C22AEF"/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1F34CF" w:rsidRDefault="001F34CF" w:rsidP="001F34CF">
                  <w:r>
                    <w:t>def click_</w:t>
                  </w:r>
                  <w:proofErr w:type="gramStart"/>
                  <w:r>
                    <w:t>me(</w:t>
                  </w:r>
                  <w:proofErr w:type="gramEnd"/>
                  <w:r>
                    <w:t>):</w:t>
                  </w:r>
                </w:p>
                <w:p w:rsidR="001F34CF" w:rsidRDefault="001F34CF" w:rsidP="001F34CF">
                  <w:r>
                    <w:t xml:space="preserve">    </w:t>
                  </w:r>
                  <w:proofErr w:type="gramStart"/>
                  <w:r>
                    <w:t>action.configure</w:t>
                  </w:r>
                  <w:proofErr w:type="gramEnd"/>
                  <w:r>
                    <w:t>(text="Hello"+name.get())</w:t>
                  </w:r>
                </w:p>
                <w:p w:rsidR="001F34CF" w:rsidRDefault="001F34CF" w:rsidP="001F34CF">
                  <w:r>
                    <w:t xml:space="preserve">    print(</w:t>
                  </w:r>
                  <w:proofErr w:type="gramStart"/>
                  <w:r>
                    <w:t>number.get(</w:t>
                  </w:r>
                  <w:proofErr w:type="gramEnd"/>
                  <w:r>
                    <w:t>))</w:t>
                  </w:r>
                </w:p>
                <w:p w:rsidR="001F34CF" w:rsidRDefault="001F34CF" w:rsidP="001F34CF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print(type(</w:t>
                  </w:r>
                  <w:proofErr w:type="gramStart"/>
                  <w:r>
                    <w:t>number.get(</w:t>
                  </w:r>
                  <w:proofErr w:type="gramEnd"/>
                  <w:r>
                    <w:t>)))</w:t>
                  </w:r>
                </w:p>
                <w:p w:rsidR="00E4453B" w:rsidRDefault="00E4453B" w:rsidP="001F34CF"/>
                <w:p w:rsidR="00E4453B" w:rsidRDefault="00E4453B" w:rsidP="001F34CF"/>
                <w:p w:rsidR="00E4453B" w:rsidRDefault="00E4453B" w:rsidP="001F34CF"/>
                <w:p w:rsidR="00E4453B" w:rsidRDefault="00E4453B" w:rsidP="001F34CF"/>
                <w:p w:rsidR="00E4453B" w:rsidRPr="006608B6" w:rsidRDefault="00E4453B" w:rsidP="001F34CF">
                  <w:r>
                    <w:rPr>
                      <w:noProof/>
                    </w:rPr>
                    <w:drawing>
                      <wp:inline distT="0" distB="0" distL="0" distR="0" wp14:anchorId="3E9DFBAB" wp14:editId="4396ECFF">
                        <wp:extent cx="3453765" cy="1443990"/>
                        <wp:effectExtent l="0" t="0" r="0" b="3810"/>
                        <wp:docPr id="11" name="그림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9"/>
                                <a:srcRect l="549" t="130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53765" cy="14439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2AEF" w:rsidRPr="001F34C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C22AEF" w:rsidRDefault="00C22AEF" w:rsidP="00C22AEF">
                  <w:r>
                    <w:t>(</w:t>
                  </w:r>
                  <w:r>
                    <w:rPr>
                      <w:rFonts w:hint="eastAsia"/>
                    </w:rPr>
                    <w:t>콤보박스의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반환값이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스트링으로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자동타입되는지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확인하기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4E34FC" w:rsidRDefault="004E34FC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버튼이 클릭되고 </w:t>
            </w:r>
            <w:r>
              <w:rPr>
                <w:rFonts w:ascii="맑은 고딕" w:hAnsi="맑은 고딕"/>
              </w:rPr>
              <w:t xml:space="preserve">click_me </w:t>
            </w:r>
            <w:r>
              <w:rPr>
                <w:rFonts w:ascii="맑은 고딕" w:hAnsi="맑은 고딕" w:hint="eastAsia"/>
              </w:rPr>
              <w:t xml:space="preserve">콜백함수가 실행되면 버튼의 텍스트를 </w:t>
            </w:r>
            <w:r>
              <w:rPr>
                <w:rFonts w:ascii="맑은 고딕" w:hAnsi="맑은 고딕"/>
              </w:rPr>
              <w:t>Hello+</w:t>
            </w:r>
            <w:r>
              <w:rPr>
                <w:rFonts w:ascii="맑은 고딕" w:hAnsi="맑은 고딕" w:hint="eastAsia"/>
              </w:rPr>
              <w:t>엔트리값으로 바꾼다.</w:t>
            </w:r>
          </w:p>
          <w:p w:rsidR="004E34FC" w:rsidRPr="00C22AEF" w:rsidRDefault="004E34FC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파이썬 쉘 창에는 넘버 변수에 바인딩된 콤보박스의 값을 출력하고 그 때의 데이터 타입을 출력한다</w:t>
            </w:r>
            <w:r>
              <w:rPr>
                <w:rFonts w:ascii="맑은 고딕" w:hAnsi="맑은 고딕"/>
              </w:rPr>
              <w:t>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201123463"/>
                      <w:placeholder>
                        <w:docPart w:val="085291B89AA447C68F0F720E7EE57223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</w:t>
                  </w:r>
                  <w:r>
                    <w:rPr>
                      <w:rFonts w:ascii="맑은 고딕" w:hAnsi="맑은 고딕" w:hint="eastAsia"/>
                    </w:rPr>
                    <w:t>combobox_</w:t>
                  </w:r>
                  <w:r>
                    <w:rPr>
                      <w:rFonts w:ascii="맑은 고딕" w:hAnsi="맑은 고딕"/>
                    </w:rPr>
                    <w:t>widget_randonly_plus_display_number.py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A6007A" w:rsidRDefault="00A6007A" w:rsidP="00A6007A">
                  <w:r>
                    <w:t>def click_</w:t>
                  </w:r>
                  <w:proofErr w:type="gramStart"/>
                  <w:r>
                    <w:t>me(</w:t>
                  </w:r>
                  <w:proofErr w:type="gramEnd"/>
                  <w:r>
                    <w:t>):</w:t>
                  </w:r>
                </w:p>
                <w:p w:rsidR="00A6007A" w:rsidRDefault="00A6007A" w:rsidP="00A6007A">
                  <w:r>
                    <w:t xml:space="preserve">    </w:t>
                  </w:r>
                  <w:proofErr w:type="gramStart"/>
                  <w:r w:rsidRPr="007F1150">
                    <w:rPr>
                      <w:highlight w:val="yellow"/>
                    </w:rPr>
                    <w:t>action.configure</w:t>
                  </w:r>
                  <w:proofErr w:type="gramEnd"/>
                  <w:r w:rsidRPr="007F1150">
                    <w:rPr>
                      <w:highlight w:val="yellow"/>
                    </w:rPr>
                    <w:t>(text="Hello"+name.get()+''+number_chosen.get())</w:t>
                  </w:r>
                </w:p>
                <w:p w:rsidR="00A6007A" w:rsidRDefault="00A6007A" w:rsidP="00A6007A"/>
                <w:p w:rsidR="00A6007A" w:rsidRDefault="00A6007A" w:rsidP="00A6007A">
                  <w:proofErr w:type="gramStart"/>
                  <w:r>
                    <w:t>ttk.Label</w:t>
                  </w:r>
                  <w:proofErr w:type="gramEnd"/>
                  <w:r>
                    <w:t>(win,text="Enter a name:").grid(column=0, row=0)</w:t>
                  </w:r>
                </w:p>
                <w:p w:rsidR="00A6007A" w:rsidRDefault="00A6007A" w:rsidP="00A6007A"/>
                <w:p w:rsidR="00A6007A" w:rsidRDefault="00A6007A" w:rsidP="00A6007A">
                  <w:r>
                    <w:t xml:space="preserve">name= </w:t>
                  </w:r>
                  <w:proofErr w:type="gramStart"/>
                  <w:r>
                    <w:t>tk.StringVar</w:t>
                  </w:r>
                  <w:proofErr w:type="gramEnd"/>
                  <w:r>
                    <w:t>()</w:t>
                  </w:r>
                </w:p>
                <w:p w:rsidR="00A6007A" w:rsidRDefault="00A6007A" w:rsidP="00A6007A">
                  <w:r>
                    <w:t xml:space="preserve">name_entered = </w:t>
                  </w:r>
                  <w:proofErr w:type="gramStart"/>
                  <w:r>
                    <w:t>ttk.Entry</w:t>
                  </w:r>
                  <w:proofErr w:type="gramEnd"/>
                  <w:r>
                    <w:t>(win, width=12, textvariable=name)</w:t>
                  </w:r>
                </w:p>
                <w:p w:rsidR="00A6007A" w:rsidRDefault="00A6007A" w:rsidP="00A6007A">
                  <w:r>
                    <w:t>name_</w:t>
                  </w:r>
                  <w:proofErr w:type="gramStart"/>
                  <w:r>
                    <w:t>entered.grid</w:t>
                  </w:r>
                  <w:proofErr w:type="gramEnd"/>
                  <w:r>
                    <w:t>(column=0, row=1)</w:t>
                  </w:r>
                </w:p>
                <w:p w:rsidR="00A6007A" w:rsidRDefault="00A6007A" w:rsidP="00A6007A"/>
                <w:p w:rsidR="00A6007A" w:rsidRDefault="00A6007A" w:rsidP="00A6007A">
                  <w:r>
                    <w:t>action=</w:t>
                  </w:r>
                  <w:proofErr w:type="gramStart"/>
                  <w:r>
                    <w:t>ttk.Button</w:t>
                  </w:r>
                  <w:proofErr w:type="gramEnd"/>
                  <w:r>
                    <w:t>(win, text="Click Me!", command=click_me)</w:t>
                  </w:r>
                </w:p>
                <w:p w:rsidR="00A6007A" w:rsidRDefault="00A6007A" w:rsidP="00A6007A">
                  <w:proofErr w:type="gramStart"/>
                  <w:r>
                    <w:t>action.grid</w:t>
                  </w:r>
                  <w:proofErr w:type="gramEnd"/>
                  <w:r>
                    <w:t>(column=2, row=1)</w:t>
                  </w:r>
                </w:p>
                <w:p w:rsidR="00A6007A" w:rsidRDefault="00A6007A" w:rsidP="00A6007A"/>
                <w:p w:rsidR="00A6007A" w:rsidRDefault="00A6007A" w:rsidP="00A6007A">
                  <w:proofErr w:type="gramStart"/>
                  <w:r>
                    <w:t>ttk.Label</w:t>
                  </w:r>
                  <w:proofErr w:type="gramEnd"/>
                  <w:r>
                    <w:t>(win,text="Choose a number").grid(column=1,row=0)</w:t>
                  </w:r>
                </w:p>
                <w:p w:rsidR="00A6007A" w:rsidRDefault="00A6007A" w:rsidP="00A6007A"/>
                <w:p w:rsidR="00A6007A" w:rsidRDefault="00A6007A" w:rsidP="00A6007A">
                  <w:r>
                    <w:t>number=</w:t>
                  </w:r>
                  <w:proofErr w:type="gramStart"/>
                  <w:r>
                    <w:t>tk.StringVar</w:t>
                  </w:r>
                  <w:proofErr w:type="gramEnd"/>
                  <w:r>
                    <w:t>()</w:t>
                  </w:r>
                </w:p>
                <w:p w:rsidR="00A6007A" w:rsidRDefault="00A6007A" w:rsidP="00A6007A">
                  <w:r w:rsidRPr="00332A55">
                    <w:rPr>
                      <w:highlight w:val="yellow"/>
                    </w:rPr>
                    <w:t>number_chosen=</w:t>
                  </w:r>
                  <w:proofErr w:type="gramStart"/>
                  <w:r w:rsidRPr="00332A55">
                    <w:rPr>
                      <w:highlight w:val="yellow"/>
                    </w:rPr>
                    <w:t>ttk.Combobox</w:t>
                  </w:r>
                  <w:proofErr w:type="gramEnd"/>
                  <w:r w:rsidRPr="00332A55">
                    <w:rPr>
                      <w:highlight w:val="yellow"/>
                    </w:rPr>
                    <w:t>(win,width=12,textvariable=number, state= 'readonly')</w:t>
                  </w:r>
                </w:p>
                <w:p w:rsidR="00A6007A" w:rsidRDefault="00A6007A" w:rsidP="00A6007A">
                  <w:r>
                    <w:t>number_chosen['values</w:t>
                  </w:r>
                  <w:proofErr w:type="gramStart"/>
                  <w:r>
                    <w:t>']=</w:t>
                  </w:r>
                  <w:proofErr w:type="gramEnd"/>
                  <w:r>
                    <w:t>(1,2,4,42,100)</w:t>
                  </w:r>
                </w:p>
                <w:p w:rsidR="00A6007A" w:rsidRDefault="00A6007A" w:rsidP="00A6007A">
                  <w:r>
                    <w:t>number_</w:t>
                  </w:r>
                  <w:proofErr w:type="gramStart"/>
                  <w:r>
                    <w:t>chosen.grid</w:t>
                  </w:r>
                  <w:proofErr w:type="gramEnd"/>
                  <w:r>
                    <w:t>(column=1,row=1)</w:t>
                  </w:r>
                </w:p>
                <w:p w:rsidR="00A6007A" w:rsidRDefault="00A6007A" w:rsidP="00A6007A">
                  <w:r>
                    <w:t>number_</w:t>
                  </w:r>
                  <w:proofErr w:type="gramStart"/>
                  <w:r>
                    <w:t>chosen.current</w:t>
                  </w:r>
                  <w:proofErr w:type="gramEnd"/>
                  <w:r>
                    <w:t>(0)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E4453B" w:rsidRPr="00E4453B" w:rsidRDefault="00E4453B" w:rsidP="00E4453B">
                  <w:r>
                    <w:rPr>
                      <w:noProof/>
                    </w:rPr>
                    <w:drawing>
                      <wp:inline distT="0" distB="0" distL="0" distR="0" wp14:anchorId="46EECCF1" wp14:editId="52390201">
                        <wp:extent cx="3429000" cy="942975"/>
                        <wp:effectExtent l="0" t="0" r="0" b="9525"/>
                        <wp:docPr id="13" name="그림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0" cy="94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7F1150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 </w:t>
            </w:r>
          </w:p>
          <w:p w:rsidR="007F1150" w:rsidRDefault="007F1150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 콤보 박스에서 선택한 값을 버튼에 나타나도록 설정한다.</w:t>
            </w:r>
            <w:r>
              <w:rPr>
                <w:rFonts w:ascii="맑은 고딕" w:hAnsi="맑은 고딕"/>
              </w:rPr>
              <w:t xml:space="preserve"> </w:t>
            </w:r>
          </w:p>
          <w:p w:rsidR="008202AB" w:rsidRDefault="008202AB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s</w:t>
            </w:r>
            <w:r>
              <w:rPr>
                <w:rFonts w:ascii="맑은 고딕" w:hAnsi="맑은 고딕"/>
              </w:rPr>
              <w:t>tat</w:t>
            </w:r>
            <w:r w:rsidR="00215E0E">
              <w:rPr>
                <w:rFonts w:ascii="맑은 고딕" w:hAnsi="맑은 고딕" w:hint="eastAsia"/>
              </w:rPr>
              <w:t>e상태</w:t>
            </w:r>
            <w:r>
              <w:rPr>
                <w:rFonts w:ascii="맑은 고딕" w:hAnsi="맑은 고딕" w:hint="eastAsia"/>
              </w:rPr>
              <w:t xml:space="preserve">는 </w:t>
            </w:r>
            <w:r>
              <w:rPr>
                <w:rFonts w:ascii="맑은 고딕" w:hAnsi="맑은 고딕"/>
              </w:rPr>
              <w:t>readonly</w:t>
            </w:r>
            <w:r>
              <w:rPr>
                <w:rFonts w:ascii="맑은 고딕" w:hAnsi="맑은 고딕" w:hint="eastAsia"/>
              </w:rPr>
              <w:t>로 맞추어서 생성자에게 전달한다.</w:t>
            </w:r>
          </w:p>
          <w:p w:rsidR="00682897" w:rsidRDefault="00682897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그러면 </w:t>
            </w:r>
            <w:r w:rsidR="00E6136A">
              <w:rPr>
                <w:rFonts w:ascii="맑은 고딕" w:hAnsi="맑은 고딕" w:hint="eastAsia"/>
              </w:rPr>
              <w:t>콤보 박스의 값들을 새로 입력하여</w:t>
            </w:r>
          </w:p>
          <w:p w:rsidR="00E6136A" w:rsidRPr="005424B3" w:rsidRDefault="00E6136A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추가할 수 없게 된다.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271F1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589113020"/>
                      <w:placeholder>
                        <w:docPart w:val="D2F34DCCDEAF4434A298B07E41CE329F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GUI_checkbutton_widget.py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70D54" w:rsidRDefault="00070D54" w:rsidP="00070D54">
                  <w:r>
                    <w:t>chVarDis=tk.IntVar()</w:t>
                  </w:r>
                </w:p>
                <w:p w:rsidR="00070D54" w:rsidRDefault="00070D54" w:rsidP="00070D54">
                  <w:r>
                    <w:t xml:space="preserve">check1 = </w:t>
                  </w:r>
                  <w:proofErr w:type="gramStart"/>
                  <w:r>
                    <w:t>tk.Checkbutton</w:t>
                  </w:r>
                  <w:proofErr w:type="gramEnd"/>
                  <w:r>
                    <w:t>(win, text="Disabled",variable=chVarDis,state="disabled")</w:t>
                  </w:r>
                </w:p>
                <w:p w:rsidR="00070D54" w:rsidRDefault="00070D54" w:rsidP="00070D54">
                  <w:r>
                    <w:t>check1.select()</w:t>
                  </w:r>
                </w:p>
                <w:p w:rsidR="00070D54" w:rsidRDefault="00070D54" w:rsidP="00070D54">
                  <w:r>
                    <w:t>check1.grid(column=0, row=4, sticky=</w:t>
                  </w:r>
                  <w:proofErr w:type="gramStart"/>
                  <w:r>
                    <w:t>tk.W</w:t>
                  </w:r>
                  <w:proofErr w:type="gramEnd"/>
                  <w:r>
                    <w:t>)</w:t>
                  </w:r>
                </w:p>
                <w:p w:rsidR="00070D54" w:rsidRDefault="00070D54" w:rsidP="00070D54"/>
                <w:p w:rsidR="00070D54" w:rsidRDefault="00070D54" w:rsidP="00070D54">
                  <w:r>
                    <w:t>chVarUn=tk.IntVar()</w:t>
                  </w:r>
                </w:p>
                <w:p w:rsidR="00070D54" w:rsidRDefault="00070D54" w:rsidP="00070D54">
                  <w:r>
                    <w:t xml:space="preserve">check2 = </w:t>
                  </w:r>
                  <w:proofErr w:type="gramStart"/>
                  <w:r>
                    <w:t>tk.Checkbutton</w:t>
                  </w:r>
                  <w:proofErr w:type="gramEnd"/>
                  <w:r>
                    <w:t>(win, text="Disabled",variable=chVarUn)</w:t>
                  </w:r>
                </w:p>
                <w:p w:rsidR="00070D54" w:rsidRDefault="00070D54" w:rsidP="00070D54">
                  <w:r>
                    <w:t>check2.deselect()</w:t>
                  </w:r>
                </w:p>
                <w:p w:rsidR="00070D54" w:rsidRDefault="00070D54" w:rsidP="00070D54">
                  <w:r>
                    <w:t>check2.grid(column=1, row=4, sticky=</w:t>
                  </w:r>
                  <w:proofErr w:type="gramStart"/>
                  <w:r>
                    <w:t>tk.W</w:t>
                  </w:r>
                  <w:proofErr w:type="gramEnd"/>
                  <w:r>
                    <w:t>)</w:t>
                  </w:r>
                </w:p>
                <w:p w:rsidR="00070D54" w:rsidRDefault="00070D54" w:rsidP="00070D54"/>
                <w:p w:rsidR="00070D54" w:rsidRDefault="00070D54" w:rsidP="00070D54">
                  <w:r>
                    <w:t>chVarEn=tk.IntVar()</w:t>
                  </w:r>
                </w:p>
                <w:p w:rsidR="00070D54" w:rsidRDefault="00070D54" w:rsidP="00070D54">
                  <w:r>
                    <w:t xml:space="preserve">check3 = </w:t>
                  </w:r>
                  <w:proofErr w:type="gramStart"/>
                  <w:r>
                    <w:t>tk.Checkbutton</w:t>
                  </w:r>
                  <w:proofErr w:type="gramEnd"/>
                  <w:r>
                    <w:t>(win, text="Disabled",variable=chVarEn)</w:t>
                  </w:r>
                </w:p>
                <w:p w:rsidR="00070D54" w:rsidRDefault="00070D54" w:rsidP="00070D54">
                  <w:r>
                    <w:t>check3.select()</w:t>
                  </w:r>
                </w:p>
                <w:p w:rsidR="00070D54" w:rsidRDefault="00070D54" w:rsidP="00070D54">
                  <w:r>
                    <w:t>check3.grid(column=2, row=4, sticky=</w:t>
                  </w:r>
                  <w:proofErr w:type="gramStart"/>
                  <w:r>
                    <w:t>tk.W</w:t>
                  </w:r>
                  <w:proofErr w:type="gramEnd"/>
                  <w:r>
                    <w:t>)</w:t>
                  </w:r>
                </w:p>
                <w:p w:rsidR="00070D54" w:rsidRDefault="00070D54" w:rsidP="00070D54"/>
                <w:p w:rsidR="00070D54" w:rsidRDefault="00070D54" w:rsidP="00070D54">
                  <w:r>
                    <w:t>name_</w:t>
                  </w:r>
                  <w:proofErr w:type="gramStart"/>
                  <w:r>
                    <w:t>entered.focus</w:t>
                  </w:r>
                  <w:proofErr w:type="gramEnd"/>
                  <w:r>
                    <w:t>()</w:t>
                  </w:r>
                </w:p>
                <w:p w:rsidR="00070D54" w:rsidRDefault="00070D54" w:rsidP="00070D54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C22AEF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  <w:p w:rsidR="002B0C12" w:rsidRPr="002B0C12" w:rsidRDefault="002B0C12" w:rsidP="002B0C12">
                  <w:r>
                    <w:rPr>
                      <w:noProof/>
                    </w:rPr>
                    <w:drawing>
                      <wp:inline distT="0" distB="0" distL="0" distR="0" wp14:anchorId="19B75F19" wp14:editId="0722581C">
                        <wp:extent cx="3409950" cy="1266825"/>
                        <wp:effectExtent l="0" t="0" r="0" b="9525"/>
                        <wp:docPr id="15" name="그림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9950" cy="126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9F3CCD" w:rsidRDefault="009F3CCD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hvardis</w:t>
            </w:r>
            <w:r>
              <w:rPr>
                <w:rFonts w:ascii="맑은 고딕" w:hAnsi="맑은 고딕" w:hint="eastAsia"/>
              </w:rPr>
              <w:t>변수를 정수형 데이터를 저장하는 변수로 선언한다.</w:t>
            </w:r>
            <w:r>
              <w:rPr>
                <w:rFonts w:ascii="맑은 고딕" w:hAnsi="맑은 고딕"/>
              </w:rPr>
              <w:t xml:space="preserve"> tk</w:t>
            </w:r>
            <w:r>
              <w:rPr>
                <w:rFonts w:ascii="맑은 고딕" w:hAnsi="맑은 고딕" w:hint="eastAsia"/>
              </w:rPr>
              <w:t>모듈의 c</w:t>
            </w:r>
            <w:r>
              <w:rPr>
                <w:rFonts w:ascii="맑은 고딕" w:hAnsi="맑은 고딕"/>
              </w:rPr>
              <w:t>heckbutton</w:t>
            </w:r>
            <w:r>
              <w:rPr>
                <w:rFonts w:ascii="맑은 고딕" w:hAnsi="맑은 고딕" w:hint="eastAsia"/>
              </w:rPr>
              <w:t>생성자로부터 윈도우에 비활성화된 체크버튼을 생성한다.</w:t>
            </w:r>
            <w:r>
              <w:rPr>
                <w:rFonts w:ascii="맑은 고딕" w:hAnsi="맑은 고딕"/>
              </w:rPr>
              <w:t xml:space="preserve"> </w:t>
            </w:r>
          </w:p>
          <w:p w:rsidR="009F3CCD" w:rsidRDefault="009F3CCD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체크버튼을 나타내는 변수는 세 개나 되는데 그 이유는 체크버튼 각각이 다른 의미를 지니고 있기 때문이다.</w:t>
            </w:r>
            <w:r>
              <w:rPr>
                <w:rFonts w:ascii="맑은 고딕" w:hAnsi="맑은 고딕"/>
              </w:rPr>
              <w:t xml:space="preserve"> </w:t>
            </w:r>
          </w:p>
          <w:p w:rsidR="009F3CCD" w:rsidRDefault="009F3CCD" w:rsidP="00271F14">
            <w:pPr>
              <w:rPr>
                <w:rFonts w:ascii="맑은 고딕" w:hAnsi="맑은 고딕"/>
              </w:rPr>
            </w:pPr>
            <w:proofErr w:type="gramStart"/>
            <w:r>
              <w:rPr>
                <w:rFonts w:ascii="맑은 고딕" w:hAnsi="맑은 고딕"/>
              </w:rPr>
              <w:t>tk.W</w:t>
            </w:r>
            <w:r>
              <w:rPr>
                <w:rFonts w:ascii="맑은 고딕" w:hAnsi="맑은 고딕" w:hint="eastAsia"/>
              </w:rPr>
              <w:t>라는</w:t>
            </w:r>
            <w:proofErr w:type="gramEnd"/>
            <w:r>
              <w:rPr>
                <w:rFonts w:ascii="맑은 고딕" w:hAnsi="맑은 고딕" w:hint="eastAsia"/>
              </w:rPr>
              <w:t xml:space="preserve"> 것은 정렬을 서쪽기준으로 해야 한다는 의미이다.</w:t>
            </w:r>
            <w:r>
              <w:rPr>
                <w:rFonts w:ascii="맑은 고딕" w:hAnsi="맑은 고딕"/>
              </w:rPr>
              <w:t xml:space="preserve"> </w:t>
            </w:r>
          </w:p>
          <w:p w:rsidR="009F3CCD" w:rsidRPr="005424B3" w:rsidRDefault="009F3CCD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hvardis</w:t>
            </w:r>
            <w:r>
              <w:rPr>
                <w:rFonts w:ascii="맑은 고딕" w:hAnsi="맑은 고딕" w:hint="eastAsia"/>
              </w:rPr>
              <w:t>변수는 체크박스 위젯에 바인딩하였다.</w:t>
            </w:r>
            <w:r>
              <w:rPr>
                <w:rFonts w:ascii="맑은 고딕" w:hAnsi="맑은 고딕"/>
              </w:rPr>
              <w:t xml:space="preserve"> </w:t>
            </w: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p w:rsidR="00C22AEF" w:rsidRDefault="00C22AEF" w:rsidP="00FC03C6">
      <w:pPr>
        <w:rPr>
          <w:rFonts w:ascii="맑은 고딕" w:hAnsi="맑은 고딕"/>
        </w:rPr>
      </w:pPr>
    </w:p>
    <w:p w:rsidR="00C22AEF" w:rsidRDefault="00C22AEF" w:rsidP="00FC03C6">
      <w:pPr>
        <w:rPr>
          <w:rFonts w:ascii="맑은 고딕" w:hAnsi="맑은 고딕"/>
        </w:rPr>
      </w:pPr>
    </w:p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C22AEF" w:rsidRPr="005424B3" w:rsidTr="00070D54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C22AEF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C22AEF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111930891"/>
                      <w:placeholder>
                        <w:docPart w:val="DFFF00A03B624CEEA8B87EC23F75FA26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22AEF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</w:t>
                  </w:r>
                  <w:r w:rsidR="007E300E">
                    <w:rPr>
                      <w:rFonts w:ascii="맑은 고딕" w:hAnsi="맑은 고딕"/>
                    </w:rPr>
                    <w:t>_radiobutton_widget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C22AEF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70D54" w:rsidRDefault="00070D54" w:rsidP="00070D54">
                  <w:r>
                    <w:t>COLOR1 = "Blue"</w:t>
                  </w:r>
                </w:p>
                <w:p w:rsidR="00070D54" w:rsidRDefault="00070D54" w:rsidP="00070D54">
                  <w:r>
                    <w:t>COLOR2 = "Gold"</w:t>
                  </w:r>
                </w:p>
                <w:p w:rsidR="00070D54" w:rsidRDefault="00070D54" w:rsidP="00070D54">
                  <w:r>
                    <w:t>COLOR3 = "Red"</w:t>
                  </w:r>
                </w:p>
                <w:p w:rsidR="00070D54" w:rsidRDefault="00070D54" w:rsidP="00070D54"/>
                <w:p w:rsidR="00070D54" w:rsidRDefault="00070D54" w:rsidP="00070D54">
                  <w:r>
                    <w:t xml:space="preserve">def </w:t>
                  </w:r>
                  <w:proofErr w:type="gramStart"/>
                  <w:r>
                    <w:t>radCall(</w:t>
                  </w:r>
                  <w:proofErr w:type="gramEnd"/>
                  <w:r>
                    <w:t>):</w:t>
                  </w:r>
                </w:p>
                <w:p w:rsidR="00070D54" w:rsidRDefault="00070D54" w:rsidP="00070D54">
                  <w:r>
                    <w:t xml:space="preserve">    redsel=</w:t>
                  </w:r>
                  <w:proofErr w:type="gramStart"/>
                  <w:r>
                    <w:t>radVar.get(</w:t>
                  </w:r>
                  <w:proofErr w:type="gramEnd"/>
                  <w:r>
                    <w:t>)</w:t>
                  </w:r>
                </w:p>
                <w:p w:rsidR="00070D54" w:rsidRDefault="00070D54" w:rsidP="00070D54">
                  <w:r>
                    <w:t xml:space="preserve">    if redsel == </w:t>
                  </w:r>
                  <w:proofErr w:type="gramStart"/>
                  <w:r>
                    <w:t>1:win</w:t>
                  </w:r>
                  <w:proofErr w:type="gramEnd"/>
                  <w:r>
                    <w:t>.configure(background=COLOR1)</w:t>
                  </w:r>
                </w:p>
                <w:p w:rsidR="00070D54" w:rsidRDefault="00070D54" w:rsidP="00070D54">
                  <w:r>
                    <w:t xml:space="preserve">    elif redsel == </w:t>
                  </w:r>
                  <w:proofErr w:type="gramStart"/>
                  <w:r>
                    <w:t>2:win</w:t>
                  </w:r>
                  <w:proofErr w:type="gramEnd"/>
                  <w:r>
                    <w:t>.configure(background=COLOR2)</w:t>
                  </w:r>
                </w:p>
                <w:p w:rsidR="00070D54" w:rsidRDefault="00070D54" w:rsidP="00070D54">
                  <w:r>
                    <w:t xml:space="preserve">    elif redsel == </w:t>
                  </w:r>
                  <w:proofErr w:type="gramStart"/>
                  <w:r>
                    <w:t>3:win</w:t>
                  </w:r>
                  <w:proofErr w:type="gramEnd"/>
                  <w:r>
                    <w:t>.configure(background=COLOR3)</w:t>
                  </w:r>
                </w:p>
                <w:p w:rsidR="00070D54" w:rsidRDefault="00070D54" w:rsidP="00070D54"/>
                <w:p w:rsidR="00070D54" w:rsidRDefault="00070D54" w:rsidP="00070D54">
                  <w:r>
                    <w:t xml:space="preserve">radVar = </w:t>
                  </w:r>
                  <w:proofErr w:type="gramStart"/>
                  <w:r>
                    <w:t>tk.IntVar</w:t>
                  </w:r>
                  <w:proofErr w:type="gramEnd"/>
                  <w:r>
                    <w:t>()</w:t>
                  </w:r>
                </w:p>
                <w:p w:rsidR="00070D54" w:rsidRDefault="00070D54" w:rsidP="00070D54"/>
                <w:p w:rsidR="00070D54" w:rsidRDefault="00070D54" w:rsidP="00070D54">
                  <w:r>
                    <w:t xml:space="preserve">rad1 = </w:t>
                  </w:r>
                  <w:proofErr w:type="gramStart"/>
                  <w:r>
                    <w:t>tk.Radiobutton</w:t>
                  </w:r>
                  <w:proofErr w:type="gramEnd"/>
                  <w:r>
                    <w:t>(win, text=COLOR1, variable=radVar,value=1, command=radCall)</w:t>
                  </w:r>
                </w:p>
                <w:p w:rsidR="00070D54" w:rsidRDefault="00070D54" w:rsidP="00070D54">
                  <w:r>
                    <w:t>rad1.grid(column=</w:t>
                  </w:r>
                  <w:proofErr w:type="gramStart"/>
                  <w:r>
                    <w:t>0,row</w:t>
                  </w:r>
                  <w:proofErr w:type="gramEnd"/>
                  <w:r>
                    <w:t>=5,sticky=tk.W)</w:t>
                  </w:r>
                </w:p>
                <w:p w:rsidR="00070D54" w:rsidRDefault="00070D54" w:rsidP="00070D54"/>
                <w:p w:rsidR="00070D54" w:rsidRDefault="00070D54" w:rsidP="00070D54">
                  <w:r>
                    <w:t xml:space="preserve">rad2 = </w:t>
                  </w:r>
                  <w:proofErr w:type="gramStart"/>
                  <w:r>
                    <w:t>tk.Radiobutton</w:t>
                  </w:r>
                  <w:proofErr w:type="gramEnd"/>
                  <w:r>
                    <w:t>(win, text=COLOR2, variable=radVar,value=2, command=radCall)</w:t>
                  </w:r>
                </w:p>
                <w:p w:rsidR="00070D54" w:rsidRDefault="00070D54" w:rsidP="00070D54">
                  <w:r>
                    <w:t>rad2.grid(column=</w:t>
                  </w:r>
                  <w:proofErr w:type="gramStart"/>
                  <w:r>
                    <w:t>1,row</w:t>
                  </w:r>
                  <w:proofErr w:type="gramEnd"/>
                  <w:r>
                    <w:t>=5,sticky=tk.W)</w:t>
                  </w:r>
                </w:p>
                <w:p w:rsidR="00070D54" w:rsidRDefault="00070D54" w:rsidP="00070D54"/>
                <w:p w:rsidR="00070D54" w:rsidRDefault="00070D54" w:rsidP="00070D54">
                  <w:r>
                    <w:t xml:space="preserve">rad3 = </w:t>
                  </w:r>
                  <w:proofErr w:type="gramStart"/>
                  <w:r>
                    <w:t>tk.Radiobutton</w:t>
                  </w:r>
                  <w:proofErr w:type="gramEnd"/>
                  <w:r>
                    <w:t>(win, text=COLOR3, variable=radVar,value=3, command=radCall)</w:t>
                  </w:r>
                </w:p>
                <w:p w:rsidR="00070D54" w:rsidRDefault="00070D54" w:rsidP="00070D54">
                  <w:r>
                    <w:t>rad3.grid(column=</w:t>
                  </w:r>
                  <w:proofErr w:type="gramStart"/>
                  <w:r>
                    <w:t>2,row</w:t>
                  </w:r>
                  <w:proofErr w:type="gramEnd"/>
                  <w:r>
                    <w:t>=5,sticky=tk.W)</w:t>
                  </w:r>
                </w:p>
                <w:p w:rsidR="00070D54" w:rsidRDefault="00070D54" w:rsidP="00070D54"/>
                <w:p w:rsidR="00070D54" w:rsidRDefault="00070D54" w:rsidP="00070D54">
                  <w:r>
                    <w:t>name_</w:t>
                  </w:r>
                  <w:proofErr w:type="gramStart"/>
                  <w:r>
                    <w:t>entered.focus</w:t>
                  </w:r>
                  <w:proofErr w:type="gramEnd"/>
                  <w:r>
                    <w:t>()</w:t>
                  </w:r>
                </w:p>
                <w:p w:rsidR="00070D54" w:rsidRDefault="00070D54" w:rsidP="00070D54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C22AEF" w:rsidRPr="00070D54" w:rsidRDefault="00C22AEF" w:rsidP="00271F14">
                  <w:pPr>
                    <w:pStyle w:val="afa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Pr="005424B3" w:rsidRDefault="00C22AEF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C22AEF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C22AEF" w:rsidRPr="005424B3" w:rsidRDefault="00C22AEF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C22AEF" w:rsidRPr="005424B3" w:rsidRDefault="00C22AEF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C22AEF" w:rsidRDefault="00C22AEF" w:rsidP="00271F14">
            <w:pPr>
              <w:rPr>
                <w:rFonts w:ascii="맑은 고딕" w:hAnsi="맑은 고딕"/>
              </w:rPr>
            </w:pPr>
          </w:p>
          <w:p w:rsidR="00B05348" w:rsidRDefault="000709ED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Color1</w:t>
            </w:r>
            <w:r>
              <w:rPr>
                <w:rFonts w:ascii="맑은 고딕" w:hAnsi="맑은 고딕" w:hint="eastAsia"/>
              </w:rPr>
              <w:t>을 파랑,</w:t>
            </w:r>
            <w:r>
              <w:rPr>
                <w:rFonts w:ascii="맑은 고딕" w:hAnsi="맑은 고딕"/>
              </w:rPr>
              <w:t xml:space="preserve"> color2</w:t>
            </w:r>
            <w:r>
              <w:rPr>
                <w:rFonts w:ascii="맑은 고딕" w:hAnsi="맑은 고딕" w:hint="eastAsia"/>
              </w:rPr>
              <w:t>를 골드,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olor3</w:t>
            </w:r>
            <w:r>
              <w:rPr>
                <w:rFonts w:ascii="맑은 고딕" w:hAnsi="맑은 고딕" w:hint="eastAsia"/>
              </w:rPr>
              <w:t>을 빨강으로 정의한다.</w:t>
            </w:r>
          </w:p>
          <w:p w:rsidR="000709ED" w:rsidRDefault="00F307F1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k</w:t>
            </w:r>
            <w:r>
              <w:rPr>
                <w:rFonts w:ascii="맑은 고딕" w:hAnsi="맑은 고딕" w:hint="eastAsia"/>
              </w:rPr>
              <w:t>모듈의 r</w:t>
            </w:r>
            <w:r>
              <w:rPr>
                <w:rFonts w:ascii="맑은 고딕" w:hAnsi="맑은 고딕"/>
              </w:rPr>
              <w:t>adiobutton</w:t>
            </w:r>
            <w:r>
              <w:rPr>
                <w:rFonts w:ascii="맑은 고딕" w:hAnsi="맑은 고딕" w:hint="eastAsia"/>
              </w:rPr>
              <w:t xml:space="preserve"> 생성자</w:t>
            </w:r>
            <w:r w:rsidR="005C4F3E">
              <w:rPr>
                <w:rFonts w:ascii="맑은 고딕" w:hAnsi="맑은 고딕" w:hint="eastAsia"/>
              </w:rPr>
              <w:t>를 이용해</w:t>
            </w:r>
            <w:r>
              <w:rPr>
                <w:rFonts w:ascii="맑은 고딕" w:hAnsi="맑은 고딕" w:hint="eastAsia"/>
              </w:rPr>
              <w:t xml:space="preserve"> 윈도우에 </w:t>
            </w:r>
          </w:p>
          <w:p w:rsidR="00424134" w:rsidRDefault="00F307F1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라디오버튼을 생성하게 한다.</w:t>
            </w:r>
            <w:r>
              <w:rPr>
                <w:rFonts w:ascii="맑은 고딕" w:hAnsi="맑은 고딕"/>
              </w:rPr>
              <w:t xml:space="preserve"> </w:t>
            </w:r>
          </w:p>
          <w:p w:rsidR="00F307F1" w:rsidRDefault="00F307F1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라디오버튼 또한 각각의 의미가 있어 지정한 변수(r</w:t>
            </w:r>
            <w:r>
              <w:rPr>
                <w:rFonts w:ascii="맑은 고딕" w:hAnsi="맑은 고딕"/>
              </w:rPr>
              <w:t>ad1,2,3)</w:t>
            </w:r>
            <w:r>
              <w:rPr>
                <w:rFonts w:ascii="맑은 고딕" w:hAnsi="맑은 고딕" w:hint="eastAsia"/>
              </w:rPr>
              <w:t>이 다른 것을 알 수가 있다.</w:t>
            </w:r>
            <w:r>
              <w:rPr>
                <w:rFonts w:ascii="맑은 고딕" w:hAnsi="맑은 고딕"/>
              </w:rPr>
              <w:t xml:space="preserve"> </w:t>
            </w:r>
          </w:p>
          <w:p w:rsidR="00F307F1" w:rsidRDefault="00F307F1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라디오 버튼을 누르면 콜백함수 </w:t>
            </w:r>
            <w:r>
              <w:rPr>
                <w:rFonts w:ascii="맑은 고딕" w:hAnsi="맑은 고딕"/>
              </w:rPr>
              <w:t>rad</w:t>
            </w:r>
            <w:r>
              <w:rPr>
                <w:rFonts w:ascii="맑은 고딕" w:hAnsi="맑은 고딕" w:hint="eastAsia"/>
              </w:rPr>
              <w:t>c</w:t>
            </w:r>
            <w:r>
              <w:rPr>
                <w:rFonts w:ascii="맑은 고딕" w:hAnsi="맑은 고딕"/>
              </w:rPr>
              <w:t>all</w:t>
            </w:r>
            <w:r>
              <w:rPr>
                <w:rFonts w:ascii="맑은 고딕" w:hAnsi="맑은 고딕" w:hint="eastAsia"/>
              </w:rPr>
              <w:t xml:space="preserve">이 호출되는데 만약 첫 번째 라디오버튼을 클릭하면 배경색이 </w:t>
            </w:r>
            <w:r>
              <w:rPr>
                <w:rFonts w:ascii="맑은 고딕" w:hAnsi="맑은 고딕"/>
              </w:rPr>
              <w:t>color1</w:t>
            </w:r>
            <w:r>
              <w:rPr>
                <w:rFonts w:ascii="맑은 고딕" w:hAnsi="맑은 고딕" w:hint="eastAsia"/>
              </w:rPr>
              <w:t>이 저장된 파란색이 된다.</w:t>
            </w:r>
          </w:p>
          <w:p w:rsidR="00F307F1" w:rsidRPr="00F307F1" w:rsidRDefault="00F307F1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마찬가지로 두 번째 라디오버튼과 세 번째 라디오 버튼을 클릭하면 배경색이 각각 골드색과 빨간 색으로 변하게 된다.</w:t>
            </w:r>
            <w:r>
              <w:rPr>
                <w:rFonts w:ascii="맑은 고딕" w:hAnsi="맑은 고딕"/>
              </w:rPr>
              <w:t xml:space="preserve"> </w:t>
            </w:r>
          </w:p>
          <w:p w:rsidR="00B05348" w:rsidRDefault="00B05348" w:rsidP="00271F14">
            <w:pPr>
              <w:rPr>
                <w:rFonts w:ascii="맑은 고딕" w:hAnsi="맑은 고딕"/>
              </w:rPr>
            </w:pPr>
          </w:p>
          <w:p w:rsidR="00B05348" w:rsidRDefault="00B05348" w:rsidP="00271F14">
            <w:pPr>
              <w:rPr>
                <w:rFonts w:ascii="맑은 고딕" w:hAnsi="맑은 고딕"/>
              </w:rPr>
            </w:pPr>
          </w:p>
          <w:p w:rsidR="00B05348" w:rsidRDefault="00B05348" w:rsidP="00271F14">
            <w:pPr>
              <w:rPr>
                <w:rFonts w:ascii="맑은 고딕" w:hAnsi="맑은 고딕"/>
              </w:rPr>
            </w:pPr>
          </w:p>
          <w:p w:rsidR="00B05348" w:rsidRDefault="00F307F1" w:rsidP="00271F14">
            <w:pPr>
              <w:rPr>
                <w:rFonts w:ascii="맑은 고딕" w:hAnsi="맑은 고딕"/>
              </w:rPr>
            </w:pPr>
            <w:r>
              <w:rPr>
                <w:noProof/>
              </w:rPr>
              <w:drawing>
                <wp:inline distT="0" distB="0" distL="0" distR="0" wp14:anchorId="54EB8328" wp14:editId="6A13871F">
                  <wp:extent cx="2657475" cy="1236345"/>
                  <wp:effectExtent l="0" t="0" r="9525" b="1905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236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5348" w:rsidRDefault="00B05348" w:rsidP="00271F14">
            <w:pPr>
              <w:rPr>
                <w:rFonts w:ascii="맑은 고딕" w:hAnsi="맑은 고딕"/>
              </w:rPr>
            </w:pPr>
          </w:p>
          <w:p w:rsidR="00B05348" w:rsidRPr="005424B3" w:rsidRDefault="00B05348" w:rsidP="00271F14">
            <w:pPr>
              <w:rPr>
                <w:rFonts w:ascii="맑은 고딕" w:hAnsi="맑은 고딕"/>
              </w:rPr>
            </w:pPr>
          </w:p>
        </w:tc>
      </w:tr>
      <w:tr w:rsidR="00070D54" w:rsidRPr="005424B3" w:rsidTr="00070D54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070D54" w:rsidRPr="005424B3" w:rsidTr="00271F1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070D54" w:rsidRPr="005424B3" w:rsidRDefault="00051658" w:rsidP="00271F1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1051808006"/>
                      <w:placeholder>
                        <w:docPart w:val="5FB24B79F4BA4BAA96406F215C5B851A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070D54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070D54" w:rsidRPr="005424B3" w:rsidRDefault="00070D54" w:rsidP="00271F1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GUI_</w:t>
                  </w:r>
                  <w:r>
                    <w:rPr>
                      <w:rFonts w:ascii="맑은 고딕" w:hAnsi="맑은 고딕" w:hint="eastAsia"/>
                    </w:rPr>
                    <w:t>s</w:t>
                  </w:r>
                  <w:r>
                    <w:rPr>
                      <w:rFonts w:ascii="맑은 고딕" w:hAnsi="맑은 고딕"/>
                    </w:rPr>
                    <w:t>crolledtext_widget.py</w:t>
                  </w:r>
                </w:p>
              </w:tc>
            </w:tr>
            <w:tr w:rsidR="00070D54" w:rsidRPr="005424B3" w:rsidTr="00271F1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070D54" w:rsidRDefault="00070D54" w:rsidP="00070D54">
                  <w:r>
                    <w:t>import tkinter as tk</w:t>
                  </w:r>
                </w:p>
                <w:p w:rsidR="00070D54" w:rsidRDefault="00070D54" w:rsidP="00070D54">
                  <w:r>
                    <w:t>from tkinter import ttk</w:t>
                  </w:r>
                </w:p>
                <w:p w:rsidR="00070D54" w:rsidRDefault="00070D54" w:rsidP="00070D54">
                  <w:r>
                    <w:t>from tkinter import scrolledtext</w:t>
                  </w:r>
                </w:p>
                <w:p w:rsidR="00070D54" w:rsidRDefault="00070D54" w:rsidP="00070D54"/>
                <w:p w:rsidR="00070D54" w:rsidRDefault="00070D54" w:rsidP="00070D54">
                  <w:r>
                    <w:t>scrol_w = 30</w:t>
                  </w:r>
                </w:p>
                <w:p w:rsidR="00070D54" w:rsidRDefault="00070D54" w:rsidP="00070D54">
                  <w:r>
                    <w:t>scrol_h =3</w:t>
                  </w:r>
                </w:p>
                <w:p w:rsidR="00070D54" w:rsidRDefault="00070D54" w:rsidP="00070D54">
                  <w:r>
                    <w:t xml:space="preserve">scr = </w:t>
                  </w:r>
                  <w:proofErr w:type="gramStart"/>
                  <w:r>
                    <w:t>scrolledtext.ScrolledText</w:t>
                  </w:r>
                  <w:proofErr w:type="gramEnd"/>
                  <w:r>
                    <w:t>(win, width=scrol_w, height=scrol_h, wrap=tk.WORD)</w:t>
                  </w:r>
                </w:p>
                <w:p w:rsidR="00070D54" w:rsidRDefault="00070D54" w:rsidP="00070D54">
                  <w:proofErr w:type="gramStart"/>
                  <w:r>
                    <w:t>scr.grid</w:t>
                  </w:r>
                  <w:proofErr w:type="gramEnd"/>
                  <w:r>
                    <w:t>(column=0, columnspan=3)</w:t>
                  </w:r>
                </w:p>
                <w:p w:rsidR="00070D54" w:rsidRDefault="00070D54" w:rsidP="00070D54"/>
                <w:p w:rsidR="00070D54" w:rsidRDefault="00070D54" w:rsidP="00070D54">
                  <w:r>
                    <w:t>name_</w:t>
                  </w:r>
                  <w:proofErr w:type="gramStart"/>
                  <w:r>
                    <w:t>entered.focus</w:t>
                  </w:r>
                  <w:proofErr w:type="gramEnd"/>
                  <w:r>
                    <w:t>()</w:t>
                  </w:r>
                </w:p>
                <w:p w:rsidR="00070D54" w:rsidRDefault="00070D54" w:rsidP="00070D54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070D54" w:rsidRDefault="00070D54" w:rsidP="00070D54">
                  <w:pPr>
                    <w:rPr>
                      <w:rFonts w:ascii="맑은 고딕" w:hAnsi="맑은 고딕"/>
                    </w:rPr>
                  </w:pPr>
                </w:p>
                <w:p w:rsidR="00B05348" w:rsidRDefault="00B05348" w:rsidP="00070D54">
                  <w:pPr>
                    <w:rPr>
                      <w:rFonts w:ascii="맑은 고딕" w:hAnsi="맑은 고딕"/>
                    </w:rPr>
                  </w:pPr>
                </w:p>
                <w:p w:rsidR="00B05348" w:rsidRPr="00070D54" w:rsidRDefault="00B05348" w:rsidP="00070D54">
                  <w:pPr>
                    <w:rPr>
                      <w:rFonts w:ascii="맑은 고딕" w:hAnsi="맑은 고딕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31D9AD8" wp14:editId="043F8C39">
                        <wp:extent cx="3448050" cy="2162175"/>
                        <wp:effectExtent l="0" t="0" r="0" b="9525"/>
                        <wp:docPr id="17" name="그림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48050" cy="2162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70D54" w:rsidRPr="005424B3" w:rsidRDefault="00070D54" w:rsidP="00271F1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070D54" w:rsidRPr="005424B3" w:rsidTr="00271F1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070D54" w:rsidRPr="005424B3" w:rsidRDefault="00070D54" w:rsidP="00271F1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070D54" w:rsidRPr="005424B3" w:rsidRDefault="00070D54" w:rsidP="00271F14">
                  <w:pPr>
                    <w:pStyle w:val="2"/>
                    <w:rPr>
                      <w:rFonts w:ascii="맑은 고딕" w:hAnsi="맑은 고딕"/>
                    </w:rPr>
                  </w:pPr>
                </w:p>
              </w:tc>
            </w:tr>
          </w:tbl>
          <w:p w:rsidR="00070D54" w:rsidRDefault="00070D54" w:rsidP="00271F14">
            <w:pPr>
              <w:rPr>
                <w:rFonts w:ascii="맑은 고딕" w:hAnsi="맑은 고딕"/>
              </w:rPr>
            </w:pPr>
          </w:p>
          <w:p w:rsidR="005C448B" w:rsidRDefault="00617837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t</w:t>
            </w:r>
            <w:r>
              <w:rPr>
                <w:rFonts w:ascii="맑은 고딕" w:hAnsi="맑은 고딕"/>
              </w:rPr>
              <w:t>kinter</w:t>
            </w:r>
            <w:r>
              <w:rPr>
                <w:rFonts w:ascii="맑은 고딕" w:hAnsi="맑은 고딕" w:hint="eastAsia"/>
              </w:rPr>
              <w:t xml:space="preserve">모듈 패키지에는 </w:t>
            </w:r>
            <w:r>
              <w:rPr>
                <w:rFonts w:ascii="맑은 고딕" w:hAnsi="맑은 고딕"/>
              </w:rPr>
              <w:t>scrolledtext</w:t>
            </w:r>
            <w:r>
              <w:rPr>
                <w:rFonts w:ascii="맑은 고딕" w:hAnsi="맑은 고딕" w:hint="eastAsia"/>
              </w:rPr>
              <w:t>라는 라이브러리가 있다.</w:t>
            </w:r>
            <w:r>
              <w:rPr>
                <w:rFonts w:ascii="맑은 고딕" w:hAnsi="맑은 고딕"/>
              </w:rPr>
              <w:t xml:space="preserve"> </w:t>
            </w:r>
            <w:r>
              <w:rPr>
                <w:rFonts w:ascii="맑은 고딕" w:hAnsi="맑은 고딕" w:hint="eastAsia"/>
              </w:rPr>
              <w:t>이 모듈의 기능은 말 그대로 스크롤이 가능하게 .</w:t>
            </w:r>
            <w:r w:rsidR="00226E2F">
              <w:rPr>
                <w:rFonts w:ascii="맑은 고딕" w:hAnsi="맑은 고딕" w:hint="eastAsia"/>
              </w:rPr>
              <w:t>하는 것이다.</w:t>
            </w:r>
          </w:p>
          <w:p w:rsidR="005C4F3E" w:rsidRDefault="005C4F3E" w:rsidP="00271F14">
            <w:pPr>
              <w:rPr>
                <w:rFonts w:ascii="맑은 고딕" w:hAnsi="맑은 고딕"/>
              </w:rPr>
            </w:pPr>
          </w:p>
          <w:p w:rsidR="005C4F3E" w:rsidRDefault="005C4F3E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Scroll_w</w:t>
            </w:r>
            <w:r>
              <w:rPr>
                <w:rFonts w:ascii="맑은 고딕" w:hAnsi="맑은 고딕" w:hint="eastAsia"/>
              </w:rPr>
              <w:t xml:space="preserve">변수에 </w:t>
            </w:r>
            <w:r>
              <w:rPr>
                <w:rFonts w:ascii="맑은 고딕" w:hAnsi="맑은 고딕"/>
              </w:rPr>
              <w:t>30</w:t>
            </w:r>
            <w:r>
              <w:rPr>
                <w:rFonts w:ascii="맑은 고딕" w:hAnsi="맑은 고딕" w:hint="eastAsia"/>
              </w:rPr>
              <w:t xml:space="preserve">을 저장하고 h변수에는 </w:t>
            </w:r>
            <w:r>
              <w:rPr>
                <w:rFonts w:ascii="맑은 고딕" w:hAnsi="맑은 고딕"/>
              </w:rPr>
              <w:t>3</w:t>
            </w:r>
            <w:r>
              <w:rPr>
                <w:rFonts w:ascii="맑은 고딕" w:hAnsi="맑은 고딕" w:hint="eastAsia"/>
              </w:rPr>
              <w:t>을 저장한다.</w:t>
            </w:r>
          </w:p>
          <w:p w:rsidR="005C4F3E" w:rsidRDefault="005C4F3E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s</w:t>
            </w:r>
            <w:r>
              <w:rPr>
                <w:rFonts w:ascii="맑은 고딕" w:hAnsi="맑은 고딕"/>
              </w:rPr>
              <w:t>crolled</w:t>
            </w:r>
            <w:r w:rsidR="00226E2F">
              <w:rPr>
                <w:rFonts w:ascii="맑은 고딕" w:hAnsi="맑은 고딕"/>
              </w:rPr>
              <w:t>T</w:t>
            </w:r>
            <w:r>
              <w:rPr>
                <w:rFonts w:ascii="맑은 고딕" w:hAnsi="맑은 고딕"/>
              </w:rPr>
              <w:t>ext</w:t>
            </w:r>
            <w:r>
              <w:rPr>
                <w:rFonts w:ascii="맑은 고딕" w:hAnsi="맑은 고딕" w:hint="eastAsia"/>
              </w:rPr>
              <w:t>생성자를 이용해 윈도우 창에 큰 입력창을 만드는데 너비</w:t>
            </w:r>
            <w:r w:rsidR="005F2DDF">
              <w:rPr>
                <w:rFonts w:ascii="맑은 고딕" w:hAnsi="맑은 고딕" w:hint="eastAsia"/>
              </w:rPr>
              <w:t>가</w:t>
            </w:r>
            <w:r>
              <w:rPr>
                <w:rFonts w:ascii="맑은 고딕" w:hAnsi="맑은 고딕" w:hint="eastAsia"/>
              </w:rPr>
              <w:t xml:space="preserve"> </w:t>
            </w:r>
            <w:r>
              <w:rPr>
                <w:rFonts w:ascii="맑은 고딕" w:hAnsi="맑은 고딕"/>
              </w:rPr>
              <w:t xml:space="preserve">30, </w:t>
            </w:r>
            <w:r>
              <w:rPr>
                <w:rFonts w:ascii="맑은 고딕" w:hAnsi="맑은 고딕" w:hint="eastAsia"/>
              </w:rPr>
              <w:t xml:space="preserve">높이가 </w:t>
            </w:r>
            <w:r>
              <w:rPr>
                <w:rFonts w:ascii="맑은 고딕" w:hAnsi="맑은 고딕"/>
              </w:rPr>
              <w:t>3</w:t>
            </w:r>
            <w:proofErr w:type="gramStart"/>
            <w:r>
              <w:rPr>
                <w:rFonts w:ascii="맑은 고딕" w:hAnsi="맑은 고딕"/>
              </w:rPr>
              <w:t>,</w:t>
            </w:r>
            <w:r>
              <w:rPr>
                <w:rFonts w:ascii="맑은 고딕" w:hAnsi="맑은 고딕" w:hint="eastAsia"/>
              </w:rPr>
              <w:t>단어별로</w:t>
            </w:r>
            <w:proofErr w:type="gramEnd"/>
            <w:r>
              <w:rPr>
                <w:rFonts w:ascii="맑은 고딕" w:hAnsi="맑은 고딕" w:hint="eastAsia"/>
              </w:rPr>
              <w:t xml:space="preserve"> 줄 바꿈이 되도록 만든다.</w:t>
            </w:r>
          </w:p>
          <w:p w:rsidR="005C4F3E" w:rsidRDefault="005C4F3E" w:rsidP="00271F14">
            <w:pPr>
              <w:rPr>
                <w:rFonts w:ascii="맑은 고딕" w:hAnsi="맑은 고딕"/>
              </w:rPr>
            </w:pPr>
          </w:p>
          <w:p w:rsidR="005C4F3E" w:rsidRDefault="005C4F3E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g</w:t>
            </w:r>
            <w:r>
              <w:rPr>
                <w:rFonts w:ascii="맑은 고딕" w:hAnsi="맑은 고딕"/>
              </w:rPr>
              <w:t>rid</w:t>
            </w:r>
            <w:r>
              <w:rPr>
                <w:rFonts w:ascii="맑은 고딕" w:hAnsi="맑은 고딕" w:hint="eastAsia"/>
              </w:rPr>
              <w:t>메소드로부터 위치를 결정하는데</w:t>
            </w:r>
          </w:p>
          <w:p w:rsidR="00617837" w:rsidRDefault="005C4F3E" w:rsidP="00271F14">
            <w:pPr>
              <w:rPr>
                <w:rFonts w:ascii="맑은 고딕" w:hAnsi="맑은 고딕"/>
              </w:rPr>
            </w:pPr>
            <w:r>
              <w:rPr>
                <w:rFonts w:ascii="맑은 고딕" w:hAnsi="맑은 고딕"/>
              </w:rPr>
              <w:t>1</w:t>
            </w:r>
            <w:r>
              <w:rPr>
                <w:rFonts w:ascii="맑은 고딕" w:hAnsi="맑은 고딕" w:hint="eastAsia"/>
              </w:rPr>
              <w:t xml:space="preserve">열부터 존재하며 </w:t>
            </w:r>
            <w:r>
              <w:rPr>
                <w:rFonts w:ascii="맑은 고딕" w:hAnsi="맑은 고딕"/>
              </w:rPr>
              <w:t>3</w:t>
            </w:r>
            <w:r>
              <w:rPr>
                <w:rFonts w:ascii="맑은 고딕" w:hAnsi="맑은 고딕" w:hint="eastAsia"/>
              </w:rPr>
              <w:t>칸의 열을 차지하도록 설정한다.</w:t>
            </w:r>
          </w:p>
          <w:p w:rsidR="00617837" w:rsidRDefault="00617837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1520A0" w:rsidRDefault="001520A0" w:rsidP="00271F14">
            <w:pPr>
              <w:rPr>
                <w:rFonts w:ascii="맑은 고딕" w:hAnsi="맑은 고딕"/>
              </w:rPr>
            </w:pPr>
          </w:p>
          <w:p w:rsidR="001520A0" w:rsidRDefault="001520A0" w:rsidP="00271F14">
            <w:pPr>
              <w:rPr>
                <w:rFonts w:ascii="맑은 고딕" w:hAnsi="맑은 고딕"/>
              </w:rPr>
            </w:pPr>
          </w:p>
          <w:p w:rsidR="001520A0" w:rsidRDefault="001520A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Default="00D12C00" w:rsidP="00271F14">
            <w:pPr>
              <w:rPr>
                <w:rFonts w:ascii="맑은 고딕" w:hAnsi="맑은 고딕"/>
              </w:rPr>
            </w:pPr>
          </w:p>
          <w:p w:rsidR="00D12C00" w:rsidRPr="005424B3" w:rsidRDefault="00D12C00" w:rsidP="00271F14">
            <w:pPr>
              <w:rPr>
                <w:rFonts w:ascii="맑은 고딕" w:hAnsi="맑은 고딕"/>
              </w:rPr>
            </w:pPr>
          </w:p>
        </w:tc>
      </w:tr>
    </w:tbl>
    <w:p w:rsidR="00C22AEF" w:rsidRDefault="00C22AEF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9"/>
        <w:gridCol w:w="4313"/>
      </w:tblGrid>
      <w:tr w:rsidR="001520A0" w:rsidRPr="005424B3" w:rsidTr="00F95004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520A0" w:rsidRPr="005424B3" w:rsidTr="00F9500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520A0" w:rsidRPr="005424B3" w:rsidRDefault="00051658" w:rsidP="00F9500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313377482"/>
                      <w:placeholder>
                        <w:docPart w:val="22712256A843479ABA2BAEB3DD5E2F61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520A0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1520A0" w:rsidRPr="005424B3" w:rsidRDefault="001520A0" w:rsidP="001520A0">
                  <w:pPr>
                    <w:pStyle w:val="2"/>
                    <w:ind w:firstLineChars="800" w:firstLine="1760"/>
                    <w:jc w:val="left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&lt;</w:t>
                  </w:r>
                  <w:r>
                    <w:rPr>
                      <w:rFonts w:ascii="맑은 고딕" w:hAnsi="맑은 고딕"/>
                    </w:rPr>
                    <w:t>&lt;</w:t>
                  </w:r>
                  <w:proofErr w:type="gramStart"/>
                  <w:r>
                    <w:rPr>
                      <w:rFonts w:ascii="맑은 고딕" w:hAnsi="맑은 고딕" w:hint="eastAsia"/>
                    </w:rPr>
                    <w:t>추가실습.</w:t>
                  </w:r>
                  <w:r>
                    <w:rPr>
                      <w:rFonts w:ascii="맑은 고딕" w:hAnsi="맑은 고딕"/>
                    </w:rPr>
                    <w:t>1</w:t>
                  </w:r>
                  <w:proofErr w:type="gramEnd"/>
                  <w:r>
                    <w:rPr>
                      <w:rFonts w:ascii="맑은 고딕" w:hAnsi="맑은 고딕" w:hint="eastAsia"/>
                    </w:rPr>
                    <w:t>&gt;</w:t>
                  </w:r>
                  <w:r>
                    <w:rPr>
                      <w:rFonts w:ascii="맑은 고딕" w:hAnsi="맑은 고딕"/>
                    </w:rPr>
                    <w:t>&gt;</w:t>
                  </w:r>
                </w:p>
              </w:tc>
            </w:tr>
            <w:tr w:rsidR="001520A0" w:rsidRPr="005424B3" w:rsidTr="00F9500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1520A0" w:rsidRDefault="001520A0" w:rsidP="001520A0">
                  <w:r>
                    <w:t>import tkinter as tk</w:t>
                  </w:r>
                </w:p>
                <w:p w:rsidR="001520A0" w:rsidRDefault="001520A0" w:rsidP="001520A0">
                  <w:r>
                    <w:t>from tkinter import ttk</w:t>
                  </w:r>
                </w:p>
                <w:p w:rsidR="001520A0" w:rsidRDefault="001520A0" w:rsidP="001520A0"/>
                <w:p w:rsidR="001520A0" w:rsidRDefault="001520A0" w:rsidP="001520A0">
                  <w:r>
                    <w:t>win=</w:t>
                  </w:r>
                  <w:proofErr w:type="gramStart"/>
                  <w:r>
                    <w:t>tk.Tk</w:t>
                  </w:r>
                  <w:proofErr w:type="gramEnd"/>
                  <w:r>
                    <w:t>()</w:t>
                  </w:r>
                </w:p>
                <w:p w:rsidR="001520A0" w:rsidRDefault="001520A0" w:rsidP="001520A0">
                  <w:proofErr w:type="gramStart"/>
                  <w:r>
                    <w:t>win.title</w:t>
                  </w:r>
                  <w:proofErr w:type="gramEnd"/>
                  <w:r>
                    <w:t>("Python GUI")</w:t>
                  </w:r>
                </w:p>
                <w:p w:rsidR="001520A0" w:rsidRDefault="001520A0" w:rsidP="001520A0"/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>def click_</w:t>
                  </w:r>
                  <w:proofErr w:type="gramStart"/>
                  <w:r w:rsidRPr="00A95415">
                    <w:rPr>
                      <w:highlight w:val="yellow"/>
                    </w:rPr>
                    <w:t>me(</w:t>
                  </w:r>
                  <w:proofErr w:type="gramEnd"/>
                  <w:r w:rsidRPr="00A95415">
                    <w:rPr>
                      <w:highlight w:val="yellow"/>
                    </w:rPr>
                    <w:t>):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</w:t>
                  </w:r>
                  <w:proofErr w:type="gramStart"/>
                  <w:r w:rsidRPr="00A95415">
                    <w:rPr>
                      <w:highlight w:val="yellow"/>
                    </w:rPr>
                    <w:t>action.configure</w:t>
                  </w:r>
                  <w:proofErr w:type="gramEnd"/>
                  <w:r w:rsidRPr="00A95415">
                    <w:rPr>
                      <w:highlight w:val="yellow"/>
                    </w:rPr>
                    <w:t>(text="**I have beeen clicked **")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(foreground='red')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(text="A Red Label")</w:t>
                  </w:r>
                </w:p>
                <w:p w:rsidR="001520A0" w:rsidRPr="001520A0" w:rsidRDefault="001520A0" w:rsidP="001520A0"/>
                <w:p w:rsidR="001520A0" w:rsidRPr="001520A0" w:rsidRDefault="001520A0" w:rsidP="001520A0">
                  <w:pPr>
                    <w:rPr>
                      <w:highlight w:val="cyan"/>
                    </w:rPr>
                  </w:pPr>
                  <w:r w:rsidRPr="001520A0">
                    <w:rPr>
                      <w:highlight w:val="cyan"/>
                    </w:rPr>
                    <w:t>a_label=</w:t>
                  </w:r>
                  <w:proofErr w:type="gramStart"/>
                  <w:r w:rsidRPr="001520A0">
                    <w:rPr>
                      <w:highlight w:val="cyan"/>
                    </w:rPr>
                    <w:t>ttk.Label</w:t>
                  </w:r>
                  <w:proofErr w:type="gramEnd"/>
                  <w:r w:rsidRPr="001520A0">
                    <w:rPr>
                      <w:highlight w:val="cyan"/>
                    </w:rPr>
                    <w:t>(win,text="A Label")</w:t>
                  </w:r>
                </w:p>
                <w:p w:rsidR="001520A0" w:rsidRDefault="001520A0" w:rsidP="001520A0">
                  <w:r w:rsidRPr="001520A0">
                    <w:rPr>
                      <w:highlight w:val="cyan"/>
                    </w:rPr>
                    <w:t>a_</w:t>
                  </w:r>
                  <w:proofErr w:type="gramStart"/>
                  <w:r w:rsidRPr="001520A0">
                    <w:rPr>
                      <w:highlight w:val="cyan"/>
                    </w:rPr>
                    <w:t>label.grid</w:t>
                  </w:r>
                  <w:proofErr w:type="gramEnd"/>
                  <w:r w:rsidRPr="001520A0">
                    <w:rPr>
                      <w:highlight w:val="cyan"/>
                    </w:rPr>
                    <w:t>(column=0,row=0)</w:t>
                  </w:r>
                </w:p>
                <w:p w:rsidR="001520A0" w:rsidRDefault="001520A0" w:rsidP="001520A0"/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</w:p>
                <w:p w:rsidR="001520A0" w:rsidRPr="001520A0" w:rsidRDefault="001520A0" w:rsidP="001520A0">
                  <w:r w:rsidRPr="001520A0">
                    <w:t>action=</w:t>
                  </w:r>
                  <w:proofErr w:type="gramStart"/>
                  <w:r w:rsidRPr="001520A0">
                    <w:t>ttk.Button</w:t>
                  </w:r>
                  <w:proofErr w:type="gramEnd"/>
                  <w:r w:rsidRPr="001520A0">
                    <w:t>(win,text="Click Me!", command=click_me)</w:t>
                  </w:r>
                </w:p>
                <w:p w:rsidR="001520A0" w:rsidRDefault="001520A0" w:rsidP="001520A0">
                  <w:proofErr w:type="gramStart"/>
                  <w:r w:rsidRPr="001520A0">
                    <w:t>action.grid</w:t>
                  </w:r>
                  <w:proofErr w:type="gramEnd"/>
                  <w:r w:rsidRPr="001520A0">
                    <w:t>(column=1, row=0)</w:t>
                  </w:r>
                </w:p>
                <w:p w:rsidR="001520A0" w:rsidRDefault="001520A0" w:rsidP="001520A0">
                  <w:r>
                    <w:t xml:space="preserve">    </w:t>
                  </w:r>
                </w:p>
                <w:p w:rsidR="001520A0" w:rsidRDefault="001520A0" w:rsidP="001520A0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1520A0" w:rsidRDefault="001520A0" w:rsidP="00F95004">
                  <w:pPr>
                    <w:rPr>
                      <w:rFonts w:ascii="맑은 고딕" w:hAnsi="맑은 고딕"/>
                    </w:rPr>
                  </w:pPr>
                </w:p>
                <w:p w:rsidR="00761BDC" w:rsidRDefault="00761BDC" w:rsidP="00F95004">
                  <w:pPr>
                    <w:rPr>
                      <w:rFonts w:ascii="맑은 고딕" w:hAnsi="맑은 고딕"/>
                    </w:rPr>
                  </w:pPr>
                </w:p>
                <w:p w:rsidR="00761BDC" w:rsidRPr="001520A0" w:rsidRDefault="00761BDC" w:rsidP="00F95004">
                  <w:pPr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(실행결과:</w:t>
                  </w:r>
                  <w:r>
                    <w:rPr>
                      <w:rFonts w:ascii="맑은 고딕" w:hAnsi="맑은 고딕"/>
                    </w:rPr>
                    <w:t xml:space="preserve"> GUI_create_button_change_property.py</w:t>
                  </w:r>
                  <w:r>
                    <w:rPr>
                      <w:rFonts w:ascii="맑은 고딕" w:hAnsi="맑은 고딕" w:hint="eastAsia"/>
                    </w:rPr>
                    <w:t>와 같음</w:t>
                  </w:r>
                  <w:proofErr w:type="gramStart"/>
                  <w:r>
                    <w:rPr>
                      <w:rFonts w:ascii="맑은 고딕" w:hAnsi="맑은 고딕" w:hint="eastAsia"/>
                    </w:rPr>
                    <w:t>!</w:t>
                  </w:r>
                  <w:r>
                    <w:rPr>
                      <w:rFonts w:ascii="맑은 고딕" w:hAnsi="맑은 고딕"/>
                    </w:rPr>
                    <w:t>!</w:t>
                  </w:r>
                  <w:proofErr w:type="gramEnd"/>
                  <w:r>
                    <w:rPr>
                      <w:rFonts w:ascii="맑은 고딕" w:hAnsi="맑은 고딕"/>
                    </w:rPr>
                    <w:t>)</w:t>
                  </w:r>
                </w:p>
              </w:tc>
            </w:tr>
          </w:tbl>
          <w:p w:rsidR="001520A0" w:rsidRPr="005424B3" w:rsidRDefault="001520A0" w:rsidP="00F9500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1520A0" w:rsidRPr="005424B3" w:rsidTr="00F9500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520A0" w:rsidRPr="005424B3" w:rsidRDefault="001520A0" w:rsidP="00F9500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1520A0" w:rsidRDefault="001520A0" w:rsidP="00F9500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Click_me</w:t>
                  </w:r>
                  <w:r>
                    <w:rPr>
                      <w:rFonts w:ascii="맑은 고딕" w:hAnsi="맑은 고딕" w:hint="eastAsia"/>
                    </w:rPr>
                    <w:t>콜백함수를</w:t>
                  </w:r>
                </w:p>
                <w:p w:rsidR="001520A0" w:rsidRPr="001520A0" w:rsidRDefault="001520A0" w:rsidP="001520A0">
                  <w:r>
                    <w:rPr>
                      <w:rFonts w:hint="eastAsia"/>
                    </w:rPr>
                    <w:t>라벨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선언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이전으로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옮겨도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되는가</w:t>
                  </w:r>
                  <w:r>
                    <w:rPr>
                      <w:rFonts w:hint="eastAsia"/>
                    </w:rPr>
                    <w:t>?</w:t>
                  </w:r>
                </w:p>
              </w:tc>
            </w:tr>
          </w:tbl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056790" w:rsidP="001520A0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옮겨도 결과는 같게 나온다.</w:t>
            </w:r>
            <w:r>
              <w:rPr>
                <w:rFonts w:ascii="맑은 고딕" w:hAnsi="맑은 고딕"/>
              </w:rPr>
              <w:t xml:space="preserve"> </w:t>
            </w:r>
          </w:p>
          <w:p w:rsidR="00056790" w:rsidRDefault="00056790" w:rsidP="001520A0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함수는 소스에 작성되어 있다고 바로 실행되는 것이 아니라 호출이 되어야 실행이 되는 구조이다.</w:t>
            </w:r>
            <w:r>
              <w:rPr>
                <w:rFonts w:ascii="맑은 고딕" w:hAnsi="맑은 고딕"/>
              </w:rPr>
              <w:t xml:space="preserve"> Click_me</w:t>
            </w:r>
            <w:r>
              <w:rPr>
                <w:rFonts w:ascii="맑은 고딕" w:hAnsi="맑은 고딕" w:hint="eastAsia"/>
              </w:rPr>
              <w:t xml:space="preserve">함수는 버튼이 눌렸을 때 이벤트로 실행이 되는데 </w:t>
            </w:r>
          </w:p>
          <w:p w:rsidR="00056790" w:rsidRDefault="00056790" w:rsidP="001520A0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그 호출문이 있기 전에</w:t>
            </w:r>
            <w:r>
              <w:rPr>
                <w:rFonts w:ascii="맑은 고딕" w:hAnsi="맑은 고딕"/>
              </w:rPr>
              <w:t>action과 label</w:t>
            </w:r>
            <w:r>
              <w:rPr>
                <w:rFonts w:ascii="맑은 고딕" w:hAnsi="맑은 고딕" w:hint="eastAsia"/>
              </w:rPr>
              <w:t>에 대한 정의가 모두 되어 있어 오류가 걸릴 이유가 없다.</w:t>
            </w: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Pr="005424B3" w:rsidRDefault="001520A0" w:rsidP="00F95004">
            <w:pPr>
              <w:rPr>
                <w:rFonts w:ascii="맑은 고딕" w:hAnsi="맑은 고딕"/>
              </w:rPr>
            </w:pPr>
          </w:p>
        </w:tc>
      </w:tr>
    </w:tbl>
    <w:p w:rsidR="00C22AEF" w:rsidRPr="001520A0" w:rsidRDefault="00C22AEF" w:rsidP="00FC03C6">
      <w:pPr>
        <w:rPr>
          <w:rFonts w:ascii="맑은 고딕" w:hAnsi="맑은 고딕"/>
        </w:rPr>
      </w:pPr>
    </w:p>
    <w:p w:rsidR="00C22AEF" w:rsidRDefault="00C22AEF" w:rsidP="00FC03C6">
      <w:pPr>
        <w:rPr>
          <w:rFonts w:ascii="맑은 고딕" w:hAnsi="맑은 고딕"/>
        </w:rPr>
      </w:pPr>
    </w:p>
    <w:p w:rsidR="001520A0" w:rsidRDefault="001520A0" w:rsidP="00FC03C6">
      <w:pPr>
        <w:rPr>
          <w:rFonts w:ascii="맑은 고딕" w:hAnsi="맑은 고딕"/>
        </w:rPr>
      </w:pPr>
    </w:p>
    <w:p w:rsidR="001520A0" w:rsidRDefault="001520A0" w:rsidP="00FC03C6">
      <w:pPr>
        <w:rPr>
          <w:rFonts w:ascii="맑은 고딕" w:hAnsi="맑은 고딕"/>
        </w:rPr>
      </w:pPr>
    </w:p>
    <w:p w:rsidR="001520A0" w:rsidRDefault="001520A0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9"/>
        <w:gridCol w:w="4313"/>
      </w:tblGrid>
      <w:tr w:rsidR="001520A0" w:rsidRPr="001520A0" w:rsidTr="00F95004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520A0" w:rsidRPr="005424B3" w:rsidTr="00F95004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520A0" w:rsidRPr="005424B3" w:rsidRDefault="00051658" w:rsidP="00F95004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</w:rPr>
                      <w:alias w:val="받는 사람 이름 입력:"/>
                      <w:tag w:val="받는 사람 이름 입력:"/>
                      <w:id w:val="-742027045"/>
                      <w:placeholder>
                        <w:docPart w:val="F58332DDF9594D01AFF10A467DB6922A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520A0">
                        <w:rPr>
                          <w:rFonts w:ascii="맑은 고딕" w:hAnsi="맑은 고딕" w:hint="eastAsia"/>
                        </w:rPr>
                        <w:t>GUI폼 만들기 및 위젯 추가하기</w:t>
                      </w:r>
                    </w:sdtContent>
                  </w:sdt>
                </w:p>
                <w:p w:rsidR="001520A0" w:rsidRPr="005424B3" w:rsidRDefault="001520A0" w:rsidP="00F95004">
                  <w:pPr>
                    <w:pStyle w:val="2"/>
                    <w:ind w:firstLineChars="800" w:firstLine="1760"/>
                    <w:jc w:val="left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&lt;</w:t>
                  </w:r>
                  <w:r>
                    <w:rPr>
                      <w:rFonts w:ascii="맑은 고딕" w:hAnsi="맑은 고딕"/>
                    </w:rPr>
                    <w:t>&lt;</w:t>
                  </w:r>
                  <w:proofErr w:type="gramStart"/>
                  <w:r>
                    <w:rPr>
                      <w:rFonts w:ascii="맑은 고딕" w:hAnsi="맑은 고딕" w:hint="eastAsia"/>
                    </w:rPr>
                    <w:t>추가실습.</w:t>
                  </w:r>
                  <w:r>
                    <w:rPr>
                      <w:rFonts w:ascii="맑은 고딕" w:hAnsi="맑은 고딕"/>
                    </w:rPr>
                    <w:t>2</w:t>
                  </w:r>
                  <w:proofErr w:type="gramEnd"/>
                  <w:r>
                    <w:rPr>
                      <w:rFonts w:ascii="맑은 고딕" w:hAnsi="맑은 고딕" w:hint="eastAsia"/>
                    </w:rPr>
                    <w:t>&gt;</w:t>
                  </w:r>
                  <w:r>
                    <w:rPr>
                      <w:rFonts w:ascii="맑은 고딕" w:hAnsi="맑은 고딕"/>
                    </w:rPr>
                    <w:t>&gt;</w:t>
                  </w:r>
                </w:p>
              </w:tc>
            </w:tr>
            <w:tr w:rsidR="001520A0" w:rsidRPr="005424B3" w:rsidTr="00F95004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1520A0" w:rsidRDefault="001520A0" w:rsidP="00F95004">
                  <w:r>
                    <w:t>import tkinter as tk</w:t>
                  </w:r>
                </w:p>
                <w:p w:rsidR="001520A0" w:rsidRDefault="001520A0" w:rsidP="00F95004">
                  <w:r>
                    <w:t>from tkinter import ttk</w:t>
                  </w:r>
                </w:p>
                <w:p w:rsidR="001520A0" w:rsidRDefault="001520A0" w:rsidP="00F95004"/>
                <w:p w:rsidR="001520A0" w:rsidRDefault="001520A0" w:rsidP="00F95004">
                  <w:r>
                    <w:t>win=</w:t>
                  </w:r>
                  <w:proofErr w:type="gramStart"/>
                  <w:r>
                    <w:t>tk.Tk</w:t>
                  </w:r>
                  <w:proofErr w:type="gramEnd"/>
                  <w:r>
                    <w:t>()</w:t>
                  </w:r>
                </w:p>
                <w:p w:rsidR="001520A0" w:rsidRDefault="001520A0" w:rsidP="00F95004">
                  <w:proofErr w:type="gramStart"/>
                  <w:r>
                    <w:t>win.title</w:t>
                  </w:r>
                  <w:proofErr w:type="gramEnd"/>
                  <w:r>
                    <w:t>("Python GUI")</w:t>
                  </w:r>
                </w:p>
                <w:p w:rsidR="001520A0" w:rsidRPr="001520A0" w:rsidRDefault="001520A0" w:rsidP="00F95004"/>
                <w:p w:rsidR="001520A0" w:rsidRPr="001520A0" w:rsidRDefault="001520A0" w:rsidP="00F95004">
                  <w:r w:rsidRPr="001520A0">
                    <w:t>a_label=</w:t>
                  </w:r>
                  <w:proofErr w:type="gramStart"/>
                  <w:r w:rsidRPr="001520A0">
                    <w:t>ttk.Label</w:t>
                  </w:r>
                  <w:proofErr w:type="gramEnd"/>
                  <w:r w:rsidRPr="001520A0">
                    <w:t>(win,text="A Label")</w:t>
                  </w:r>
                </w:p>
                <w:p w:rsidR="001520A0" w:rsidRDefault="001520A0" w:rsidP="00F95004">
                  <w:r w:rsidRPr="001520A0">
                    <w:t>a_</w:t>
                  </w:r>
                  <w:proofErr w:type="gramStart"/>
                  <w:r w:rsidRPr="001520A0">
                    <w:t>label.grid</w:t>
                  </w:r>
                  <w:proofErr w:type="gramEnd"/>
                  <w:r w:rsidRPr="001520A0">
                    <w:t>(column=0,row=0)</w:t>
                  </w:r>
                </w:p>
                <w:p w:rsidR="001520A0" w:rsidRPr="00A95415" w:rsidRDefault="001520A0" w:rsidP="00F95004">
                  <w:pPr>
                    <w:rPr>
                      <w:highlight w:val="yellow"/>
                    </w:rPr>
                  </w:pPr>
                </w:p>
                <w:p w:rsidR="001520A0" w:rsidRPr="001520A0" w:rsidRDefault="001520A0" w:rsidP="00F95004">
                  <w:pPr>
                    <w:rPr>
                      <w:highlight w:val="red"/>
                    </w:rPr>
                  </w:pPr>
                  <w:r w:rsidRPr="001520A0">
                    <w:rPr>
                      <w:highlight w:val="red"/>
                    </w:rPr>
                    <w:t>action=</w:t>
                  </w:r>
                  <w:proofErr w:type="gramStart"/>
                  <w:r w:rsidRPr="001520A0">
                    <w:rPr>
                      <w:highlight w:val="red"/>
                    </w:rPr>
                    <w:t>ttk.Button</w:t>
                  </w:r>
                  <w:proofErr w:type="gramEnd"/>
                  <w:r w:rsidRPr="001520A0">
                    <w:rPr>
                      <w:highlight w:val="red"/>
                    </w:rPr>
                    <w:t>(win,text="Click Me!", command=click_me)</w:t>
                  </w:r>
                </w:p>
                <w:p w:rsidR="001520A0" w:rsidRDefault="001520A0" w:rsidP="00F95004">
                  <w:proofErr w:type="gramStart"/>
                  <w:r w:rsidRPr="001520A0">
                    <w:rPr>
                      <w:highlight w:val="red"/>
                    </w:rPr>
                    <w:t>action.grid</w:t>
                  </w:r>
                  <w:proofErr w:type="gramEnd"/>
                  <w:r w:rsidRPr="001520A0">
                    <w:rPr>
                      <w:highlight w:val="red"/>
                    </w:rPr>
                    <w:t>(column=1, row=0)</w:t>
                  </w:r>
                </w:p>
                <w:p w:rsidR="001520A0" w:rsidRDefault="001520A0" w:rsidP="00F95004">
                  <w:r>
                    <w:t xml:space="preserve">    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>def click_</w:t>
                  </w:r>
                  <w:proofErr w:type="gramStart"/>
                  <w:r w:rsidRPr="00A95415">
                    <w:rPr>
                      <w:highlight w:val="yellow"/>
                    </w:rPr>
                    <w:t>me(</w:t>
                  </w:r>
                  <w:proofErr w:type="gramEnd"/>
                  <w:r w:rsidRPr="00A95415">
                    <w:rPr>
                      <w:highlight w:val="yellow"/>
                    </w:rPr>
                    <w:t>):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</w:t>
                  </w:r>
                  <w:proofErr w:type="gramStart"/>
                  <w:r w:rsidRPr="00A95415">
                    <w:rPr>
                      <w:highlight w:val="yellow"/>
                    </w:rPr>
                    <w:t>action.configure</w:t>
                  </w:r>
                  <w:proofErr w:type="gramEnd"/>
                  <w:r w:rsidRPr="00A95415">
                    <w:rPr>
                      <w:highlight w:val="yellow"/>
                    </w:rPr>
                    <w:t>(text="**I have beeen clicked **")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(foreground='red')</w:t>
                  </w:r>
                </w:p>
                <w:p w:rsidR="001520A0" w:rsidRPr="00A95415" w:rsidRDefault="001520A0" w:rsidP="001520A0">
                  <w:pPr>
                    <w:rPr>
                      <w:highlight w:val="yellow"/>
                    </w:rPr>
                  </w:pPr>
                  <w:r w:rsidRPr="00A95415">
                    <w:rPr>
                      <w:highlight w:val="yellow"/>
                    </w:rPr>
                    <w:t xml:space="preserve">    a_</w:t>
                  </w:r>
                  <w:proofErr w:type="gramStart"/>
                  <w:r w:rsidRPr="00A95415">
                    <w:rPr>
                      <w:highlight w:val="yellow"/>
                    </w:rPr>
                    <w:t>label.configure</w:t>
                  </w:r>
                  <w:proofErr w:type="gramEnd"/>
                  <w:r w:rsidRPr="00A95415">
                    <w:rPr>
                      <w:highlight w:val="yellow"/>
                    </w:rPr>
                    <w:t>(text="A Red Label")</w:t>
                  </w:r>
                </w:p>
                <w:p w:rsidR="001520A0" w:rsidRPr="001520A0" w:rsidRDefault="001520A0" w:rsidP="00F95004"/>
                <w:p w:rsidR="001520A0" w:rsidRDefault="001520A0" w:rsidP="00F95004">
                  <w:proofErr w:type="gramStart"/>
                  <w:r>
                    <w:t>win.mainloop</w:t>
                  </w:r>
                  <w:proofErr w:type="gramEnd"/>
                  <w:r>
                    <w:t>()</w:t>
                  </w:r>
                </w:p>
                <w:p w:rsidR="001520A0" w:rsidRDefault="001520A0" w:rsidP="00F95004">
                  <w:pPr>
                    <w:rPr>
                      <w:rFonts w:ascii="맑은 고딕" w:hAnsi="맑은 고딕"/>
                    </w:rPr>
                  </w:pPr>
                </w:p>
                <w:p w:rsidR="00761BDC" w:rsidRPr="001520A0" w:rsidRDefault="00761BDC" w:rsidP="00F95004">
                  <w:pPr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(</w:t>
                  </w:r>
                  <w:r>
                    <w:rPr>
                      <w:rFonts w:ascii="맑은 고딕" w:hAnsi="맑은 고딕" w:hint="eastAsia"/>
                    </w:rPr>
                    <w:t>실행결과:</w:t>
                  </w:r>
                  <w:r>
                    <w:rPr>
                      <w:rFonts w:ascii="맑은 고딕" w:hAnsi="맑은 고딕"/>
                    </w:rPr>
                    <w:t xml:space="preserve"> </w:t>
                  </w:r>
                  <w:r>
                    <w:rPr>
                      <w:rFonts w:ascii="맑은 고딕" w:hAnsi="맑은 고딕" w:hint="eastAsia"/>
                    </w:rPr>
                    <w:t>다음 페이지)</w:t>
                  </w:r>
                </w:p>
              </w:tc>
            </w:tr>
          </w:tbl>
          <w:p w:rsidR="001520A0" w:rsidRPr="005424B3" w:rsidRDefault="001520A0" w:rsidP="00F95004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31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313"/>
            </w:tblGrid>
            <w:tr w:rsidR="001520A0" w:rsidRPr="005424B3" w:rsidTr="00F95004">
              <w:trPr>
                <w:trHeight w:hRule="exact" w:val="211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520A0" w:rsidRPr="005424B3" w:rsidRDefault="001520A0" w:rsidP="00F95004">
                  <w:pPr>
                    <w:pStyle w:val="1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 w:hint="eastAsia"/>
                    </w:rPr>
                    <w:t>설명란</w:t>
                  </w:r>
                </w:p>
                <w:p w:rsidR="001520A0" w:rsidRDefault="001520A0" w:rsidP="00F95004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Click_me</w:t>
                  </w:r>
                  <w:r>
                    <w:rPr>
                      <w:rFonts w:ascii="맑은 고딕" w:hAnsi="맑은 고딕" w:hint="eastAsia"/>
                    </w:rPr>
                    <w:t>콜백함수를</w:t>
                  </w:r>
                </w:p>
                <w:p w:rsidR="001520A0" w:rsidRPr="001520A0" w:rsidRDefault="001520A0" w:rsidP="00F95004">
                  <w:r>
                    <w:rPr>
                      <w:rFonts w:hint="eastAsia"/>
                    </w:rPr>
                    <w:t>버튼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선언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이후로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옮겨도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되는가</w:t>
                  </w:r>
                  <w:r>
                    <w:rPr>
                      <w:rFonts w:hint="eastAsia"/>
                    </w:rPr>
                    <w:t>?</w:t>
                  </w:r>
                </w:p>
              </w:tc>
            </w:tr>
          </w:tbl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F95004" w:rsidP="00F9500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옮기면 결과는 같게 나올 수 없다.</w:t>
            </w:r>
          </w:p>
          <w:p w:rsidR="00F95004" w:rsidRDefault="00F95004" w:rsidP="00F9500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>함수가 정의되기 이전에 함수 호출이 일어날 수도 있기 때문에 오류가 생긴다.</w:t>
            </w:r>
          </w:p>
          <w:p w:rsidR="00F95004" w:rsidRDefault="00F95004" w:rsidP="00F95004">
            <w:pPr>
              <w:rPr>
                <w:rFonts w:ascii="맑은 고딕" w:hAnsi="맑은 고딕"/>
              </w:rPr>
            </w:pPr>
            <w:r>
              <w:rPr>
                <w:rFonts w:ascii="맑은 고딕" w:hAnsi="맑은 고딕" w:hint="eastAsia"/>
              </w:rPr>
              <w:t xml:space="preserve">기본적으로 함수는 호출문 위에 있는 것이 </w:t>
            </w:r>
            <w:r w:rsidR="00BF29AB">
              <w:rPr>
                <w:rFonts w:ascii="맑은 고딕" w:hAnsi="맑은 고딕" w:hint="eastAsia"/>
              </w:rPr>
              <w:t>올바르다.</w:t>
            </w: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1520A0" w:rsidRDefault="001520A0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761BDC" w:rsidRDefault="00761BDC" w:rsidP="00F95004">
            <w:pPr>
              <w:rPr>
                <w:rFonts w:ascii="맑은 고딕" w:hAnsi="맑은 고딕"/>
              </w:rPr>
            </w:pPr>
          </w:p>
          <w:p w:rsidR="001520A0" w:rsidRPr="005424B3" w:rsidRDefault="001520A0" w:rsidP="00F95004">
            <w:pPr>
              <w:rPr>
                <w:rFonts w:ascii="맑은 고딕" w:hAnsi="맑은 고딕"/>
              </w:rPr>
            </w:pPr>
          </w:p>
        </w:tc>
      </w:tr>
    </w:tbl>
    <w:p w:rsidR="001520A0" w:rsidRPr="001520A0" w:rsidRDefault="001520A0" w:rsidP="001520A0">
      <w:pPr>
        <w:rPr>
          <w:rFonts w:ascii="맑은 고딕" w:hAnsi="맑은 고딕"/>
        </w:rPr>
      </w:pPr>
    </w:p>
    <w:p w:rsidR="001520A0" w:rsidRDefault="001520A0" w:rsidP="001520A0">
      <w:pPr>
        <w:rPr>
          <w:rFonts w:ascii="맑은 고딕" w:hAnsi="맑은 고딕"/>
        </w:rPr>
      </w:pPr>
    </w:p>
    <w:p w:rsidR="001520A0" w:rsidRPr="001520A0" w:rsidRDefault="00761BDC" w:rsidP="00FC03C6">
      <w:pPr>
        <w:rPr>
          <w:rFonts w:ascii="맑은 고딕" w:hAnsi="맑은 고딕"/>
        </w:rPr>
      </w:pPr>
      <w:r>
        <w:rPr>
          <w:noProof/>
        </w:rPr>
        <w:drawing>
          <wp:inline distT="0" distB="0" distL="0" distR="0" wp14:anchorId="204D1B3A" wp14:editId="491A3678">
            <wp:extent cx="6373142" cy="3005667"/>
            <wp:effectExtent l="0" t="0" r="8890" b="444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04239" cy="3020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AEF" w:rsidRDefault="00C22AEF" w:rsidP="00FC03C6">
      <w:pPr>
        <w:rPr>
          <w:rFonts w:ascii="맑은 고딕" w:hAnsi="맑은 고딕"/>
        </w:rPr>
      </w:pPr>
    </w:p>
    <w:p w:rsidR="006118D6" w:rsidRPr="006118D6" w:rsidRDefault="006118D6" w:rsidP="006118D6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2"/>
          <w:szCs w:val="32"/>
        </w:rPr>
      </w:pPr>
      <w:r w:rsidRPr="006118D6">
        <w:rPr>
          <w:rFonts w:ascii="맑은 고딕" w:hAnsi="맑은 고딕" w:hint="eastAsia"/>
          <w:sz w:val="32"/>
          <w:szCs w:val="32"/>
        </w:rPr>
        <w:t>콜백함수란 무엇인가?</w:t>
      </w:r>
    </w:p>
    <w:p w:rsidR="006118D6" w:rsidRDefault="006118D6" w:rsidP="006118D6">
      <w:pPr>
        <w:ind w:left="720"/>
        <w:rPr>
          <w:rFonts w:ascii="맑은 고딕" w:hAnsi="맑은 고딕"/>
        </w:rPr>
      </w:pPr>
      <w:r>
        <w:rPr>
          <w:rFonts w:ascii="맑은 고딕" w:hAnsi="맑은 고딕" w:hint="eastAsia"/>
        </w:rPr>
        <w:t xml:space="preserve">콜백함수는 액션을 </w:t>
      </w:r>
      <w:r w:rsidR="00DE5328">
        <w:rPr>
          <w:rFonts w:ascii="맑은 고딕" w:hAnsi="맑은 고딕" w:hint="eastAsia"/>
        </w:rPr>
        <w:t>취했을 때 호출되는 함수이다.</w:t>
      </w:r>
      <w:r w:rsidR="00DE5328">
        <w:rPr>
          <w:rFonts w:ascii="맑은 고딕" w:hAnsi="맑은 고딕"/>
        </w:rPr>
        <w:t xml:space="preserve"> </w:t>
      </w:r>
      <w:r w:rsidR="00DE5328">
        <w:rPr>
          <w:rFonts w:ascii="맑은 고딕" w:hAnsi="맑은 고딕" w:hint="eastAsia"/>
        </w:rPr>
        <w:t>예를 들어서 버튼을 누르면 텍스트가 화면에</w:t>
      </w:r>
    </w:p>
    <w:p w:rsidR="00DE5328" w:rsidRDefault="00DE5328" w:rsidP="006118D6">
      <w:pPr>
        <w:ind w:left="720"/>
        <w:rPr>
          <w:rFonts w:ascii="맑은 고딕" w:hAnsi="맑은 고딕"/>
        </w:rPr>
      </w:pPr>
      <w:r>
        <w:rPr>
          <w:rFonts w:ascii="맑은 고딕" w:hAnsi="맑은 고딕" w:hint="eastAsia"/>
        </w:rPr>
        <w:t xml:space="preserve">나오거나 체크박스를 선택하면 </w:t>
      </w:r>
      <w:r w:rsidR="006816F9">
        <w:rPr>
          <w:rFonts w:ascii="맑은 고딕" w:hAnsi="맑은 고딕" w:hint="eastAsia"/>
        </w:rPr>
        <w:t>버튼의 텍스트가 바뀌는 것 등이 있다.</w:t>
      </w:r>
    </w:p>
    <w:p w:rsidR="006118D6" w:rsidRDefault="006118D6" w:rsidP="006118D6">
      <w:pPr>
        <w:pStyle w:val="afc"/>
        <w:numPr>
          <w:ilvl w:val="0"/>
          <w:numId w:val="21"/>
        </w:numPr>
        <w:ind w:leftChars="0"/>
        <w:rPr>
          <w:rFonts w:ascii="맑은 고딕" w:hAnsi="맑은 고딕"/>
          <w:sz w:val="32"/>
          <w:szCs w:val="32"/>
        </w:rPr>
      </w:pPr>
      <w:r w:rsidRPr="006118D6">
        <w:rPr>
          <w:rFonts w:ascii="맑은 고딕" w:hAnsi="맑은 고딕" w:hint="eastAsia"/>
          <w:sz w:val="32"/>
          <w:szCs w:val="32"/>
        </w:rPr>
        <w:t>이벤트 핸들링이란 무엇인가?</w:t>
      </w:r>
    </w:p>
    <w:p w:rsidR="006816F9" w:rsidRDefault="007144CE" w:rsidP="006816F9">
      <w:pPr>
        <w:pStyle w:val="afc"/>
        <w:ind w:leftChars="0" w:left="760"/>
        <w:rPr>
          <w:rFonts w:ascii="맑은 고딕" w:hAnsi="맑은 고딕"/>
        </w:rPr>
      </w:pPr>
      <w:r>
        <w:rPr>
          <w:rFonts w:ascii="맑은 고딕" w:hAnsi="맑은 고딕" w:hint="eastAsia"/>
        </w:rPr>
        <w:t>버튼이 클릭되거나 체크버튼이 클릭되는 일 등을 이벤트라고 하는데 이벤트가 일어나면 특정 코드를 실행하는 경우가 있다.</w:t>
      </w:r>
      <w:r>
        <w:rPr>
          <w:rFonts w:ascii="맑은 고딕" w:hAnsi="맑은 고딕"/>
        </w:rPr>
        <w:t xml:space="preserve"> </w:t>
      </w:r>
      <w:r>
        <w:rPr>
          <w:rFonts w:ascii="맑은 고딕" w:hAnsi="맑은 고딕" w:hint="eastAsia"/>
        </w:rPr>
        <w:t>이러한 경우를 이벤트 핸들링이라고 한다.</w:t>
      </w:r>
      <w:r>
        <w:rPr>
          <w:rFonts w:ascii="맑은 고딕" w:hAnsi="맑은 고딕"/>
        </w:rPr>
        <w:t xml:space="preserve"> </w:t>
      </w:r>
    </w:p>
    <w:p w:rsidR="00EE14DE" w:rsidRDefault="00EE14DE" w:rsidP="006816F9">
      <w:pPr>
        <w:pStyle w:val="afc"/>
        <w:ind w:leftChars="0" w:left="760"/>
        <w:rPr>
          <w:rFonts w:ascii="맑은 고딕" w:hAnsi="맑은 고딕"/>
          <w:sz w:val="32"/>
          <w:szCs w:val="32"/>
        </w:rPr>
      </w:pPr>
    </w:p>
    <w:p w:rsidR="00EE14DE" w:rsidRDefault="00EE14DE" w:rsidP="00EE14DE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&lt;</w:t>
      </w:r>
      <w:r>
        <w:rPr>
          <w:rFonts w:ascii="맑은 고딕" w:hAnsi="맑은 고딕"/>
          <w:sz w:val="32"/>
          <w:szCs w:val="32"/>
        </w:rPr>
        <w:t xml:space="preserve"> </w:t>
      </w:r>
      <w:r w:rsidR="00FF3222">
        <w:rPr>
          <w:rFonts w:ascii="맑은 고딕" w:hAnsi="맑은 고딕" w:hint="eastAsia"/>
          <w:sz w:val="32"/>
          <w:szCs w:val="32"/>
        </w:rPr>
        <w:t xml:space="preserve">위젯 </w:t>
      </w:r>
      <w:r>
        <w:rPr>
          <w:rFonts w:ascii="맑은 고딕" w:hAnsi="맑은 고딕" w:hint="eastAsia"/>
          <w:sz w:val="32"/>
          <w:szCs w:val="32"/>
        </w:rPr>
        <w:t>정리</w:t>
      </w:r>
      <w:r w:rsidR="00FF3222">
        <w:rPr>
          <w:rFonts w:ascii="맑은 고딕" w:hAnsi="맑은 고딕" w:hint="eastAsia"/>
          <w:sz w:val="32"/>
          <w:szCs w:val="32"/>
        </w:rPr>
        <w:t xml:space="preserve"> &amp;</w:t>
      </w:r>
      <w:r w:rsidR="00FF3222">
        <w:rPr>
          <w:rFonts w:ascii="맑은 고딕" w:hAnsi="맑은 고딕"/>
          <w:sz w:val="32"/>
          <w:szCs w:val="32"/>
        </w:rPr>
        <w:t xml:space="preserve"> </w:t>
      </w:r>
      <w:r w:rsidR="00FF3222">
        <w:rPr>
          <w:rFonts w:ascii="맑은 고딕" w:hAnsi="맑은 고딕" w:hint="eastAsia"/>
          <w:sz w:val="32"/>
          <w:szCs w:val="32"/>
        </w:rPr>
        <w:t>속성 정리</w:t>
      </w:r>
      <w:r>
        <w:rPr>
          <w:rFonts w:ascii="맑은 고딕" w:hAnsi="맑은 고딕" w:hint="eastAsia"/>
          <w:sz w:val="32"/>
          <w:szCs w:val="32"/>
        </w:rPr>
        <w:t xml:space="preserve"> </w:t>
      </w:r>
      <w:r>
        <w:rPr>
          <w:rFonts w:ascii="맑은 고딕" w:hAnsi="맑은 고딕"/>
          <w:sz w:val="32"/>
          <w:szCs w:val="32"/>
        </w:rPr>
        <w:t>&gt;</w:t>
      </w:r>
    </w:p>
    <w:p w:rsidR="00FF3222" w:rsidRDefault="00FF3222" w:rsidP="00EE14DE">
      <w:pPr>
        <w:pStyle w:val="afc"/>
        <w:ind w:leftChars="0" w:left="760"/>
        <w:rPr>
          <w:rFonts w:ascii="맑은 고딕" w:hAnsi="맑은 고딕"/>
          <w:sz w:val="32"/>
          <w:szCs w:val="32"/>
        </w:rPr>
      </w:pPr>
    </w:p>
    <w:p w:rsidR="00EE14DE" w:rsidRDefault="00FF3222" w:rsidP="00FF3222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 xml:space="preserve">라벨 위젯 </w:t>
      </w:r>
      <w:r>
        <w:rPr>
          <w:rFonts w:ascii="맑은 고딕" w:hAnsi="맑은 고딕"/>
          <w:sz w:val="32"/>
          <w:szCs w:val="32"/>
        </w:rPr>
        <w:t xml:space="preserve">                 </w:t>
      </w:r>
      <w:r w:rsidR="00AD4C90">
        <w:rPr>
          <w:rFonts w:ascii="맑은 고딕" w:hAnsi="맑은 고딕"/>
          <w:sz w:val="32"/>
          <w:szCs w:val="32"/>
        </w:rPr>
        <w:tab/>
      </w:r>
      <w:r>
        <w:rPr>
          <w:rFonts w:ascii="맑은 고딕" w:hAnsi="맑은 고딕"/>
          <w:sz w:val="32"/>
          <w:szCs w:val="32"/>
        </w:rPr>
        <w:t xml:space="preserve">6. </w:t>
      </w:r>
      <w:r>
        <w:rPr>
          <w:rFonts w:ascii="맑은 고딕" w:hAnsi="맑은 고딕" w:hint="eastAsia"/>
          <w:sz w:val="32"/>
          <w:szCs w:val="32"/>
        </w:rPr>
        <w:t>라디오버튼 위젯</w:t>
      </w:r>
    </w:p>
    <w:p w:rsidR="00FF3222" w:rsidRDefault="00FF3222" w:rsidP="00FF3222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버튼 위젯</w:t>
      </w:r>
      <w:r>
        <w:rPr>
          <w:rFonts w:ascii="맑은 고딕" w:hAnsi="맑은 고딕"/>
          <w:sz w:val="32"/>
          <w:szCs w:val="32"/>
        </w:rPr>
        <w:tab/>
      </w:r>
      <w:r>
        <w:rPr>
          <w:rFonts w:ascii="맑은 고딕" w:hAnsi="맑은 고딕"/>
          <w:sz w:val="32"/>
          <w:szCs w:val="32"/>
        </w:rPr>
        <w:tab/>
      </w:r>
      <w:r>
        <w:rPr>
          <w:rFonts w:ascii="맑은 고딕" w:hAnsi="맑은 고딕"/>
          <w:sz w:val="32"/>
          <w:szCs w:val="32"/>
        </w:rPr>
        <w:tab/>
        <w:t xml:space="preserve">  </w:t>
      </w:r>
      <w:r w:rsidR="00AD4C90">
        <w:rPr>
          <w:rFonts w:ascii="맑은 고딕" w:hAnsi="맑은 고딕"/>
          <w:sz w:val="32"/>
          <w:szCs w:val="32"/>
        </w:rPr>
        <w:tab/>
      </w:r>
      <w:r>
        <w:rPr>
          <w:rFonts w:ascii="맑은 고딕" w:hAnsi="맑은 고딕"/>
          <w:sz w:val="32"/>
          <w:szCs w:val="32"/>
        </w:rPr>
        <w:t xml:space="preserve">7. </w:t>
      </w:r>
      <w:r w:rsidR="00AD4C90">
        <w:rPr>
          <w:rFonts w:ascii="맑은 고딕" w:hAnsi="맑은 고딕" w:hint="eastAsia"/>
          <w:sz w:val="32"/>
          <w:szCs w:val="32"/>
        </w:rPr>
        <w:t>스크롤드텍스트 위젯</w:t>
      </w:r>
    </w:p>
    <w:p w:rsidR="00FF3222" w:rsidRDefault="00FF3222" w:rsidP="00FF3222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엔트리 위젯(한 줄 빈칸)</w:t>
      </w:r>
      <w:r w:rsidR="00F161D4">
        <w:rPr>
          <w:rFonts w:ascii="맑은 고딕" w:hAnsi="맑은 고딕"/>
          <w:sz w:val="32"/>
          <w:szCs w:val="32"/>
        </w:rPr>
        <w:t xml:space="preserve">      (</w:t>
      </w:r>
      <w:r w:rsidR="00F161D4">
        <w:rPr>
          <w:rFonts w:ascii="맑은 고딕" w:hAnsi="맑은 고딕" w:hint="eastAsia"/>
          <w:sz w:val="32"/>
          <w:szCs w:val="32"/>
        </w:rPr>
        <w:t>스크롤 있는 여러 줄 빈칸)</w:t>
      </w:r>
    </w:p>
    <w:p w:rsidR="00FF3222" w:rsidRDefault="00FF3222" w:rsidP="00FF3222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콤보박스 위젯</w:t>
      </w:r>
    </w:p>
    <w:p w:rsidR="00FF3222" w:rsidRDefault="00FF3222" w:rsidP="00FF3222">
      <w:pPr>
        <w:pStyle w:val="afc"/>
        <w:numPr>
          <w:ilvl w:val="0"/>
          <w:numId w:val="22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체크버튼 위젯</w:t>
      </w:r>
    </w:p>
    <w:p w:rsidR="00BF2F35" w:rsidRDefault="00BF2F35" w:rsidP="00BF2F35">
      <w:pPr>
        <w:rPr>
          <w:rFonts w:ascii="맑은 고딕" w:hAnsi="맑은 고딕"/>
          <w:sz w:val="32"/>
          <w:szCs w:val="32"/>
        </w:rPr>
      </w:pP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lastRenderedPageBreak/>
        <w:t>라벨 위젯 속성</w:t>
      </w:r>
    </w:p>
    <w:p w:rsidR="00A80F5A" w:rsidRPr="00A80F5A" w:rsidRDefault="00810C79" w:rsidP="00A80F5A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074E2B">
        <w:rPr>
          <w:rFonts w:ascii="맑은 고딕" w:hAnsi="맑은 고딕" w:hint="eastAsia"/>
          <w:sz w:val="32"/>
          <w:szCs w:val="32"/>
        </w:rPr>
        <w:t>t</w:t>
      </w:r>
      <w:r w:rsidR="00074E2B">
        <w:rPr>
          <w:rFonts w:ascii="맑은 고딕" w:hAnsi="맑은 고딕"/>
          <w:sz w:val="32"/>
          <w:szCs w:val="32"/>
        </w:rPr>
        <w:t>ext</w:t>
      </w:r>
      <w:r w:rsidR="00361029">
        <w:rPr>
          <w:rFonts w:ascii="맑은 고딕" w:hAnsi="맑은 고딕"/>
          <w:sz w:val="32"/>
          <w:szCs w:val="32"/>
        </w:rPr>
        <w:t xml:space="preserve">: </w:t>
      </w:r>
      <w:r w:rsidR="00361029">
        <w:rPr>
          <w:rFonts w:ascii="맑은 고딕" w:hAnsi="맑은 고딕" w:hint="eastAsia"/>
          <w:sz w:val="32"/>
          <w:szCs w:val="32"/>
        </w:rPr>
        <w:t>위젯에 문자열을 작성하는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버튼 위젯 속성</w:t>
      </w:r>
    </w:p>
    <w:p w:rsidR="00A80F5A" w:rsidRDefault="00810C79" w:rsidP="00810C79">
      <w:pPr>
        <w:pStyle w:val="afc"/>
        <w:ind w:left="88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BA6D6F">
        <w:rPr>
          <w:rFonts w:ascii="맑은 고딕" w:hAnsi="맑은 고딕"/>
          <w:sz w:val="32"/>
          <w:szCs w:val="32"/>
        </w:rPr>
        <w:t>tex</w:t>
      </w:r>
      <w:r w:rsidR="00A80F5A">
        <w:rPr>
          <w:rFonts w:ascii="맑은 고딕" w:hAnsi="맑은 고딕"/>
          <w:sz w:val="32"/>
          <w:szCs w:val="32"/>
        </w:rPr>
        <w:t>t:</w:t>
      </w:r>
      <w:r w:rsidR="00361029">
        <w:rPr>
          <w:rFonts w:ascii="맑은 고딕" w:hAnsi="맑은 고딕"/>
          <w:sz w:val="32"/>
          <w:szCs w:val="32"/>
        </w:rPr>
        <w:t xml:space="preserve"> </w:t>
      </w:r>
      <w:r w:rsidR="00361029">
        <w:rPr>
          <w:rFonts w:ascii="맑은 고딕" w:hAnsi="맑은 고딕" w:hint="eastAsia"/>
          <w:sz w:val="32"/>
          <w:szCs w:val="32"/>
        </w:rPr>
        <w:t>위젯에 문자열을 작성하는 속성</w:t>
      </w:r>
    </w:p>
    <w:p w:rsidR="00224689" w:rsidRPr="00810C79" w:rsidRDefault="00A80F5A" w:rsidP="00A80F5A">
      <w:pPr>
        <w:pStyle w:val="afc"/>
        <w:ind w:left="88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C</w:t>
      </w:r>
      <w:r w:rsidR="00BA6D6F">
        <w:rPr>
          <w:rFonts w:ascii="맑은 고딕" w:hAnsi="맑은 고딕"/>
          <w:sz w:val="32"/>
          <w:szCs w:val="32"/>
        </w:rPr>
        <w:t>ommand</w:t>
      </w:r>
      <w:r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입력을 하면 함수를 호출하는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엔트리 위젯 속성</w:t>
      </w:r>
    </w:p>
    <w:p w:rsidR="00A80F5A" w:rsidRDefault="00810C79" w:rsidP="00224689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BA6D6F">
        <w:rPr>
          <w:rFonts w:ascii="맑은 고딕" w:hAnsi="맑은 고딕"/>
          <w:sz w:val="32"/>
          <w:szCs w:val="32"/>
        </w:rPr>
        <w:t>width</w:t>
      </w:r>
      <w:r w:rsidR="00A80F5A"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위젯의 크기 중 너비를 결정하는 속성</w:t>
      </w:r>
    </w:p>
    <w:p w:rsidR="00224689" w:rsidRDefault="00A80F5A" w:rsidP="00A80F5A">
      <w:pPr>
        <w:pStyle w:val="afc"/>
        <w:ind w:leftChars="0" w:left="760" w:firstLineChars="150" w:firstLine="48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V</w:t>
      </w:r>
      <w:r w:rsidR="00BA6D6F">
        <w:rPr>
          <w:rFonts w:ascii="맑은 고딕" w:hAnsi="맑은 고딕"/>
          <w:sz w:val="32"/>
          <w:szCs w:val="32"/>
        </w:rPr>
        <w:t>ariable</w:t>
      </w:r>
      <w:r>
        <w:rPr>
          <w:rFonts w:ascii="맑은 고딕" w:hAnsi="맑은 고딕"/>
          <w:sz w:val="32"/>
          <w:szCs w:val="32"/>
        </w:rPr>
        <w:t>:</w:t>
      </w:r>
      <w:r w:rsidR="00F43969">
        <w:rPr>
          <w:rFonts w:ascii="맑은 고딕" w:hAnsi="맑은 고딕"/>
          <w:sz w:val="32"/>
          <w:szCs w:val="32"/>
        </w:rPr>
        <w:t xml:space="preserve"> </w:t>
      </w:r>
      <w:r w:rsidR="00F43969">
        <w:rPr>
          <w:rFonts w:ascii="맑은 고딕" w:hAnsi="맑은 고딕" w:hint="eastAsia"/>
          <w:sz w:val="32"/>
          <w:szCs w:val="32"/>
        </w:rPr>
        <w:t xml:space="preserve">위젯이 </w:t>
      </w:r>
      <w:r w:rsidR="00F43969">
        <w:rPr>
          <w:rFonts w:ascii="맑은 고딕" w:hAnsi="맑은 고딕"/>
          <w:sz w:val="32"/>
          <w:szCs w:val="32"/>
        </w:rPr>
        <w:t>(</w:t>
      </w:r>
      <w:r w:rsidR="00F43969">
        <w:rPr>
          <w:rFonts w:ascii="맑은 고딕" w:hAnsi="맑은 고딕" w:hint="eastAsia"/>
          <w:sz w:val="32"/>
          <w:szCs w:val="32"/>
        </w:rPr>
        <w:t>등호 뒤에 있는) 변수로 바인딩되게 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콤보박스 위젯 속성</w:t>
      </w:r>
    </w:p>
    <w:p w:rsidR="00A80F5A" w:rsidRPr="005C7288" w:rsidRDefault="00810C79" w:rsidP="005C7288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BA6D6F">
        <w:rPr>
          <w:rFonts w:ascii="맑은 고딕" w:hAnsi="맑은 고딕"/>
          <w:sz w:val="32"/>
          <w:szCs w:val="32"/>
        </w:rPr>
        <w:t>width</w:t>
      </w:r>
      <w:r w:rsidR="00A80F5A"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위젯의 크기 중 너비를 결정하는 속성</w:t>
      </w:r>
    </w:p>
    <w:p w:rsidR="00224689" w:rsidRPr="00810C79" w:rsidRDefault="00A80F5A" w:rsidP="00D62B75">
      <w:pPr>
        <w:pStyle w:val="afc"/>
        <w:ind w:left="88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V</w:t>
      </w:r>
      <w:r w:rsidR="00BA6D6F">
        <w:rPr>
          <w:rFonts w:ascii="맑은 고딕" w:hAnsi="맑은 고딕"/>
          <w:sz w:val="32"/>
          <w:szCs w:val="32"/>
        </w:rPr>
        <w:t>ariable</w:t>
      </w:r>
      <w:r>
        <w:rPr>
          <w:rFonts w:ascii="맑은 고딕" w:hAnsi="맑은 고딕"/>
          <w:sz w:val="32"/>
          <w:szCs w:val="32"/>
        </w:rPr>
        <w:t>:</w:t>
      </w:r>
      <w:r w:rsidR="00D62B75">
        <w:rPr>
          <w:rFonts w:ascii="맑은 고딕" w:hAnsi="맑은 고딕"/>
          <w:sz w:val="32"/>
          <w:szCs w:val="32"/>
        </w:rPr>
        <w:t xml:space="preserve"> </w:t>
      </w:r>
      <w:r w:rsidR="00D62B75">
        <w:rPr>
          <w:rFonts w:ascii="맑은 고딕" w:hAnsi="맑은 고딕" w:hint="eastAsia"/>
          <w:sz w:val="32"/>
          <w:szCs w:val="32"/>
        </w:rPr>
        <w:t xml:space="preserve">위젯이 </w:t>
      </w:r>
      <w:r w:rsidR="00D62B75">
        <w:rPr>
          <w:rFonts w:ascii="맑은 고딕" w:hAnsi="맑은 고딕"/>
          <w:sz w:val="32"/>
          <w:szCs w:val="32"/>
        </w:rPr>
        <w:t>(</w:t>
      </w:r>
      <w:r w:rsidR="00D62B75">
        <w:rPr>
          <w:rFonts w:ascii="맑은 고딕" w:hAnsi="맑은 고딕" w:hint="eastAsia"/>
          <w:sz w:val="32"/>
          <w:szCs w:val="32"/>
        </w:rPr>
        <w:t>등호 뒤에 있는) 변수로 바인딩되게 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체크버튼 위젯 속성</w:t>
      </w:r>
    </w:p>
    <w:p w:rsidR="00A80F5A" w:rsidRDefault="00810C79" w:rsidP="00224689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BA6D6F">
        <w:rPr>
          <w:rFonts w:ascii="맑은 고딕" w:hAnsi="맑은 고딕"/>
          <w:sz w:val="32"/>
          <w:szCs w:val="32"/>
        </w:rPr>
        <w:t>text</w:t>
      </w:r>
      <w:r w:rsidR="00A80F5A">
        <w:rPr>
          <w:rFonts w:ascii="맑은 고딕" w:hAnsi="맑은 고딕"/>
          <w:sz w:val="32"/>
          <w:szCs w:val="32"/>
        </w:rPr>
        <w:t>:</w:t>
      </w:r>
      <w:r w:rsidR="00361029">
        <w:rPr>
          <w:rFonts w:ascii="맑은 고딕" w:hAnsi="맑은 고딕"/>
          <w:sz w:val="32"/>
          <w:szCs w:val="32"/>
        </w:rPr>
        <w:t xml:space="preserve"> </w:t>
      </w:r>
      <w:r w:rsidR="00361029">
        <w:rPr>
          <w:rFonts w:ascii="맑은 고딕" w:hAnsi="맑은 고딕" w:hint="eastAsia"/>
          <w:sz w:val="32"/>
          <w:szCs w:val="32"/>
        </w:rPr>
        <w:t>위젯에 문자열을 작성하는 속성</w:t>
      </w:r>
    </w:p>
    <w:p w:rsidR="00224689" w:rsidRDefault="00A80F5A" w:rsidP="00A80F5A">
      <w:pPr>
        <w:pStyle w:val="afc"/>
        <w:ind w:leftChars="0" w:left="76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V</w:t>
      </w:r>
      <w:r w:rsidR="00BA6D6F">
        <w:rPr>
          <w:rFonts w:ascii="맑은 고딕" w:hAnsi="맑은 고딕"/>
          <w:sz w:val="32"/>
          <w:szCs w:val="32"/>
        </w:rPr>
        <w:t>ariable</w:t>
      </w:r>
      <w:r>
        <w:rPr>
          <w:rFonts w:ascii="맑은 고딕" w:hAnsi="맑은 고딕"/>
          <w:sz w:val="32"/>
          <w:szCs w:val="32"/>
        </w:rPr>
        <w:t>:</w:t>
      </w:r>
      <w:r w:rsidR="00D62B75">
        <w:rPr>
          <w:rFonts w:ascii="맑은 고딕" w:hAnsi="맑은 고딕"/>
          <w:sz w:val="32"/>
          <w:szCs w:val="32"/>
        </w:rPr>
        <w:t xml:space="preserve"> </w:t>
      </w:r>
      <w:r w:rsidR="00D62B75">
        <w:rPr>
          <w:rFonts w:ascii="맑은 고딕" w:hAnsi="맑은 고딕" w:hint="eastAsia"/>
          <w:sz w:val="32"/>
          <w:szCs w:val="32"/>
        </w:rPr>
        <w:t xml:space="preserve">위젯이 </w:t>
      </w:r>
      <w:r w:rsidR="00D62B75">
        <w:rPr>
          <w:rFonts w:ascii="맑은 고딕" w:hAnsi="맑은 고딕"/>
          <w:sz w:val="32"/>
          <w:szCs w:val="32"/>
        </w:rPr>
        <w:t>(</w:t>
      </w:r>
      <w:r w:rsidR="00D62B75">
        <w:rPr>
          <w:rFonts w:ascii="맑은 고딕" w:hAnsi="맑은 고딕" w:hint="eastAsia"/>
          <w:sz w:val="32"/>
          <w:szCs w:val="32"/>
        </w:rPr>
        <w:t>등호 뒤에 있는) 변수로 바인딩되게 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라디오버튼 위젯 속성</w:t>
      </w:r>
    </w:p>
    <w:p w:rsidR="00A80F5A" w:rsidRDefault="00810C79" w:rsidP="00810C79">
      <w:pPr>
        <w:pStyle w:val="afc"/>
        <w:ind w:left="88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=</w:t>
      </w:r>
      <w:r>
        <w:rPr>
          <w:rFonts w:ascii="맑은 고딕" w:hAnsi="맑은 고딕"/>
          <w:sz w:val="32"/>
          <w:szCs w:val="32"/>
        </w:rPr>
        <w:t>&gt;</w:t>
      </w:r>
      <w:r w:rsidR="00BA6D6F">
        <w:rPr>
          <w:rFonts w:ascii="맑은 고딕" w:hAnsi="맑은 고딕"/>
          <w:sz w:val="32"/>
          <w:szCs w:val="32"/>
        </w:rPr>
        <w:t>text</w:t>
      </w:r>
      <w:r w:rsidR="00A80F5A">
        <w:rPr>
          <w:rFonts w:ascii="맑은 고딕" w:hAnsi="맑은 고딕"/>
          <w:sz w:val="32"/>
          <w:szCs w:val="32"/>
        </w:rPr>
        <w:t>:</w:t>
      </w:r>
      <w:r w:rsidR="00361029">
        <w:rPr>
          <w:rFonts w:ascii="맑은 고딕" w:hAnsi="맑은 고딕"/>
          <w:sz w:val="32"/>
          <w:szCs w:val="32"/>
        </w:rPr>
        <w:t xml:space="preserve"> </w:t>
      </w:r>
      <w:r w:rsidR="00361029">
        <w:rPr>
          <w:rFonts w:ascii="맑은 고딕" w:hAnsi="맑은 고딕" w:hint="eastAsia"/>
          <w:sz w:val="32"/>
          <w:szCs w:val="32"/>
        </w:rPr>
        <w:t>위젯에 문자열을 작성하는 속성</w:t>
      </w:r>
    </w:p>
    <w:p w:rsidR="00A80F5A" w:rsidRDefault="00A80F5A" w:rsidP="00A80F5A">
      <w:pPr>
        <w:pStyle w:val="afc"/>
        <w:ind w:left="88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V</w:t>
      </w:r>
      <w:r w:rsidR="00BA6D6F">
        <w:rPr>
          <w:rFonts w:ascii="맑은 고딕" w:hAnsi="맑은 고딕"/>
          <w:sz w:val="32"/>
          <w:szCs w:val="32"/>
        </w:rPr>
        <w:t>ariable</w:t>
      </w:r>
      <w:r>
        <w:rPr>
          <w:rFonts w:ascii="맑은 고딕" w:hAnsi="맑은 고딕"/>
          <w:sz w:val="32"/>
          <w:szCs w:val="32"/>
        </w:rPr>
        <w:t>:</w:t>
      </w:r>
      <w:r w:rsidR="00D62B75">
        <w:rPr>
          <w:rFonts w:ascii="맑은 고딕" w:hAnsi="맑은 고딕"/>
          <w:sz w:val="32"/>
          <w:szCs w:val="32"/>
        </w:rPr>
        <w:t xml:space="preserve"> </w:t>
      </w:r>
      <w:r w:rsidR="00D62B75">
        <w:rPr>
          <w:rFonts w:ascii="맑은 고딕" w:hAnsi="맑은 고딕" w:hint="eastAsia"/>
          <w:sz w:val="32"/>
          <w:szCs w:val="32"/>
        </w:rPr>
        <w:t xml:space="preserve">위젯이 </w:t>
      </w:r>
      <w:r w:rsidR="00D62B75">
        <w:rPr>
          <w:rFonts w:ascii="맑은 고딕" w:hAnsi="맑은 고딕"/>
          <w:sz w:val="32"/>
          <w:szCs w:val="32"/>
        </w:rPr>
        <w:t>(</w:t>
      </w:r>
      <w:r w:rsidR="00D62B75">
        <w:rPr>
          <w:rFonts w:ascii="맑은 고딕" w:hAnsi="맑은 고딕" w:hint="eastAsia"/>
          <w:sz w:val="32"/>
          <w:szCs w:val="32"/>
        </w:rPr>
        <w:t>등호 뒤에 있는) 변수로 바인딩되게 하는 속성</w:t>
      </w:r>
    </w:p>
    <w:p w:rsidR="00224689" w:rsidRPr="005C7288" w:rsidRDefault="00A80F5A" w:rsidP="005C7288">
      <w:pPr>
        <w:pStyle w:val="afc"/>
        <w:ind w:left="88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C</w:t>
      </w:r>
      <w:r w:rsidR="00BA6D6F">
        <w:rPr>
          <w:rFonts w:ascii="맑은 고딕" w:hAnsi="맑은 고딕"/>
          <w:sz w:val="32"/>
          <w:szCs w:val="32"/>
        </w:rPr>
        <w:t>ommand</w:t>
      </w:r>
      <w:r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입력을 하면 함수를 호출하는 속성</w:t>
      </w:r>
    </w:p>
    <w:p w:rsidR="00BF2F35" w:rsidRDefault="00BF2F35" w:rsidP="00BF2F35">
      <w:pPr>
        <w:pStyle w:val="afc"/>
        <w:numPr>
          <w:ilvl w:val="0"/>
          <w:numId w:val="23"/>
        </w:numPr>
        <w:ind w:leftChars="0"/>
        <w:rPr>
          <w:rFonts w:ascii="맑은 고딕" w:hAnsi="맑은 고딕"/>
          <w:sz w:val="32"/>
          <w:szCs w:val="32"/>
        </w:rPr>
      </w:pPr>
      <w:r>
        <w:rPr>
          <w:rFonts w:ascii="맑은 고딕" w:hAnsi="맑은 고딕" w:hint="eastAsia"/>
          <w:sz w:val="32"/>
          <w:szCs w:val="32"/>
        </w:rPr>
        <w:t>스크롤드텍스트 위젯 속성</w:t>
      </w:r>
    </w:p>
    <w:p w:rsidR="005903F1" w:rsidRPr="005C7288" w:rsidRDefault="00810C79" w:rsidP="005C7288">
      <w:pPr>
        <w:pStyle w:val="afc"/>
        <w:ind w:leftChars="0" w:left="76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=&gt;</w:t>
      </w:r>
      <w:r w:rsidR="00BA6D6F">
        <w:rPr>
          <w:rFonts w:ascii="맑은 고딕" w:hAnsi="맑은 고딕"/>
          <w:sz w:val="32"/>
          <w:szCs w:val="32"/>
        </w:rPr>
        <w:t>width</w:t>
      </w:r>
      <w:r w:rsidR="005903F1"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위젯의 크기 중 너비를 결정하는 속성</w:t>
      </w:r>
    </w:p>
    <w:p w:rsidR="005903F1" w:rsidRDefault="005903F1" w:rsidP="005903F1">
      <w:pPr>
        <w:pStyle w:val="afc"/>
        <w:ind w:leftChars="0" w:left="76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H</w:t>
      </w:r>
      <w:r w:rsidR="00BA6D6F">
        <w:rPr>
          <w:rFonts w:ascii="맑은 고딕" w:hAnsi="맑은 고딕"/>
          <w:sz w:val="32"/>
          <w:szCs w:val="32"/>
        </w:rPr>
        <w:t>eight</w:t>
      </w:r>
      <w:r>
        <w:rPr>
          <w:rFonts w:ascii="맑은 고딕" w:hAnsi="맑은 고딕"/>
          <w:sz w:val="32"/>
          <w:szCs w:val="32"/>
        </w:rPr>
        <w:t>:</w:t>
      </w:r>
      <w:r w:rsidR="005C7288">
        <w:rPr>
          <w:rFonts w:ascii="맑은 고딕" w:hAnsi="맑은 고딕"/>
          <w:sz w:val="32"/>
          <w:szCs w:val="32"/>
        </w:rPr>
        <w:t xml:space="preserve"> </w:t>
      </w:r>
      <w:r w:rsidR="005C7288">
        <w:rPr>
          <w:rFonts w:ascii="맑은 고딕" w:hAnsi="맑은 고딕" w:hint="eastAsia"/>
          <w:sz w:val="32"/>
          <w:szCs w:val="32"/>
        </w:rPr>
        <w:t>위젯의 크기 중 높이를 결정하는 속성</w:t>
      </w:r>
    </w:p>
    <w:p w:rsidR="00810C79" w:rsidRPr="00BF2F35" w:rsidRDefault="005903F1" w:rsidP="005903F1">
      <w:pPr>
        <w:pStyle w:val="afc"/>
        <w:ind w:leftChars="0" w:left="760" w:firstLineChars="100" w:firstLine="320"/>
        <w:rPr>
          <w:rFonts w:ascii="맑은 고딕" w:hAnsi="맑은 고딕"/>
          <w:sz w:val="32"/>
          <w:szCs w:val="32"/>
        </w:rPr>
      </w:pPr>
      <w:r>
        <w:rPr>
          <w:rFonts w:ascii="맑은 고딕" w:hAnsi="맑은 고딕"/>
          <w:sz w:val="32"/>
          <w:szCs w:val="32"/>
        </w:rPr>
        <w:t>W</w:t>
      </w:r>
      <w:r w:rsidR="00BA6D6F">
        <w:rPr>
          <w:rFonts w:ascii="맑은 고딕" w:hAnsi="맑은 고딕"/>
          <w:sz w:val="32"/>
          <w:szCs w:val="32"/>
        </w:rPr>
        <w:t>rap</w:t>
      </w:r>
      <w:r>
        <w:rPr>
          <w:rFonts w:ascii="맑은 고딕" w:hAnsi="맑은 고딕"/>
          <w:sz w:val="32"/>
          <w:szCs w:val="32"/>
        </w:rPr>
        <w:t>:</w:t>
      </w:r>
      <w:r w:rsidR="0075075E">
        <w:rPr>
          <w:rFonts w:ascii="맑은 고딕" w:hAnsi="맑은 고딕"/>
          <w:sz w:val="32"/>
          <w:szCs w:val="32"/>
        </w:rPr>
        <w:t xml:space="preserve"> </w:t>
      </w:r>
      <w:r w:rsidR="0075075E">
        <w:rPr>
          <w:rFonts w:ascii="맑은 고딕" w:hAnsi="맑은 고딕" w:hint="eastAsia"/>
          <w:sz w:val="32"/>
          <w:szCs w:val="32"/>
        </w:rPr>
        <w:t>압력창에서 줄 바꿈을 결정하는 속성</w:t>
      </w:r>
    </w:p>
    <w:sectPr w:rsidR="00810C79" w:rsidRPr="00BF2F35" w:rsidSect="005424B3">
      <w:footerReference w:type="default" r:id="rId25"/>
      <w:headerReference w:type="first" r:id="rId26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658" w:rsidRDefault="00051658" w:rsidP="004A7542">
      <w:pPr>
        <w:spacing w:after="0" w:line="240" w:lineRule="auto"/>
      </w:pPr>
      <w:r>
        <w:separator/>
      </w:r>
    </w:p>
  </w:endnote>
  <w:endnote w:type="continuationSeparator" w:id="0">
    <w:p w:rsidR="00051658" w:rsidRDefault="00051658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5004" w:rsidRDefault="00F95004" w:rsidP="00271F14">
        <w:pPr>
          <w:pStyle w:val="a4"/>
        </w:pPr>
        <w:r>
          <w:rPr>
            <w:lang w:val="ko-KR" w:bidi="ko-KR"/>
          </w:rPr>
          <w:fldChar w:fldCharType="begin"/>
        </w:r>
        <w:r>
          <w:rPr>
            <w:lang w:val="ko-KR" w:bidi="ko-KR"/>
          </w:rPr>
          <w:instrText xml:space="preserve"> PAGE   \* MERGEFORMAT </w:instrText>
        </w:r>
        <w:r>
          <w:rPr>
            <w:lang w:val="ko-KR" w:bidi="ko-KR"/>
          </w:rPr>
          <w:fldChar w:fldCharType="separate"/>
        </w:r>
        <w:r w:rsidR="00EA3694">
          <w:rPr>
            <w:noProof/>
            <w:lang w:val="ko-KR" w:bidi="ko-KR"/>
          </w:rPr>
          <w:t>2</w:t>
        </w:r>
        <w:r>
          <w:rPr>
            <w:noProof/>
            <w:lang w:val="ko-KR" w:bidi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658" w:rsidRDefault="00051658" w:rsidP="004A7542">
      <w:pPr>
        <w:spacing w:after="0" w:line="240" w:lineRule="auto"/>
      </w:pPr>
      <w:r>
        <w:separator/>
      </w:r>
    </w:p>
  </w:footnote>
  <w:footnote w:type="continuationSeparator" w:id="0">
    <w:p w:rsidR="00051658" w:rsidRDefault="00051658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맑은 고딕" w:hAnsi="맑은 고딕" w:hint="eastAsia"/>
      </w:rPr>
      <w:alias w:val="이름 입력:"/>
      <w:tag w:val="이름 입력:"/>
      <w:id w:val="894705151"/>
      <w:placeholder>
        <w:docPart w:val="D686B5B9446641F58496FD8878141349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/>
    </w:sdtPr>
    <w:sdtEndPr/>
    <w:sdtContent>
      <w:p w:rsidR="00F95004" w:rsidRPr="00001191" w:rsidRDefault="00F95004" w:rsidP="00B448CC">
        <w:pPr>
          <w:pStyle w:val="a3"/>
          <w:rPr>
            <w:rFonts w:ascii="맑은 고딕" w:hAnsi="맑은 고딕"/>
          </w:rPr>
        </w:pPr>
        <w:r>
          <w:rPr>
            <w:rFonts w:ascii="맑은 고딕" w:hAnsi="맑은 고딕" w:hint="eastAsia"/>
          </w:rPr>
          <w:t>python gui - 1주차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30D0374"/>
    <w:multiLevelType w:val="hybridMultilevel"/>
    <w:tmpl w:val="9AC4B92C"/>
    <w:lvl w:ilvl="0" w:tplc="E1FC3CCA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 w15:restartNumberingAfterBreak="0">
    <w:nsid w:val="4B036815"/>
    <w:multiLevelType w:val="multilevel"/>
    <w:tmpl w:val="E532429C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4B7345FA"/>
    <w:multiLevelType w:val="hybridMultilevel"/>
    <w:tmpl w:val="B83C4CAC"/>
    <w:lvl w:ilvl="0" w:tplc="C1D20B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F4D037D"/>
    <w:multiLevelType w:val="multilevel"/>
    <w:tmpl w:val="552E29B6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C1305A3"/>
    <w:multiLevelType w:val="hybridMultilevel"/>
    <w:tmpl w:val="E06892EE"/>
    <w:lvl w:ilvl="0" w:tplc="F26A68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C8642AA"/>
    <w:multiLevelType w:val="multilevel"/>
    <w:tmpl w:val="04090023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71035F42"/>
    <w:multiLevelType w:val="hybridMultilevel"/>
    <w:tmpl w:val="CE6CA61E"/>
    <w:lvl w:ilvl="0" w:tplc="D8328AF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2C4851"/>
    <w:multiLevelType w:val="hybridMultilevel"/>
    <w:tmpl w:val="3FE21EBA"/>
    <w:lvl w:ilvl="0" w:tplc="B67E858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2"/>
  </w:num>
  <w:num w:numId="5">
    <w:abstractNumId w:val="11"/>
  </w:num>
  <w:num w:numId="6">
    <w:abstractNumId w:val="15"/>
  </w:num>
  <w:num w:numId="7">
    <w:abstractNumId w:val="13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9"/>
  </w:num>
  <w:num w:numId="21">
    <w:abstractNumId w:val="21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EF"/>
    <w:rsid w:val="00001191"/>
    <w:rsid w:val="00007230"/>
    <w:rsid w:val="00011C73"/>
    <w:rsid w:val="00016B32"/>
    <w:rsid w:val="00026586"/>
    <w:rsid w:val="00051658"/>
    <w:rsid w:val="00056790"/>
    <w:rsid w:val="000709ED"/>
    <w:rsid w:val="00070D54"/>
    <w:rsid w:val="00073D65"/>
    <w:rsid w:val="00074E2B"/>
    <w:rsid w:val="00094473"/>
    <w:rsid w:val="000A4BCC"/>
    <w:rsid w:val="000B7692"/>
    <w:rsid w:val="000D4028"/>
    <w:rsid w:val="000E4488"/>
    <w:rsid w:val="000E568C"/>
    <w:rsid w:val="000E7272"/>
    <w:rsid w:val="000F138F"/>
    <w:rsid w:val="000F412F"/>
    <w:rsid w:val="000F6A55"/>
    <w:rsid w:val="00102B34"/>
    <w:rsid w:val="0012595F"/>
    <w:rsid w:val="00127353"/>
    <w:rsid w:val="001516DE"/>
    <w:rsid w:val="001520A0"/>
    <w:rsid w:val="00171263"/>
    <w:rsid w:val="001D1D75"/>
    <w:rsid w:val="001F34CF"/>
    <w:rsid w:val="00210152"/>
    <w:rsid w:val="00215E0E"/>
    <w:rsid w:val="00224689"/>
    <w:rsid w:val="00226E2F"/>
    <w:rsid w:val="002406BA"/>
    <w:rsid w:val="00271AE0"/>
    <w:rsid w:val="00271F14"/>
    <w:rsid w:val="00290D29"/>
    <w:rsid w:val="00293AB5"/>
    <w:rsid w:val="00293B83"/>
    <w:rsid w:val="00297F99"/>
    <w:rsid w:val="002B0C12"/>
    <w:rsid w:val="002D075C"/>
    <w:rsid w:val="002D27A4"/>
    <w:rsid w:val="002D452C"/>
    <w:rsid w:val="002F3F0B"/>
    <w:rsid w:val="003160AF"/>
    <w:rsid w:val="00320CBF"/>
    <w:rsid w:val="00332A55"/>
    <w:rsid w:val="00361029"/>
    <w:rsid w:val="00384D54"/>
    <w:rsid w:val="003C5112"/>
    <w:rsid w:val="003F4450"/>
    <w:rsid w:val="00417704"/>
    <w:rsid w:val="00421F48"/>
    <w:rsid w:val="00424134"/>
    <w:rsid w:val="004663AA"/>
    <w:rsid w:val="004962E1"/>
    <w:rsid w:val="004A5BAA"/>
    <w:rsid w:val="004A7542"/>
    <w:rsid w:val="004D3CF7"/>
    <w:rsid w:val="004D70E6"/>
    <w:rsid w:val="004E34FC"/>
    <w:rsid w:val="00540C6A"/>
    <w:rsid w:val="005424B3"/>
    <w:rsid w:val="00571CE3"/>
    <w:rsid w:val="00587DEC"/>
    <w:rsid w:val="005903F1"/>
    <w:rsid w:val="0059680C"/>
    <w:rsid w:val="005A3970"/>
    <w:rsid w:val="005B6036"/>
    <w:rsid w:val="005C0304"/>
    <w:rsid w:val="005C448B"/>
    <w:rsid w:val="005C4F3E"/>
    <w:rsid w:val="005C523E"/>
    <w:rsid w:val="005C7288"/>
    <w:rsid w:val="005F1B63"/>
    <w:rsid w:val="005F2DDF"/>
    <w:rsid w:val="006032DF"/>
    <w:rsid w:val="006118D6"/>
    <w:rsid w:val="00617837"/>
    <w:rsid w:val="006605C3"/>
    <w:rsid w:val="006816F9"/>
    <w:rsid w:val="00682897"/>
    <w:rsid w:val="006A3CE7"/>
    <w:rsid w:val="006C6B0D"/>
    <w:rsid w:val="006C7E60"/>
    <w:rsid w:val="006F1645"/>
    <w:rsid w:val="007144CE"/>
    <w:rsid w:val="00747103"/>
    <w:rsid w:val="0075075E"/>
    <w:rsid w:val="00752A2D"/>
    <w:rsid w:val="00761BDC"/>
    <w:rsid w:val="0076214C"/>
    <w:rsid w:val="00794969"/>
    <w:rsid w:val="007E300E"/>
    <w:rsid w:val="007E3285"/>
    <w:rsid w:val="007F1150"/>
    <w:rsid w:val="00810C79"/>
    <w:rsid w:val="00815A0A"/>
    <w:rsid w:val="008202AB"/>
    <w:rsid w:val="00864BB3"/>
    <w:rsid w:val="008901F5"/>
    <w:rsid w:val="008B3481"/>
    <w:rsid w:val="008C01A8"/>
    <w:rsid w:val="008E16A1"/>
    <w:rsid w:val="008F3008"/>
    <w:rsid w:val="008F7351"/>
    <w:rsid w:val="0091074D"/>
    <w:rsid w:val="00930802"/>
    <w:rsid w:val="0094002A"/>
    <w:rsid w:val="00953D97"/>
    <w:rsid w:val="009812B6"/>
    <w:rsid w:val="00982F5B"/>
    <w:rsid w:val="009A61FA"/>
    <w:rsid w:val="009B2198"/>
    <w:rsid w:val="009D4898"/>
    <w:rsid w:val="009D6416"/>
    <w:rsid w:val="009F3CCD"/>
    <w:rsid w:val="00A02295"/>
    <w:rsid w:val="00A10B44"/>
    <w:rsid w:val="00A23E0C"/>
    <w:rsid w:val="00A24791"/>
    <w:rsid w:val="00A32732"/>
    <w:rsid w:val="00A45B9A"/>
    <w:rsid w:val="00A54C31"/>
    <w:rsid w:val="00A57963"/>
    <w:rsid w:val="00A6007A"/>
    <w:rsid w:val="00A80F5A"/>
    <w:rsid w:val="00A95415"/>
    <w:rsid w:val="00AD4C90"/>
    <w:rsid w:val="00B01A16"/>
    <w:rsid w:val="00B05348"/>
    <w:rsid w:val="00B077D9"/>
    <w:rsid w:val="00B219DB"/>
    <w:rsid w:val="00B40F24"/>
    <w:rsid w:val="00B448CC"/>
    <w:rsid w:val="00BA1C17"/>
    <w:rsid w:val="00BA490F"/>
    <w:rsid w:val="00BA6D6F"/>
    <w:rsid w:val="00BF22B7"/>
    <w:rsid w:val="00BF29AB"/>
    <w:rsid w:val="00BF2F35"/>
    <w:rsid w:val="00C16A93"/>
    <w:rsid w:val="00C1774E"/>
    <w:rsid w:val="00C22AEF"/>
    <w:rsid w:val="00C37C85"/>
    <w:rsid w:val="00C479C7"/>
    <w:rsid w:val="00C8015D"/>
    <w:rsid w:val="00CA740F"/>
    <w:rsid w:val="00D12C00"/>
    <w:rsid w:val="00D253BF"/>
    <w:rsid w:val="00D324C6"/>
    <w:rsid w:val="00D41538"/>
    <w:rsid w:val="00D612F6"/>
    <w:rsid w:val="00D62B75"/>
    <w:rsid w:val="00D62F19"/>
    <w:rsid w:val="00D67E11"/>
    <w:rsid w:val="00D93B3B"/>
    <w:rsid w:val="00DA0B98"/>
    <w:rsid w:val="00DB2183"/>
    <w:rsid w:val="00DC2E3B"/>
    <w:rsid w:val="00DC633B"/>
    <w:rsid w:val="00DE5328"/>
    <w:rsid w:val="00DF3F8B"/>
    <w:rsid w:val="00E4453B"/>
    <w:rsid w:val="00E6136A"/>
    <w:rsid w:val="00E63195"/>
    <w:rsid w:val="00E85884"/>
    <w:rsid w:val="00E875E3"/>
    <w:rsid w:val="00E97996"/>
    <w:rsid w:val="00EA3694"/>
    <w:rsid w:val="00EB6AFC"/>
    <w:rsid w:val="00EC583D"/>
    <w:rsid w:val="00ED1C6C"/>
    <w:rsid w:val="00EE14DE"/>
    <w:rsid w:val="00F161D4"/>
    <w:rsid w:val="00F307F1"/>
    <w:rsid w:val="00F43969"/>
    <w:rsid w:val="00F515A2"/>
    <w:rsid w:val="00F8120E"/>
    <w:rsid w:val="00F95004"/>
    <w:rsid w:val="00FC03C6"/>
    <w:rsid w:val="00FD7102"/>
    <w:rsid w:val="00FF3222"/>
    <w:rsid w:val="00FF4285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2FFD0E-69B5-438E-A9EC-FC01E1F0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636A6B" w:themeColor="text2"/>
        <w:sz w:val="22"/>
        <w:szCs w:val="22"/>
        <w:lang w:val="en-US" w:eastAsia="ko-KR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B3"/>
    <w:rPr>
      <w:rFonts w:eastAsia="맑은 고딕"/>
    </w:rPr>
  </w:style>
  <w:style w:type="paragraph" w:styleId="1">
    <w:name w:val="heading 1"/>
    <w:basedOn w:val="a"/>
    <w:next w:val="a"/>
    <w:link w:val="1Char"/>
    <w:uiPriority w:val="9"/>
    <w:unhideWhenUsed/>
    <w:qFormat/>
    <w:rsid w:val="005424B3"/>
    <w:pPr>
      <w:keepNext/>
      <w:keepLines/>
      <w:spacing w:before="360"/>
      <w:contextualSpacing/>
      <w:jc w:val="center"/>
      <w:outlineLvl w:val="0"/>
    </w:pPr>
    <w:rPr>
      <w:rFonts w:asciiTheme="majorHAnsi" w:hAnsiTheme="majorHAnsi" w:cstheme="majorBidi"/>
      <w:caps/>
      <w:spacing w:val="50"/>
      <w:sz w:val="28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24B3"/>
    <w:pPr>
      <w:keepNext/>
      <w:keepLines/>
      <w:jc w:val="center"/>
      <w:outlineLvl w:val="1"/>
    </w:pPr>
    <w:rPr>
      <w:rFonts w:asciiTheme="majorHAnsi" w:hAnsiTheme="majorHAnsi" w:cstheme="majorBidi"/>
      <w:b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1Char">
    <w:name w:val="제목 1 Char"/>
    <w:basedOn w:val="a0"/>
    <w:link w:val="1"/>
    <w:uiPriority w:val="9"/>
    <w:rsid w:val="005424B3"/>
    <w:rPr>
      <w:rFonts w:asciiTheme="majorHAnsi" w:eastAsia="맑은 고딕" w:hAnsiTheme="majorHAnsi" w:cstheme="majorBidi"/>
      <w:caps/>
      <w:spacing w:val="50"/>
      <w:sz w:val="28"/>
      <w:szCs w:val="32"/>
    </w:rPr>
  </w:style>
  <w:style w:type="character" w:customStyle="1" w:styleId="2Char">
    <w:name w:val="제목 2 Char"/>
    <w:basedOn w:val="a0"/>
    <w:link w:val="2"/>
    <w:uiPriority w:val="9"/>
    <w:rsid w:val="005424B3"/>
    <w:rPr>
      <w:rFonts w:asciiTheme="majorHAnsi" w:eastAsia="맑은 고딕" w:hAnsiTheme="majorHAnsi" w:cstheme="majorBidi"/>
      <w:b/>
      <w:szCs w:val="26"/>
    </w:rPr>
  </w:style>
  <w:style w:type="paragraph" w:styleId="a3">
    <w:name w:val="header"/>
    <w:basedOn w:val="a"/>
    <w:link w:val="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Char">
    <w:name w:val="머리글 Char"/>
    <w:basedOn w:val="a0"/>
    <w:link w:val="a3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a4">
    <w:name w:val="footer"/>
    <w:basedOn w:val="a"/>
    <w:link w:val="Char0"/>
    <w:uiPriority w:val="99"/>
    <w:unhideWhenUsed/>
    <w:rsid w:val="00FC03C6"/>
    <w:pPr>
      <w:spacing w:after="0" w:line="240" w:lineRule="auto"/>
      <w:jc w:val="center"/>
    </w:pPr>
  </w:style>
  <w:style w:type="character" w:customStyle="1" w:styleId="Char0">
    <w:name w:val="바닥글 Char"/>
    <w:basedOn w:val="a0"/>
    <w:link w:val="a4"/>
    <w:uiPriority w:val="99"/>
    <w:rsid w:val="00FC03C6"/>
  </w:style>
  <w:style w:type="paragraph" w:styleId="a5">
    <w:name w:val="No Spacing"/>
    <w:uiPriority w:val="11"/>
    <w:qFormat/>
    <w:rsid w:val="004A7542"/>
    <w:pPr>
      <w:spacing w:after="0" w:line="240" w:lineRule="auto"/>
    </w:pPr>
  </w:style>
  <w:style w:type="paragraph" w:customStyle="1" w:styleId="a6">
    <w:name w:val="그래픽"/>
    <w:basedOn w:val="a"/>
    <w:next w:val="a"/>
    <w:link w:val="a7"/>
    <w:uiPriority w:val="10"/>
    <w:qFormat/>
    <w:rsid w:val="004A7542"/>
  </w:style>
  <w:style w:type="character" w:customStyle="1" w:styleId="a7">
    <w:name w:val="그래픽 문자"/>
    <w:basedOn w:val="a0"/>
    <w:link w:val="a6"/>
    <w:uiPriority w:val="10"/>
    <w:rsid w:val="004A7542"/>
  </w:style>
  <w:style w:type="character" w:styleId="a8">
    <w:name w:val="Placeholder Text"/>
    <w:basedOn w:val="a0"/>
    <w:uiPriority w:val="99"/>
    <w:semiHidden/>
    <w:rsid w:val="004A7542"/>
    <w:rPr>
      <w:color w:val="808080"/>
    </w:rPr>
  </w:style>
  <w:style w:type="character" w:customStyle="1" w:styleId="4Char">
    <w:name w:val="제목 4 Char"/>
    <w:basedOn w:val="a0"/>
    <w:link w:val="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5Char">
    <w:name w:val="제목 5 Char"/>
    <w:basedOn w:val="a0"/>
    <w:link w:val="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6Char">
    <w:name w:val="제목 6 Char"/>
    <w:basedOn w:val="a0"/>
    <w:link w:val="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7Char">
    <w:name w:val="제목 7 Char"/>
    <w:basedOn w:val="a0"/>
    <w:link w:val="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8Char">
    <w:name w:val="제목 8 Char"/>
    <w:basedOn w:val="a0"/>
    <w:link w:val="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a9">
    <w:name w:val="Intense Emphasis"/>
    <w:basedOn w:val="a0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aa">
    <w:name w:val="Intense Quote"/>
    <w:basedOn w:val="a"/>
    <w:next w:val="a"/>
    <w:link w:val="Char1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Char1">
    <w:name w:val="강한 인용 Char"/>
    <w:basedOn w:val="a0"/>
    <w:link w:val="aa"/>
    <w:uiPriority w:val="30"/>
    <w:semiHidden/>
    <w:rsid w:val="002D075C"/>
    <w:rPr>
      <w:i/>
      <w:iCs/>
      <w:color w:val="806000" w:themeColor="accent4" w:themeShade="80"/>
    </w:rPr>
  </w:style>
  <w:style w:type="character" w:styleId="ab">
    <w:name w:val="Intense Reference"/>
    <w:basedOn w:val="a0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ac">
    <w:name w:val="Block Text"/>
    <w:basedOn w:val="a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30">
    <w:name w:val="Body Text 3"/>
    <w:basedOn w:val="a"/>
    <w:link w:val="3Char0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3Char0">
    <w:name w:val="본문 3 Char"/>
    <w:basedOn w:val="a0"/>
    <w:link w:val="30"/>
    <w:uiPriority w:val="99"/>
    <w:semiHidden/>
    <w:rsid w:val="002D075C"/>
    <w:rPr>
      <w:szCs w:val="16"/>
    </w:rPr>
  </w:style>
  <w:style w:type="paragraph" w:styleId="ad">
    <w:name w:val="Balloon Text"/>
    <w:basedOn w:val="a"/>
    <w:link w:val="Char2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2D075C"/>
    <w:rPr>
      <w:rFonts w:ascii="Segoe UI" w:hAnsi="Segoe UI" w:cs="Segoe UI"/>
      <w:szCs w:val="18"/>
    </w:rPr>
  </w:style>
  <w:style w:type="paragraph" w:styleId="31">
    <w:name w:val="Body Text Indent 3"/>
    <w:basedOn w:val="a"/>
    <w:link w:val="3Char1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3Char1">
    <w:name w:val="본문 들여쓰기 3 Char"/>
    <w:basedOn w:val="a0"/>
    <w:link w:val="31"/>
    <w:uiPriority w:val="99"/>
    <w:semiHidden/>
    <w:rsid w:val="002D075C"/>
    <w:rPr>
      <w:szCs w:val="16"/>
    </w:rPr>
  </w:style>
  <w:style w:type="character" w:styleId="ae">
    <w:name w:val="annotation reference"/>
    <w:basedOn w:val="a0"/>
    <w:uiPriority w:val="99"/>
    <w:semiHidden/>
    <w:unhideWhenUsed/>
    <w:rsid w:val="002D075C"/>
    <w:rPr>
      <w:sz w:val="22"/>
      <w:szCs w:val="16"/>
    </w:rPr>
  </w:style>
  <w:style w:type="paragraph" w:styleId="af">
    <w:name w:val="annotation text"/>
    <w:basedOn w:val="a"/>
    <w:link w:val="Char3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Char3">
    <w:name w:val="메모 텍스트 Char"/>
    <w:basedOn w:val="a0"/>
    <w:link w:val="af"/>
    <w:uiPriority w:val="99"/>
    <w:semiHidden/>
    <w:rsid w:val="002D075C"/>
    <w:rPr>
      <w:szCs w:val="20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2D075C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2D075C"/>
    <w:rPr>
      <w:b/>
      <w:bCs/>
      <w:szCs w:val="20"/>
    </w:rPr>
  </w:style>
  <w:style w:type="paragraph" w:styleId="af1">
    <w:name w:val="Document Map"/>
    <w:basedOn w:val="a"/>
    <w:link w:val="Char5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5">
    <w:name w:val="문서 구조 Char"/>
    <w:basedOn w:val="a0"/>
    <w:link w:val="af1"/>
    <w:uiPriority w:val="99"/>
    <w:semiHidden/>
    <w:rsid w:val="002D075C"/>
    <w:rPr>
      <w:rFonts w:ascii="Segoe UI" w:hAnsi="Segoe UI" w:cs="Segoe UI"/>
      <w:szCs w:val="16"/>
    </w:rPr>
  </w:style>
  <w:style w:type="paragraph" w:styleId="af2">
    <w:name w:val="endnote text"/>
    <w:basedOn w:val="a"/>
    <w:link w:val="Char6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6">
    <w:name w:val="미주 텍스트 Char"/>
    <w:basedOn w:val="a0"/>
    <w:link w:val="af2"/>
    <w:uiPriority w:val="99"/>
    <w:semiHidden/>
    <w:rsid w:val="002D075C"/>
    <w:rPr>
      <w:szCs w:val="20"/>
    </w:rPr>
  </w:style>
  <w:style w:type="paragraph" w:styleId="af3">
    <w:name w:val="envelope return"/>
    <w:basedOn w:val="a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4">
    <w:name w:val="footnote text"/>
    <w:basedOn w:val="a"/>
    <w:link w:val="Char7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7">
    <w:name w:val="각주 텍스트 Char"/>
    <w:basedOn w:val="a0"/>
    <w:link w:val="af4"/>
    <w:uiPriority w:val="99"/>
    <w:semiHidden/>
    <w:rsid w:val="002D075C"/>
    <w:rPr>
      <w:szCs w:val="20"/>
    </w:rPr>
  </w:style>
  <w:style w:type="character" w:styleId="HTML">
    <w:name w:val="HTML Code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Char">
    <w:name w:val="미리 서식이 지정된 HTML Char"/>
    <w:basedOn w:val="a0"/>
    <w:link w:val="HTML1"/>
    <w:uiPriority w:val="99"/>
    <w:semiHidden/>
    <w:rsid w:val="002D075C"/>
    <w:rPr>
      <w:rFonts w:ascii="Consolas" w:hAnsi="Consolas"/>
      <w:szCs w:val="20"/>
    </w:rPr>
  </w:style>
  <w:style w:type="character" w:styleId="HTML2">
    <w:name w:val="HTML Typewriter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af5">
    <w:name w:val="macro"/>
    <w:link w:val="Char8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8">
    <w:name w:val="매크로 텍스트 Char"/>
    <w:basedOn w:val="a0"/>
    <w:link w:val="af5"/>
    <w:uiPriority w:val="99"/>
    <w:semiHidden/>
    <w:rsid w:val="002D075C"/>
    <w:rPr>
      <w:rFonts w:ascii="Consolas" w:hAnsi="Consolas"/>
      <w:szCs w:val="20"/>
    </w:rPr>
  </w:style>
  <w:style w:type="paragraph" w:styleId="af6">
    <w:name w:val="Plain Text"/>
    <w:basedOn w:val="a"/>
    <w:link w:val="Char9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Char9">
    <w:name w:val="글자만 Char"/>
    <w:basedOn w:val="a0"/>
    <w:link w:val="af6"/>
    <w:uiPriority w:val="99"/>
    <w:semiHidden/>
    <w:rsid w:val="002D075C"/>
    <w:rPr>
      <w:rFonts w:ascii="Consolas" w:hAnsi="Consolas"/>
      <w:szCs w:val="21"/>
    </w:rPr>
  </w:style>
  <w:style w:type="paragraph" w:styleId="af7">
    <w:name w:val="Salutation"/>
    <w:basedOn w:val="a"/>
    <w:next w:val="a"/>
    <w:link w:val="Chara"/>
    <w:uiPriority w:val="12"/>
    <w:qFormat/>
    <w:rsid w:val="005424B3"/>
    <w:pPr>
      <w:spacing w:after="120"/>
    </w:pPr>
  </w:style>
  <w:style w:type="character" w:customStyle="1" w:styleId="Chara">
    <w:name w:val="인사말 Char"/>
    <w:basedOn w:val="a0"/>
    <w:link w:val="af7"/>
    <w:uiPriority w:val="12"/>
    <w:rsid w:val="005424B3"/>
    <w:rPr>
      <w:rFonts w:eastAsia="맑은 고딕"/>
    </w:rPr>
  </w:style>
  <w:style w:type="paragraph" w:styleId="af8">
    <w:name w:val="Closing"/>
    <w:basedOn w:val="a"/>
    <w:next w:val="af9"/>
    <w:link w:val="Charb"/>
    <w:uiPriority w:val="13"/>
    <w:qFormat/>
    <w:rsid w:val="00FC03C6"/>
    <w:pPr>
      <w:spacing w:before="360" w:after="120"/>
      <w:contextualSpacing/>
    </w:pPr>
  </w:style>
  <w:style w:type="character" w:customStyle="1" w:styleId="Charb">
    <w:name w:val="맺음말 Char"/>
    <w:basedOn w:val="a0"/>
    <w:link w:val="af8"/>
    <w:uiPriority w:val="13"/>
    <w:rsid w:val="00FC03C6"/>
  </w:style>
  <w:style w:type="paragraph" w:styleId="af9">
    <w:name w:val="Signature"/>
    <w:basedOn w:val="a"/>
    <w:next w:val="a"/>
    <w:link w:val="Charc"/>
    <w:uiPriority w:val="14"/>
    <w:qFormat/>
    <w:rsid w:val="00FC03C6"/>
    <w:pPr>
      <w:spacing w:after="120" w:line="240" w:lineRule="auto"/>
    </w:pPr>
  </w:style>
  <w:style w:type="character" w:customStyle="1" w:styleId="Charc">
    <w:name w:val="서명 Char"/>
    <w:basedOn w:val="a0"/>
    <w:link w:val="af9"/>
    <w:uiPriority w:val="14"/>
    <w:rsid w:val="00FC03C6"/>
  </w:style>
  <w:style w:type="paragraph" w:styleId="afa">
    <w:name w:val="Date"/>
    <w:basedOn w:val="a"/>
    <w:next w:val="a"/>
    <w:link w:val="Chard"/>
    <w:uiPriority w:val="11"/>
    <w:qFormat/>
    <w:rsid w:val="005424B3"/>
    <w:pPr>
      <w:spacing w:after="560"/>
    </w:pPr>
  </w:style>
  <w:style w:type="character" w:customStyle="1" w:styleId="Chard">
    <w:name w:val="날짜 Char"/>
    <w:basedOn w:val="a0"/>
    <w:link w:val="afa"/>
    <w:uiPriority w:val="11"/>
    <w:rsid w:val="005424B3"/>
    <w:rPr>
      <w:rFonts w:eastAsia="맑은 고딕"/>
    </w:rPr>
  </w:style>
  <w:style w:type="character" w:customStyle="1" w:styleId="9Char">
    <w:name w:val="제목 9 Char"/>
    <w:basedOn w:val="a0"/>
    <w:link w:val="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b">
    <w:name w:val="caption"/>
    <w:basedOn w:val="a"/>
    <w:next w:val="a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character" w:customStyle="1" w:styleId="pagetext">
    <w:name w:val="pagetext"/>
    <w:basedOn w:val="a0"/>
    <w:rsid w:val="0091074D"/>
  </w:style>
  <w:style w:type="paragraph" w:styleId="afc">
    <w:name w:val="List Paragraph"/>
    <w:basedOn w:val="a"/>
    <w:uiPriority w:val="34"/>
    <w:unhideWhenUsed/>
    <w:qFormat/>
    <w:rsid w:val="00E9799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0504;&#49457;&#54788;\AppData\Roaming\Microsoft\Templates\MOO&#50640;&#49436;%20&#46356;&#51088;&#51064;&#54620;%20&#44628;&#45140;&#54620;%20&#51088;&#44592;%20&#49548;&#44060;&#49436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3B2F72DA9D42EC9A0DF87D8042E3F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DC56E45-6EBC-4F5E-B14E-B4847784578C}"/>
      </w:docPartPr>
      <w:docPartBody>
        <w:p w:rsidR="000F1863" w:rsidRDefault="000F1863">
          <w:pPr>
            <w:pStyle w:val="833B2F72DA9D42EC9A0DF87D8042E3F3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D686B5B9446641F58496FD887814134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826550F4-8F2D-473B-840A-96630F171494}"/>
      </w:docPartPr>
      <w:docPartBody>
        <w:p w:rsidR="000F1863" w:rsidRDefault="000F1863" w:rsidP="000F1863">
          <w:pPr>
            <w:pStyle w:val="D686B5B9446641F58496FD8878141349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5ABE1387D4D6438C954A73E57DA9A9B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927BBDF-CFBE-41EF-A31B-11F66D44C2CF}"/>
      </w:docPartPr>
      <w:docPartBody>
        <w:p w:rsidR="000F1863" w:rsidRDefault="000F1863" w:rsidP="000F1863">
          <w:pPr>
            <w:pStyle w:val="5ABE1387D4D6438C954A73E57DA9A9BE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F6A77C18505A4FBABD91508FD7E8CC4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EA42786-1762-40A6-A515-D43F3D18AEE5}"/>
      </w:docPartPr>
      <w:docPartBody>
        <w:p w:rsidR="000F1863" w:rsidRDefault="000F1863" w:rsidP="000F1863">
          <w:pPr>
            <w:pStyle w:val="F6A77C18505A4FBABD91508FD7E8CC4C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A0F285D0800446C9B8503B6E4CF5952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009935E-EA2B-4274-9074-1DECBBB1D68F}"/>
      </w:docPartPr>
      <w:docPartBody>
        <w:p w:rsidR="000F1863" w:rsidRDefault="000F1863" w:rsidP="000F1863">
          <w:pPr>
            <w:pStyle w:val="A0F285D0800446C9B8503B6E4CF59527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98326E6E729A4FC2B4640734E795E6A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4FEB909-FA9C-4D89-9455-0687BDBFEAC3}"/>
      </w:docPartPr>
      <w:docPartBody>
        <w:p w:rsidR="000F1863" w:rsidRDefault="000F1863" w:rsidP="000F1863">
          <w:pPr>
            <w:pStyle w:val="98326E6E729A4FC2B4640734E795E6A3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81428B78A59A4DA9B7BB1791F9B5C0E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4E5C9AD-9941-4D1D-BA19-4B3F355CB097}"/>
      </w:docPartPr>
      <w:docPartBody>
        <w:p w:rsidR="000F1863" w:rsidRDefault="000F1863" w:rsidP="000F1863">
          <w:pPr>
            <w:pStyle w:val="81428B78A59A4DA9B7BB1791F9B5C0E0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5351D08848AD493982DCCB51ADB051C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75EC504-4C4E-45D1-A68E-71BE8B6CE58C}"/>
      </w:docPartPr>
      <w:docPartBody>
        <w:p w:rsidR="000F1863" w:rsidRDefault="000F1863" w:rsidP="000F1863">
          <w:pPr>
            <w:pStyle w:val="5351D08848AD493982DCCB51ADB051C3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05D04569291946F091B881778FAE128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B83C136-6C21-40BC-AFFF-A9E3FFCB6416}"/>
      </w:docPartPr>
      <w:docPartBody>
        <w:p w:rsidR="000F1863" w:rsidRDefault="000F1863" w:rsidP="000F1863">
          <w:pPr>
            <w:pStyle w:val="05D04569291946F091B881778FAE128F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085291B89AA447C68F0F720E7EE5722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987B392-B54F-4FA8-9D67-8BA52E394077}"/>
      </w:docPartPr>
      <w:docPartBody>
        <w:p w:rsidR="000F1863" w:rsidRDefault="000F1863" w:rsidP="000F1863">
          <w:pPr>
            <w:pStyle w:val="085291B89AA447C68F0F720E7EE57223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D2F34DCCDEAF4434A298B07E41CE329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659495B-D11E-4A59-9C0D-3672A3413907}"/>
      </w:docPartPr>
      <w:docPartBody>
        <w:p w:rsidR="000F1863" w:rsidRDefault="000F1863" w:rsidP="000F1863">
          <w:pPr>
            <w:pStyle w:val="D2F34DCCDEAF4434A298B07E41CE329F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DFFF00A03B624CEEA8B87EC23F75FA2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C6833DC-2C0B-4EBC-8E18-81EB40830C4C}"/>
      </w:docPartPr>
      <w:docPartBody>
        <w:p w:rsidR="000F1863" w:rsidRDefault="000F1863" w:rsidP="000F1863">
          <w:pPr>
            <w:pStyle w:val="DFFF00A03B624CEEA8B87EC23F75FA26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5FB24B79F4BA4BAA96406F215C5B851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DC93C09A-6137-44DA-82EF-9B1CE79805BA}"/>
      </w:docPartPr>
      <w:docPartBody>
        <w:p w:rsidR="000F1863" w:rsidRDefault="000F1863" w:rsidP="000F1863">
          <w:pPr>
            <w:pStyle w:val="5FB24B79F4BA4BAA96406F215C5B851A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22712256A843479ABA2BAEB3DD5E2F6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23A3CCE-77FD-479F-9A84-527C9C747A45}"/>
      </w:docPartPr>
      <w:docPartBody>
        <w:p w:rsidR="00A055A8" w:rsidRDefault="00A055A8" w:rsidP="00A055A8">
          <w:pPr>
            <w:pStyle w:val="22712256A843479ABA2BAEB3DD5E2F61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F58332DDF9594D01AFF10A467DB6922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6B3547F-5AD0-4038-9353-BCFE2AABAE2A}"/>
      </w:docPartPr>
      <w:docPartBody>
        <w:p w:rsidR="00A055A8" w:rsidRDefault="00A055A8" w:rsidP="00A055A8">
          <w:pPr>
            <w:pStyle w:val="F58332DDF9594D01AFF10A467DB6922A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63"/>
    <w:rsid w:val="00087984"/>
    <w:rsid w:val="000D20B9"/>
    <w:rsid w:val="000F1863"/>
    <w:rsid w:val="003C0C87"/>
    <w:rsid w:val="00471D2A"/>
    <w:rsid w:val="0052621F"/>
    <w:rsid w:val="007A60FC"/>
    <w:rsid w:val="00A055A8"/>
    <w:rsid w:val="00B1050E"/>
    <w:rsid w:val="00B5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3B2F72DA9D42EC9A0DF87D8042E3F3">
    <w:name w:val="833B2F72DA9D42EC9A0DF87D8042E3F3"/>
    <w:pPr>
      <w:widowControl w:val="0"/>
      <w:wordWrap w:val="0"/>
      <w:autoSpaceDE w:val="0"/>
      <w:autoSpaceDN w:val="0"/>
    </w:pPr>
  </w:style>
  <w:style w:type="paragraph" w:customStyle="1" w:styleId="54EAEB2713964D9B8901CDC8CE22BAEB">
    <w:name w:val="54EAEB2713964D9B8901CDC8CE22BAEB"/>
    <w:pPr>
      <w:widowControl w:val="0"/>
      <w:wordWrap w:val="0"/>
      <w:autoSpaceDE w:val="0"/>
      <w:autoSpaceDN w:val="0"/>
    </w:pPr>
  </w:style>
  <w:style w:type="paragraph" w:customStyle="1" w:styleId="225E497BCBB44AEC90049A649051A09B">
    <w:name w:val="225E497BCBB44AEC90049A649051A09B"/>
    <w:pPr>
      <w:widowControl w:val="0"/>
      <w:wordWrap w:val="0"/>
      <w:autoSpaceDE w:val="0"/>
      <w:autoSpaceDN w:val="0"/>
    </w:pPr>
  </w:style>
  <w:style w:type="paragraph" w:customStyle="1" w:styleId="325103B52B714D8893EB1BB533613BC0">
    <w:name w:val="325103B52B714D8893EB1BB533613BC0"/>
    <w:pPr>
      <w:widowControl w:val="0"/>
      <w:wordWrap w:val="0"/>
      <w:autoSpaceDE w:val="0"/>
      <w:autoSpaceDN w:val="0"/>
    </w:pPr>
  </w:style>
  <w:style w:type="paragraph" w:customStyle="1" w:styleId="7A0D7749319744BAB3435A1A5D4C8B01">
    <w:name w:val="7A0D7749319744BAB3435A1A5D4C8B01"/>
    <w:pPr>
      <w:widowControl w:val="0"/>
      <w:wordWrap w:val="0"/>
      <w:autoSpaceDE w:val="0"/>
      <w:autoSpaceDN w:val="0"/>
    </w:pPr>
  </w:style>
  <w:style w:type="paragraph" w:customStyle="1" w:styleId="1430EBCB00284209A4D86F47AD321D74">
    <w:name w:val="1430EBCB00284209A4D86F47AD321D74"/>
    <w:pPr>
      <w:widowControl w:val="0"/>
      <w:wordWrap w:val="0"/>
      <w:autoSpaceDE w:val="0"/>
      <w:autoSpaceDN w:val="0"/>
    </w:pPr>
  </w:style>
  <w:style w:type="paragraph" w:customStyle="1" w:styleId="DAA891825B1E4216BD2B529DBBCB7096">
    <w:name w:val="DAA891825B1E4216BD2B529DBBCB7096"/>
    <w:pPr>
      <w:widowControl w:val="0"/>
      <w:wordWrap w:val="0"/>
      <w:autoSpaceDE w:val="0"/>
      <w:autoSpaceDN w:val="0"/>
    </w:pPr>
  </w:style>
  <w:style w:type="paragraph" w:customStyle="1" w:styleId="FDA6B5F407C94813BAB14514C5AE82EE">
    <w:name w:val="FDA6B5F407C94813BAB14514C5AE82EE"/>
    <w:pPr>
      <w:widowControl w:val="0"/>
      <w:wordWrap w:val="0"/>
      <w:autoSpaceDE w:val="0"/>
      <w:autoSpaceDN w:val="0"/>
    </w:pPr>
  </w:style>
  <w:style w:type="paragraph" w:customStyle="1" w:styleId="70215182A95B4D3E83871B1D837A938B">
    <w:name w:val="70215182A95B4D3E83871B1D837A938B"/>
    <w:pPr>
      <w:widowControl w:val="0"/>
      <w:wordWrap w:val="0"/>
      <w:autoSpaceDE w:val="0"/>
      <w:autoSpaceDN w:val="0"/>
    </w:pPr>
  </w:style>
  <w:style w:type="paragraph" w:customStyle="1" w:styleId="5993FD57130C45F6B61E17F5208AA19E">
    <w:name w:val="5993FD57130C45F6B61E17F5208AA19E"/>
    <w:pPr>
      <w:widowControl w:val="0"/>
      <w:wordWrap w:val="0"/>
      <w:autoSpaceDE w:val="0"/>
      <w:autoSpaceDN w:val="0"/>
    </w:pPr>
  </w:style>
  <w:style w:type="paragraph" w:customStyle="1" w:styleId="BBB7CD515B8543F9BF0A4B96B9B035F5">
    <w:name w:val="BBB7CD515B8543F9BF0A4B96B9B035F5"/>
    <w:pPr>
      <w:widowControl w:val="0"/>
      <w:wordWrap w:val="0"/>
      <w:autoSpaceDE w:val="0"/>
      <w:autoSpaceDN w:val="0"/>
    </w:pPr>
  </w:style>
  <w:style w:type="paragraph" w:customStyle="1" w:styleId="2ABD6A6520F6459C81D5103252287917">
    <w:name w:val="2ABD6A6520F6459C81D5103252287917"/>
    <w:pPr>
      <w:widowControl w:val="0"/>
      <w:wordWrap w:val="0"/>
      <w:autoSpaceDE w:val="0"/>
      <w:autoSpaceDN w:val="0"/>
    </w:pPr>
  </w:style>
  <w:style w:type="paragraph" w:customStyle="1" w:styleId="4655035ADEB347A4906B5C75AC87ABC1">
    <w:name w:val="4655035ADEB347A4906B5C75AC87ABC1"/>
    <w:pPr>
      <w:widowControl w:val="0"/>
      <w:wordWrap w:val="0"/>
      <w:autoSpaceDE w:val="0"/>
      <w:autoSpaceDN w:val="0"/>
    </w:pPr>
  </w:style>
  <w:style w:type="paragraph" w:customStyle="1" w:styleId="649A8442FC394708A6992B747F4E112E">
    <w:name w:val="649A8442FC394708A6992B747F4E112E"/>
    <w:pPr>
      <w:widowControl w:val="0"/>
      <w:wordWrap w:val="0"/>
      <w:autoSpaceDE w:val="0"/>
      <w:autoSpaceDN w:val="0"/>
    </w:pPr>
  </w:style>
  <w:style w:type="paragraph" w:customStyle="1" w:styleId="47F4AE8BD21C467994FC475095A5C4E2">
    <w:name w:val="47F4AE8BD21C467994FC475095A5C4E2"/>
    <w:pPr>
      <w:widowControl w:val="0"/>
      <w:wordWrap w:val="0"/>
      <w:autoSpaceDE w:val="0"/>
      <w:autoSpaceDN w:val="0"/>
    </w:pPr>
  </w:style>
  <w:style w:type="paragraph" w:customStyle="1" w:styleId="D686B5B9446641F58496FD8878141349">
    <w:name w:val="D686B5B9446641F58496FD8878141349"/>
    <w:rsid w:val="000F1863"/>
    <w:pPr>
      <w:widowControl w:val="0"/>
      <w:wordWrap w:val="0"/>
      <w:autoSpaceDE w:val="0"/>
      <w:autoSpaceDN w:val="0"/>
    </w:pPr>
  </w:style>
  <w:style w:type="paragraph" w:customStyle="1" w:styleId="5ABE1387D4D6438C954A73E57DA9A9BE">
    <w:name w:val="5ABE1387D4D6438C954A73E57DA9A9BE"/>
    <w:rsid w:val="000F1863"/>
    <w:pPr>
      <w:widowControl w:val="0"/>
      <w:wordWrap w:val="0"/>
      <w:autoSpaceDE w:val="0"/>
      <w:autoSpaceDN w:val="0"/>
    </w:pPr>
  </w:style>
  <w:style w:type="paragraph" w:customStyle="1" w:styleId="F6A77C18505A4FBABD91508FD7E8CC4C">
    <w:name w:val="F6A77C18505A4FBABD91508FD7E8CC4C"/>
    <w:rsid w:val="000F1863"/>
    <w:pPr>
      <w:widowControl w:val="0"/>
      <w:wordWrap w:val="0"/>
      <w:autoSpaceDE w:val="0"/>
      <w:autoSpaceDN w:val="0"/>
    </w:pPr>
  </w:style>
  <w:style w:type="paragraph" w:customStyle="1" w:styleId="A0F285D0800446C9B8503B6E4CF59527">
    <w:name w:val="A0F285D0800446C9B8503B6E4CF59527"/>
    <w:rsid w:val="000F1863"/>
    <w:pPr>
      <w:widowControl w:val="0"/>
      <w:wordWrap w:val="0"/>
      <w:autoSpaceDE w:val="0"/>
      <w:autoSpaceDN w:val="0"/>
    </w:pPr>
  </w:style>
  <w:style w:type="paragraph" w:customStyle="1" w:styleId="98326E6E729A4FC2B4640734E795E6A3">
    <w:name w:val="98326E6E729A4FC2B4640734E795E6A3"/>
    <w:rsid w:val="000F1863"/>
    <w:pPr>
      <w:widowControl w:val="0"/>
      <w:wordWrap w:val="0"/>
      <w:autoSpaceDE w:val="0"/>
      <w:autoSpaceDN w:val="0"/>
    </w:pPr>
  </w:style>
  <w:style w:type="paragraph" w:customStyle="1" w:styleId="81428B78A59A4DA9B7BB1791F9B5C0E0">
    <w:name w:val="81428B78A59A4DA9B7BB1791F9B5C0E0"/>
    <w:rsid w:val="000F1863"/>
    <w:pPr>
      <w:widowControl w:val="0"/>
      <w:wordWrap w:val="0"/>
      <w:autoSpaceDE w:val="0"/>
      <w:autoSpaceDN w:val="0"/>
    </w:pPr>
  </w:style>
  <w:style w:type="paragraph" w:customStyle="1" w:styleId="5351D08848AD493982DCCB51ADB051C3">
    <w:name w:val="5351D08848AD493982DCCB51ADB051C3"/>
    <w:rsid w:val="000F1863"/>
    <w:pPr>
      <w:widowControl w:val="0"/>
      <w:wordWrap w:val="0"/>
      <w:autoSpaceDE w:val="0"/>
      <w:autoSpaceDN w:val="0"/>
    </w:pPr>
  </w:style>
  <w:style w:type="paragraph" w:customStyle="1" w:styleId="05D04569291946F091B881778FAE128F">
    <w:name w:val="05D04569291946F091B881778FAE128F"/>
    <w:rsid w:val="000F1863"/>
    <w:pPr>
      <w:widowControl w:val="0"/>
      <w:wordWrap w:val="0"/>
      <w:autoSpaceDE w:val="0"/>
      <w:autoSpaceDN w:val="0"/>
    </w:pPr>
  </w:style>
  <w:style w:type="paragraph" w:customStyle="1" w:styleId="085291B89AA447C68F0F720E7EE57223">
    <w:name w:val="085291B89AA447C68F0F720E7EE57223"/>
    <w:rsid w:val="000F1863"/>
    <w:pPr>
      <w:widowControl w:val="0"/>
      <w:wordWrap w:val="0"/>
      <w:autoSpaceDE w:val="0"/>
      <w:autoSpaceDN w:val="0"/>
    </w:pPr>
  </w:style>
  <w:style w:type="paragraph" w:customStyle="1" w:styleId="D2F34DCCDEAF4434A298B07E41CE329F">
    <w:name w:val="D2F34DCCDEAF4434A298B07E41CE329F"/>
    <w:rsid w:val="000F1863"/>
    <w:pPr>
      <w:widowControl w:val="0"/>
      <w:wordWrap w:val="0"/>
      <w:autoSpaceDE w:val="0"/>
      <w:autoSpaceDN w:val="0"/>
    </w:pPr>
  </w:style>
  <w:style w:type="paragraph" w:customStyle="1" w:styleId="DFFF00A03B624CEEA8B87EC23F75FA26">
    <w:name w:val="DFFF00A03B624CEEA8B87EC23F75FA26"/>
    <w:rsid w:val="000F1863"/>
    <w:pPr>
      <w:widowControl w:val="0"/>
      <w:wordWrap w:val="0"/>
      <w:autoSpaceDE w:val="0"/>
      <w:autoSpaceDN w:val="0"/>
    </w:pPr>
  </w:style>
  <w:style w:type="paragraph" w:customStyle="1" w:styleId="954C34D706CA48CEACB000743C0E0FE3">
    <w:name w:val="954C34D706CA48CEACB000743C0E0FE3"/>
    <w:rsid w:val="000F1863"/>
    <w:pPr>
      <w:widowControl w:val="0"/>
      <w:wordWrap w:val="0"/>
      <w:autoSpaceDE w:val="0"/>
      <w:autoSpaceDN w:val="0"/>
    </w:pPr>
  </w:style>
  <w:style w:type="paragraph" w:customStyle="1" w:styleId="ED0A6DAB555349B4BD0FF82B01555C19">
    <w:name w:val="ED0A6DAB555349B4BD0FF82B01555C19"/>
    <w:rsid w:val="000F1863"/>
    <w:pPr>
      <w:widowControl w:val="0"/>
      <w:wordWrap w:val="0"/>
      <w:autoSpaceDE w:val="0"/>
      <w:autoSpaceDN w:val="0"/>
    </w:pPr>
  </w:style>
  <w:style w:type="paragraph" w:customStyle="1" w:styleId="5FB24B79F4BA4BAA96406F215C5B851A">
    <w:name w:val="5FB24B79F4BA4BAA96406F215C5B851A"/>
    <w:rsid w:val="000F1863"/>
    <w:pPr>
      <w:widowControl w:val="0"/>
      <w:wordWrap w:val="0"/>
      <w:autoSpaceDE w:val="0"/>
      <w:autoSpaceDN w:val="0"/>
    </w:pPr>
  </w:style>
  <w:style w:type="paragraph" w:customStyle="1" w:styleId="E6D5347A7B6B412988CAA19EDB9F3564">
    <w:name w:val="E6D5347A7B6B412988CAA19EDB9F3564"/>
    <w:rsid w:val="000F1863"/>
    <w:pPr>
      <w:widowControl w:val="0"/>
      <w:wordWrap w:val="0"/>
      <w:autoSpaceDE w:val="0"/>
      <w:autoSpaceDN w:val="0"/>
    </w:pPr>
  </w:style>
  <w:style w:type="paragraph" w:customStyle="1" w:styleId="0BD944EFD2A34128812A7F92252719E2">
    <w:name w:val="0BD944EFD2A34128812A7F92252719E2"/>
    <w:rsid w:val="000F1863"/>
    <w:pPr>
      <w:widowControl w:val="0"/>
      <w:wordWrap w:val="0"/>
      <w:autoSpaceDE w:val="0"/>
      <w:autoSpaceDN w:val="0"/>
    </w:pPr>
  </w:style>
  <w:style w:type="paragraph" w:customStyle="1" w:styleId="070BF1B4765B4614BAA3BE29350D2EA2">
    <w:name w:val="070BF1B4765B4614BAA3BE29350D2EA2"/>
    <w:rsid w:val="000F1863"/>
    <w:pPr>
      <w:widowControl w:val="0"/>
      <w:wordWrap w:val="0"/>
      <w:autoSpaceDE w:val="0"/>
      <w:autoSpaceDN w:val="0"/>
    </w:pPr>
  </w:style>
  <w:style w:type="paragraph" w:customStyle="1" w:styleId="8D9AB5F5AEFA495CA7BC73C87072C67B">
    <w:name w:val="8D9AB5F5AEFA495CA7BC73C87072C67B"/>
    <w:rsid w:val="000F1863"/>
    <w:pPr>
      <w:widowControl w:val="0"/>
      <w:wordWrap w:val="0"/>
      <w:autoSpaceDE w:val="0"/>
      <w:autoSpaceDN w:val="0"/>
    </w:pPr>
  </w:style>
  <w:style w:type="paragraph" w:customStyle="1" w:styleId="2A3B4825299540A0B5153A79809978D8">
    <w:name w:val="2A3B4825299540A0B5153A79809978D8"/>
    <w:rsid w:val="000F1863"/>
    <w:pPr>
      <w:widowControl w:val="0"/>
      <w:wordWrap w:val="0"/>
      <w:autoSpaceDE w:val="0"/>
      <w:autoSpaceDN w:val="0"/>
    </w:pPr>
  </w:style>
  <w:style w:type="paragraph" w:customStyle="1" w:styleId="20A056B55BFC453B8AD5B637EB60CF24">
    <w:name w:val="20A056B55BFC453B8AD5B637EB60CF24"/>
    <w:rsid w:val="000F1863"/>
    <w:pPr>
      <w:widowControl w:val="0"/>
      <w:wordWrap w:val="0"/>
      <w:autoSpaceDE w:val="0"/>
      <w:autoSpaceDN w:val="0"/>
    </w:pPr>
  </w:style>
  <w:style w:type="paragraph" w:customStyle="1" w:styleId="D8A3A224B32C469788B86C779CA355D4">
    <w:name w:val="D8A3A224B32C469788B86C779CA355D4"/>
    <w:rsid w:val="000F1863"/>
    <w:pPr>
      <w:widowControl w:val="0"/>
      <w:wordWrap w:val="0"/>
      <w:autoSpaceDE w:val="0"/>
      <w:autoSpaceDN w:val="0"/>
    </w:pPr>
  </w:style>
  <w:style w:type="paragraph" w:customStyle="1" w:styleId="8114D8AFD10144F084A81B6184C18AD9">
    <w:name w:val="8114D8AFD10144F084A81B6184C18AD9"/>
    <w:rsid w:val="000F1863"/>
    <w:pPr>
      <w:widowControl w:val="0"/>
      <w:wordWrap w:val="0"/>
      <w:autoSpaceDE w:val="0"/>
      <w:autoSpaceDN w:val="0"/>
    </w:pPr>
  </w:style>
  <w:style w:type="paragraph" w:customStyle="1" w:styleId="4BDC29CEB3764696827493F3BFDB8142">
    <w:name w:val="4BDC29CEB3764696827493F3BFDB8142"/>
    <w:rsid w:val="000F1863"/>
    <w:pPr>
      <w:widowControl w:val="0"/>
      <w:wordWrap w:val="0"/>
      <w:autoSpaceDE w:val="0"/>
      <w:autoSpaceDN w:val="0"/>
    </w:pPr>
  </w:style>
  <w:style w:type="paragraph" w:customStyle="1" w:styleId="AC951564139E422AAFCE57F1F0EBB9DC">
    <w:name w:val="AC951564139E422AAFCE57F1F0EBB9DC"/>
    <w:rsid w:val="000F1863"/>
    <w:pPr>
      <w:widowControl w:val="0"/>
      <w:wordWrap w:val="0"/>
      <w:autoSpaceDE w:val="0"/>
      <w:autoSpaceDN w:val="0"/>
    </w:pPr>
  </w:style>
  <w:style w:type="paragraph" w:customStyle="1" w:styleId="CBC945035CD041AE82299BFE369492FF">
    <w:name w:val="CBC945035CD041AE82299BFE369492FF"/>
    <w:rsid w:val="000F1863"/>
    <w:pPr>
      <w:widowControl w:val="0"/>
      <w:wordWrap w:val="0"/>
      <w:autoSpaceDE w:val="0"/>
      <w:autoSpaceDN w:val="0"/>
    </w:pPr>
  </w:style>
  <w:style w:type="paragraph" w:customStyle="1" w:styleId="E54C7716D77945688EC6E89411984FA2">
    <w:name w:val="E54C7716D77945688EC6E89411984FA2"/>
    <w:rsid w:val="000F1863"/>
    <w:pPr>
      <w:widowControl w:val="0"/>
      <w:wordWrap w:val="0"/>
      <w:autoSpaceDE w:val="0"/>
      <w:autoSpaceDN w:val="0"/>
    </w:pPr>
  </w:style>
  <w:style w:type="paragraph" w:customStyle="1" w:styleId="7AAA59D59C724379AAFB6213FFB89E12">
    <w:name w:val="7AAA59D59C724379AAFB6213FFB89E12"/>
    <w:rsid w:val="00B54A95"/>
    <w:pPr>
      <w:widowControl w:val="0"/>
      <w:wordWrap w:val="0"/>
      <w:autoSpaceDE w:val="0"/>
      <w:autoSpaceDN w:val="0"/>
    </w:pPr>
  </w:style>
  <w:style w:type="paragraph" w:customStyle="1" w:styleId="34F373877A614DAEB717F14A5BBC7E7F">
    <w:name w:val="34F373877A614DAEB717F14A5BBC7E7F"/>
    <w:rsid w:val="00B54A95"/>
    <w:pPr>
      <w:widowControl w:val="0"/>
      <w:wordWrap w:val="0"/>
      <w:autoSpaceDE w:val="0"/>
      <w:autoSpaceDN w:val="0"/>
    </w:pPr>
  </w:style>
  <w:style w:type="paragraph" w:customStyle="1" w:styleId="22712256A843479ABA2BAEB3DD5E2F61">
    <w:name w:val="22712256A843479ABA2BAEB3DD5E2F61"/>
    <w:rsid w:val="00A055A8"/>
    <w:pPr>
      <w:widowControl w:val="0"/>
      <w:wordWrap w:val="0"/>
      <w:autoSpaceDE w:val="0"/>
      <w:autoSpaceDN w:val="0"/>
    </w:pPr>
  </w:style>
  <w:style w:type="paragraph" w:customStyle="1" w:styleId="456B29BC5B9D4E9D94990E9D51D1ECB5">
    <w:name w:val="456B29BC5B9D4E9D94990E9D51D1ECB5"/>
    <w:rsid w:val="00A055A8"/>
    <w:pPr>
      <w:widowControl w:val="0"/>
      <w:wordWrap w:val="0"/>
      <w:autoSpaceDE w:val="0"/>
      <w:autoSpaceDN w:val="0"/>
    </w:pPr>
  </w:style>
  <w:style w:type="paragraph" w:customStyle="1" w:styleId="F58332DDF9594D01AFF10A467DB6922A">
    <w:name w:val="F58332DDF9594D01AFF10A467DB6922A"/>
    <w:rsid w:val="00A055A8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>GUI폼 만들기 및 위젯 추가하기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7DA40-C0FC-4FC0-BAF6-52498A126AB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65C3B3-8DBC-4B74-AC3D-A98636BA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MOO에서 디자인한 깔끔한 자기 소개서</Template>
  <TotalTime>1193</TotalTime>
  <Pages>17</Pages>
  <Words>1682</Words>
  <Characters>9594</Characters>
  <Application>Microsoft Office Word</Application>
  <DocSecurity>0</DocSecurity>
  <Lines>79</Lines>
  <Paragraphs>22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안성현</dc:creator>
  <cp:keywords>python gui - 1주차</cp:keywords>
  <dc:description/>
  <cp:lastModifiedBy>SungHyun Ahn</cp:lastModifiedBy>
  <cp:revision>165</cp:revision>
  <dcterms:created xsi:type="dcterms:W3CDTF">2018-09-17T12:42:00Z</dcterms:created>
  <dcterms:modified xsi:type="dcterms:W3CDTF">2021-09-13T01:44:00Z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