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FC03C6" w:rsidRPr="005424B3" w:rsidTr="00015AFC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FC03C6" w:rsidRPr="005424B3" w:rsidTr="0059680C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FC03C6" w:rsidRPr="005424B3" w:rsidRDefault="00BE39A6" w:rsidP="00B13FE2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2044861746"/>
                      <w:placeholder>
                        <w:docPart w:val="61E7F8791C2D43E4B9847F3A9A944392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</w:t>
                      </w:r>
                      <w:r w:rsidR="001C40B7">
                        <w:rPr>
                          <w:rFonts w:ascii="맑은 고딕" w:hAnsi="맑은 고딕"/>
                          <w:color w:val="auto"/>
                        </w:rPr>
                        <w:t>atplotlib</w:t>
                      </w:r>
                    </w:sdtContent>
                  </w:sdt>
                </w:p>
                <w:p w:rsidR="00FC03C6" w:rsidRPr="005424B3" w:rsidRDefault="00074EFF" w:rsidP="00B13FE2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(</w:t>
                  </w:r>
                  <w:r w:rsidR="001C40B7">
                    <w:rPr>
                      <w:rFonts w:ascii="맑은 고딕" w:hAnsi="맑은 고딕"/>
                    </w:rPr>
                    <w:t>4</w:t>
                  </w:r>
                  <w:r>
                    <w:rPr>
                      <w:rFonts w:ascii="맑은 고딕" w:hAnsi="맑은 고딕" w:hint="eastAsia"/>
                    </w:rPr>
                    <w:t>장)</w:t>
                  </w:r>
                  <w:r>
                    <w:rPr>
                      <w:rFonts w:ascii="맑은 고딕" w:hAnsi="맑은 고딕"/>
                    </w:rPr>
                    <w:t xml:space="preserve"> </w:t>
                  </w:r>
                  <w:r w:rsidR="001C40B7" w:rsidRPr="001C40B7">
                    <w:rPr>
                      <w:rFonts w:ascii="맑은 고딕" w:hAnsi="맑은 고딕"/>
                    </w:rPr>
                    <w:t>GUI_OOP_Classes_imported_tooltip</w:t>
                  </w:r>
                  <w:r w:rsidR="001C40B7">
                    <w:rPr>
                      <w:rFonts w:ascii="맑은 고딕" w:hAnsi="맑은 고딕"/>
                    </w:rPr>
                    <w:t>.</w:t>
                  </w:r>
                  <w:r w:rsidR="001C40B7">
                    <w:rPr>
                      <w:rFonts w:ascii="맑은 고딕" w:hAnsi="맑은 고딕" w:hint="eastAsia"/>
                    </w:rPr>
                    <w:t>p</w:t>
                  </w:r>
                  <w:r w:rsidR="001C40B7">
                    <w:rPr>
                      <w:rFonts w:ascii="맑은 고딕" w:hAnsi="맑은 고딕"/>
                    </w:rPr>
                    <w:t>y</w:t>
                  </w:r>
                </w:p>
              </w:tc>
            </w:tr>
            <w:tr w:rsidR="00FC03C6" w:rsidRPr="005424B3" w:rsidTr="00FF7021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ttk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scrolledtext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Menu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messagebox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msg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time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sleep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232FA5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import</w:t>
                  </w:r>
                  <w:r w:rsidRPr="00232FA5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Tooltip </w:t>
                  </w:r>
                  <w:r w:rsidRPr="00232FA5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yellow"/>
                    </w:rPr>
                    <w:t>as</w:t>
                  </w:r>
                  <w:r w:rsidRPr="00232FA5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 xml:space="preserve"> tt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</w:rPr>
                    <w:t>create_ToolTip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(widget, text):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 w:rsidRPr="00232FA5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toolTip=tt.ToolTip(widget)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</w:rPr>
                    <w:t>enter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u w:val="single"/>
                    </w:rPr>
                    <w:t>event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):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    toolTip.show_tip(text)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</w:rPr>
                    <w:t>leave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u w:val="single"/>
                    </w:rPr>
                    <w:t>event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):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    toolTip.hide_tip()</w:t>
                  </w:r>
                </w:p>
                <w:p w:rsidR="008F2091" w:rsidRDefault="008F2091" w:rsidP="008F209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widget.bind(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"&lt;Enter&gt;"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,enter)</w:t>
                  </w:r>
                </w:p>
                <w:p w:rsidR="0053616F" w:rsidRDefault="008F2091" w:rsidP="008F2091">
                  <w:pP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widget.bind(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"&lt;Leave&gt;"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,leave)</w:t>
                  </w:r>
                </w:p>
                <w:p w:rsidR="0053616F" w:rsidRDefault="0053616F" w:rsidP="00163580">
                  <w:pP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</w:pPr>
                </w:p>
                <w:p w:rsidR="00061B4A" w:rsidRDefault="00232FA5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shd w:val="clear" w:color="auto" w:fill="E8F2FE"/>
                    </w:rPr>
                    <w:t>class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  <w:shd w:val="clear" w:color="auto" w:fill="E8F2FE"/>
                    </w:rPr>
                    <w:t>OOP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>():</w:t>
                  </w:r>
                </w:p>
                <w:p w:rsidR="00232FA5" w:rsidRDefault="00232FA5" w:rsidP="00232FA5">
                  <w:pPr>
                    <w:ind w:firstLineChars="50" w:firstLine="100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</w:pPr>
                  <w:r>
                    <w:rPr>
                      <w:rFonts w:ascii="Consolas" w:eastAsiaTheme="minorEastAsia" w:hAnsi="Consolas" w:cs="Consolas" w:hint="eastAsia"/>
                      <w:color w:val="000000"/>
                      <w:sz w:val="20"/>
                      <w:szCs w:val="20"/>
                      <w:shd w:val="clear" w:color="auto" w:fill="E8F2FE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>~~)</w:t>
                  </w:r>
                </w:p>
                <w:p w:rsidR="00232FA5" w:rsidRDefault="00232FA5" w:rsidP="00232FA5">
                  <w:pPr>
                    <w:ind w:firstLine="120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shd w:val="clear" w:color="auto" w:fill="E8F2FE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  <w:shd w:val="clear" w:color="auto" w:fill="E8F2FE"/>
                    </w:rPr>
                    <w:t>create_widgets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0000"/>
                      <w:sz w:val="20"/>
                      <w:szCs w:val="20"/>
                      <w:shd w:val="clear" w:color="auto" w:fill="E8F2FE"/>
                    </w:rPr>
                    <w:t>self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>):</w:t>
                  </w:r>
                </w:p>
                <w:p w:rsidR="00232FA5" w:rsidRDefault="00232FA5" w:rsidP="00232FA5">
                  <w:pPr>
                    <w:ind w:firstLine="120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</w:pPr>
                  <w:r>
                    <w:rPr>
                      <w:rFonts w:ascii="Consolas" w:eastAsiaTheme="minorEastAsia" w:hAnsi="Consolas" w:cs="Consolas" w:hint="eastAsia"/>
                      <w:color w:val="000000"/>
                      <w:sz w:val="20"/>
                      <w:szCs w:val="20"/>
                      <w:shd w:val="clear" w:color="auto" w:fill="E8F2FE"/>
                    </w:rPr>
                    <w:t>(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E8F2FE"/>
                    </w:rPr>
                    <w:t>~~)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(tab1-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라벨프레임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스크롤드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테스트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위젯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scrol_w = 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30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scrol_h 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0000"/>
                      <w:sz w:val="20"/>
                      <w:szCs w:val="20"/>
                    </w:rPr>
                    <w:t>self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.scr = scrolledtext.ScrolledText(mighty, width=scrol_w, height=scrol_h, wrap=tk.WORD)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0000"/>
                      <w:sz w:val="20"/>
                      <w:szCs w:val="20"/>
                    </w:rPr>
                    <w:t>self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.scr.grid(column=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columnspan=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row=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 sticky=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'WE'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232FA5" w:rsidRDefault="00232FA5" w:rsidP="00232FA5">
                  <w:pPr>
                    <w:ind w:firstLine="120"/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    </w:t>
                  </w:r>
                  <w:r w:rsidRPr="00232FA5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create_ToolTip(</w:t>
                  </w:r>
                  <w:r w:rsidRPr="00232FA5">
                    <w:rPr>
                      <w:rFonts w:ascii="Consolas" w:eastAsiaTheme="minorEastAsia" w:hAnsi="Consolas" w:cs="Consolas"/>
                      <w:i/>
                      <w:iCs/>
                      <w:color w:val="000000"/>
                      <w:sz w:val="20"/>
                      <w:szCs w:val="20"/>
                      <w:highlight w:val="yellow"/>
                    </w:rPr>
                    <w:t>self</w:t>
                  </w:r>
                  <w:r w:rsidRPr="00232FA5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.scr,</w:t>
                  </w:r>
                  <w:r w:rsidRPr="00232FA5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yellow"/>
                    </w:rPr>
                    <w:t>'This is a ScrolledText widget'</w:t>
                  </w:r>
                  <w:r w:rsidRPr="00232FA5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061B4A" w:rsidRPr="00061B4A" w:rsidRDefault="00061B4A" w:rsidP="00061B4A"/>
              </w:tc>
            </w:tr>
          </w:tbl>
          <w:p w:rsidR="00FC03C6" w:rsidRPr="005424B3" w:rsidRDefault="00FC03C6" w:rsidP="00B13FE2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FC03C6" w:rsidRPr="005424B3" w:rsidTr="00B13FE2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F71E97" w:rsidRPr="006A7BD5" w:rsidRDefault="001C40B7" w:rsidP="00F71E97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/>
                    </w:rPr>
                    <w:t>4</w:t>
                  </w:r>
                  <w:r w:rsidR="00E16D6B">
                    <w:rPr>
                      <w:rFonts w:ascii="맑은 고딕" w:hAnsi="맑은 고딕" w:hint="eastAsia"/>
                    </w:rPr>
                    <w:t xml:space="preserve">장 마지막 내용인 </w:t>
                  </w:r>
                  <w:r w:rsidR="00E16D6B">
                    <w:rPr>
                      <w:rFonts w:ascii="맑은 고딕" w:hAnsi="맑은 고딕"/>
                    </w:rPr>
                    <w:t>‘</w:t>
                  </w:r>
                  <w:r>
                    <w:rPr>
                      <w:rFonts w:ascii="맑은 고딕" w:hAnsi="맑은 고딕" w:hint="eastAsia"/>
                    </w:rPr>
                    <w:t>데이터와 클래스</w:t>
                  </w:r>
                  <w:r w:rsidR="00E16D6B">
                    <w:rPr>
                      <w:rFonts w:ascii="맑은 고딕" w:hAnsi="맑은 고딕"/>
                    </w:rPr>
                    <w:t>’</w:t>
                  </w:r>
                  <w:r w:rsidR="00E16D6B">
                    <w:rPr>
                      <w:rFonts w:ascii="맑은 고딕" w:hAnsi="맑은 고딕" w:hint="eastAsia"/>
                    </w:rPr>
                    <w:t>에 관한 내용입니다.</w:t>
                  </w:r>
                  <w:r w:rsidR="00E16D6B">
                    <w:rPr>
                      <w:rFonts w:ascii="맑은 고딕" w:hAnsi="맑은 고딕"/>
                    </w:rPr>
                    <w:t xml:space="preserve"> </w:t>
                  </w:r>
                  <w:r w:rsidR="006A7BD5"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6A7BD5" w:rsidRPr="006A7BD5" w:rsidRDefault="006A7BD5" w:rsidP="006A7BD5">
                  <w:pPr>
                    <w:rPr>
                      <w:rFonts w:ascii="맑은 고딕" w:hAnsi="맑은 고딕"/>
                      <w:sz w:val="18"/>
                      <w:szCs w:val="18"/>
                    </w:rPr>
                  </w:pPr>
                </w:p>
              </w:tc>
            </w:tr>
          </w:tbl>
          <w:p w:rsidR="00375DD5" w:rsidRDefault="00375DD5" w:rsidP="00E96BCC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D550F8" w:rsidRDefault="007C551D" w:rsidP="00B902C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 </w:t>
            </w:r>
            <w:r w:rsidR="00151AD9">
              <w:rPr>
                <w:rFonts w:ascii="맑은 고딕" w:hAnsi="맑은 고딕" w:hint="eastAsia"/>
                <w:sz w:val="20"/>
                <w:szCs w:val="20"/>
              </w:rPr>
              <w:t>T</w:t>
            </w:r>
            <w:r w:rsidR="00151AD9">
              <w:rPr>
                <w:rFonts w:ascii="맑은 고딕" w:hAnsi="맑은 고딕"/>
                <w:sz w:val="20"/>
                <w:szCs w:val="20"/>
              </w:rPr>
              <w:t>ooltip</w:t>
            </w:r>
            <w:r w:rsidR="00151AD9">
              <w:rPr>
                <w:rFonts w:ascii="맑은 고딕" w:hAnsi="맑은 고딕" w:hint="eastAsia"/>
                <w:sz w:val="20"/>
                <w:szCs w:val="20"/>
              </w:rPr>
              <w:t xml:space="preserve">클래스 내용은 </w:t>
            </w:r>
            <w:r w:rsidR="009B67EB" w:rsidRPr="009B67EB">
              <w:rPr>
                <w:rFonts w:ascii="맑은 고딕" w:hAnsi="맑은 고딕"/>
                <w:sz w:val="20"/>
                <w:szCs w:val="20"/>
              </w:rPr>
              <w:t>Tooltip</w:t>
            </w:r>
            <w:r w:rsidR="009B67EB">
              <w:rPr>
                <w:rFonts w:ascii="맑은 고딕" w:hAnsi="맑은 고딕"/>
                <w:sz w:val="20"/>
                <w:szCs w:val="20"/>
              </w:rPr>
              <w:t>.py</w:t>
            </w:r>
            <w:r w:rsidR="00151AD9">
              <w:rPr>
                <w:rFonts w:ascii="맑은 고딕" w:hAnsi="맑은 고딕" w:hint="eastAsia"/>
                <w:sz w:val="20"/>
                <w:szCs w:val="20"/>
              </w:rPr>
              <w:t>파일에 따로 저장하였다.</w:t>
            </w:r>
            <w:r w:rsidR="00151AD9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2D598D" w:rsidRDefault="002D598D" w:rsidP="00B902C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그리고 i</w:t>
            </w:r>
            <w:r>
              <w:rPr>
                <w:rFonts w:ascii="맑은 고딕" w:hAnsi="맑은 고딕"/>
                <w:sz w:val="20"/>
                <w:szCs w:val="20"/>
              </w:rPr>
              <w:t>mported_tooltip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파일에서는 </w:t>
            </w:r>
            <w:r>
              <w:rPr>
                <w:rFonts w:ascii="맑은 고딕" w:hAnsi="맑은 고딕"/>
                <w:sz w:val="20"/>
                <w:szCs w:val="20"/>
              </w:rPr>
              <w:t xml:space="preserve">Tooltip.py를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먼저 </w:t>
            </w:r>
            <w:r w:rsidR="00C26843">
              <w:rPr>
                <w:rFonts w:ascii="맑은 고딕" w:hAnsi="맑은 고딕" w:hint="eastAsia"/>
                <w:sz w:val="20"/>
                <w:szCs w:val="20"/>
              </w:rPr>
              <w:t xml:space="preserve">가져오고 </w:t>
            </w:r>
            <w:r w:rsidR="00C26843">
              <w:rPr>
                <w:rFonts w:ascii="맑은 고딕" w:hAnsi="맑은 고딕"/>
                <w:sz w:val="20"/>
                <w:szCs w:val="20"/>
              </w:rPr>
              <w:t>tt</w:t>
            </w:r>
            <w:r w:rsidR="00C26843">
              <w:rPr>
                <w:rFonts w:ascii="맑은 고딕" w:hAnsi="맑은 고딕" w:hint="eastAsia"/>
                <w:sz w:val="20"/>
                <w:szCs w:val="20"/>
              </w:rPr>
              <w:t>라고 부르기도 했다.</w:t>
            </w:r>
          </w:p>
          <w:p w:rsidR="00C26843" w:rsidRDefault="00C26843" w:rsidP="00B902C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즉 c</w:t>
            </w:r>
            <w:r>
              <w:rPr>
                <w:rFonts w:ascii="맑은 고딕" w:hAnsi="맑은 고딕"/>
                <w:sz w:val="20"/>
                <w:szCs w:val="20"/>
              </w:rPr>
              <w:t>reate_Tooltip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함수에서 기존에는 </w:t>
            </w:r>
            <w:r>
              <w:rPr>
                <w:rFonts w:ascii="맑은 고딕" w:hAnsi="맑은 고딕"/>
                <w:sz w:val="20"/>
                <w:szCs w:val="20"/>
              </w:rPr>
              <w:t>ToolTip(widget)</w:t>
            </w:r>
            <w:r>
              <w:rPr>
                <w:rFonts w:ascii="맑은 고딕" w:hAnsi="맑은 고딕" w:hint="eastAsia"/>
                <w:sz w:val="20"/>
                <w:szCs w:val="20"/>
              </w:rPr>
              <w:t>을 써서 클래스를 인스턴스화했지만, 이제는 t</w:t>
            </w:r>
            <w:r>
              <w:rPr>
                <w:rFonts w:ascii="맑은 고딕" w:hAnsi="맑은 고딕"/>
                <w:sz w:val="20"/>
                <w:szCs w:val="20"/>
              </w:rPr>
              <w:t>t</w:t>
            </w:r>
            <w:r>
              <w:rPr>
                <w:rFonts w:ascii="맑은 고딕" w:hAnsi="맑은 고딕" w:hint="eastAsia"/>
                <w:sz w:val="20"/>
                <w:szCs w:val="20"/>
              </w:rPr>
              <w:t>.</w:t>
            </w:r>
            <w:r>
              <w:rPr>
                <w:rFonts w:ascii="맑은 고딕" w:hAnsi="맑은 고딕"/>
                <w:sz w:val="20"/>
                <w:szCs w:val="20"/>
              </w:rPr>
              <w:t xml:space="preserve">을 </w:t>
            </w:r>
            <w:r>
              <w:rPr>
                <w:rFonts w:ascii="맑은 고딕" w:hAnsi="맑은 고딕" w:hint="eastAsia"/>
                <w:sz w:val="20"/>
                <w:szCs w:val="20"/>
              </w:rPr>
              <w:t>앞에 붙여서</w:t>
            </w:r>
          </w:p>
          <w:p w:rsidR="00C26843" w:rsidRDefault="00DF56B2" w:rsidP="00B902C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t</w:t>
            </w:r>
            <w:r w:rsidR="00C26843">
              <w:rPr>
                <w:rFonts w:ascii="맑은 고딕" w:hAnsi="맑은 고딕"/>
                <w:sz w:val="20"/>
                <w:szCs w:val="20"/>
              </w:rPr>
              <w:t>t</w:t>
            </w:r>
            <w:r w:rsidR="00C26843">
              <w:rPr>
                <w:rFonts w:ascii="맑은 고딕" w:hAnsi="맑은 고딕" w:hint="eastAsia"/>
                <w:sz w:val="20"/>
                <w:szCs w:val="20"/>
              </w:rPr>
              <w:t>로 불리는 파이썬 파일 안에 있는 클래스를 가져온다고 작성해야 한다.</w:t>
            </w:r>
            <w:r w:rsidR="00C26843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C26843" w:rsidRDefault="00C26843" w:rsidP="00B902C2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C26843" w:rsidRPr="000B5AE5" w:rsidRDefault="00C26843" w:rsidP="00B902C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세 번째 노란 강조 줄에는 평소대로 소스를 작성해도 된다.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create_Tooltip</w:t>
            </w:r>
            <w:r>
              <w:rPr>
                <w:rFonts w:ascii="맑은 고딕" w:hAnsi="맑은 고딕" w:hint="eastAsia"/>
                <w:sz w:val="20"/>
                <w:szCs w:val="20"/>
              </w:rPr>
              <w:t>함수는 같은 파이썬 파일에 있기 때문이다</w:t>
            </w:r>
            <w:r w:rsidR="00A421BE">
              <w:rPr>
                <w:rFonts w:ascii="맑은 고딕" w:hAnsi="맑은 고딕"/>
                <w:sz w:val="20"/>
                <w:szCs w:val="20"/>
              </w:rPr>
              <w:t xml:space="preserve">. </w:t>
            </w:r>
          </w:p>
        </w:tc>
      </w:tr>
      <w:tr w:rsidR="00D550F8" w:rsidRPr="001E5E00" w:rsidTr="001C311A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D550F8" w:rsidRPr="005424B3" w:rsidTr="001C311A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D550F8" w:rsidRPr="005424B3" w:rsidRDefault="00BE39A6" w:rsidP="001C311A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1595825893"/>
                      <w:placeholder>
                        <w:docPart w:val="A0E499172E0A417FBBB3E4A29B3F84AE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D550F8" w:rsidRPr="005424B3" w:rsidRDefault="00E803ED" w:rsidP="001C311A">
                  <w:pPr>
                    <w:pStyle w:val="2"/>
                    <w:rPr>
                      <w:rFonts w:ascii="맑은 고딕" w:hAnsi="맑은 고딕"/>
                    </w:rPr>
                  </w:pPr>
                  <w:r>
                    <w:rPr>
                      <w:rFonts w:ascii="맑은 고딕" w:hAnsi="맑은 고딕"/>
                    </w:rPr>
                    <w:t>(</w:t>
                  </w:r>
                  <w:r w:rsidR="001C40B7">
                    <w:rPr>
                      <w:rFonts w:ascii="맑은 고딕" w:hAnsi="맑은 고딕"/>
                    </w:rPr>
                    <w:t>5</w:t>
                  </w:r>
                  <w:r>
                    <w:rPr>
                      <w:rFonts w:ascii="맑은 고딕" w:hAnsi="맑은 고딕" w:hint="eastAsia"/>
                    </w:rPr>
                    <w:t>장)</w:t>
                  </w:r>
                  <w:r>
                    <w:t xml:space="preserve"> </w:t>
                  </w:r>
                  <w:r w:rsidR="001C40B7" w:rsidRPr="001C40B7">
                    <w:t>Matplotlib_first_chart</w:t>
                  </w:r>
                  <w:r w:rsidR="001C40B7">
                    <w:t>.py</w:t>
                  </w:r>
                </w:p>
              </w:tc>
            </w:tr>
            <w:tr w:rsidR="00D550F8" w:rsidRPr="005424B3" w:rsidTr="001C311A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numpy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np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matplotlib.pyplot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plt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pylab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show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x=np.arange(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0.1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y=np.sin(x)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plt.plot(x,y)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D550F8" w:rsidRDefault="00232FA5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show()</w:t>
                  </w:r>
                </w:p>
                <w:p w:rsidR="00CA132D" w:rsidRDefault="00CA132D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</w:p>
                <w:p w:rsidR="00CA132D" w:rsidRDefault="00CA132D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</w:p>
                <w:p w:rsidR="00CA132D" w:rsidRDefault="00CA132D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</w:p>
                <w:p w:rsidR="00CA132D" w:rsidRDefault="00CA132D" w:rsidP="00232FA5"/>
                <w:p w:rsidR="00CA132D" w:rsidRPr="00061B4A" w:rsidRDefault="00CA132D" w:rsidP="00232FA5">
                  <w:r>
                    <w:rPr>
                      <w:noProof/>
                    </w:rPr>
                    <w:drawing>
                      <wp:inline distT="0" distB="0" distL="0" distR="0" wp14:anchorId="24C91ABC" wp14:editId="6E889F40">
                        <wp:extent cx="3472815" cy="2951480"/>
                        <wp:effectExtent l="0" t="0" r="0" b="1270"/>
                        <wp:docPr id="1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951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550F8" w:rsidRPr="005424B3" w:rsidRDefault="00D550F8" w:rsidP="001C311A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D550F8" w:rsidRPr="005424B3" w:rsidTr="001C311A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D550F8" w:rsidRPr="006A7BD5" w:rsidRDefault="00D550F8" w:rsidP="001C311A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D550F8" w:rsidRDefault="001C40B7" w:rsidP="001C311A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  <w:r>
                    <w:rPr>
                      <w:rFonts w:ascii="맑은 고딕" w:hAnsi="맑은 고딕" w:hint="eastAsia"/>
                      <w:sz w:val="28"/>
                      <w:szCs w:val="28"/>
                    </w:rPr>
                    <w:t>(</w:t>
                  </w:r>
                  <w:r>
                    <w:rPr>
                      <w:rFonts w:ascii="맑은 고딕" w:hAnsi="맑은 고딕"/>
                      <w:sz w:val="28"/>
                      <w:szCs w:val="28"/>
                    </w:rPr>
                    <w:t xml:space="preserve"> 5</w:t>
                  </w:r>
                  <w:r>
                    <w:rPr>
                      <w:rFonts w:ascii="맑은 고딕" w:hAnsi="맑은 고딕" w:hint="eastAsia"/>
                      <w:sz w:val="28"/>
                      <w:szCs w:val="28"/>
                    </w:rPr>
                    <w:t xml:space="preserve">장 시작 </w:t>
                  </w:r>
                  <w:r>
                    <w:rPr>
                      <w:rFonts w:ascii="맑은 고딕" w:hAnsi="맑은 고딕"/>
                      <w:sz w:val="28"/>
                      <w:szCs w:val="28"/>
                    </w:rPr>
                    <w:t>)</w:t>
                  </w:r>
                </w:p>
                <w:p w:rsidR="00E86123" w:rsidRPr="00E86123" w:rsidRDefault="00E86123" w:rsidP="001C311A">
                  <w:pPr>
                    <w:rPr>
                      <w:rFonts w:ascii="맑은 고딕" w:hAnsi="맑은 고딕"/>
                      <w:sz w:val="20"/>
                      <w:szCs w:val="20"/>
                    </w:rPr>
                  </w:pPr>
                  <w:r w:rsidRPr="00E86123">
                    <w:rPr>
                      <w:rFonts w:ascii="맑은 고딕" w:hAnsi="맑은 고딕" w:hint="eastAsia"/>
                      <w:sz w:val="20"/>
                      <w:szCs w:val="20"/>
                    </w:rPr>
                    <w:t>M</w:t>
                  </w:r>
                  <w:r w:rsidRPr="00E86123">
                    <w:rPr>
                      <w:rFonts w:ascii="맑은 고딕" w:hAnsi="맑은 고딕"/>
                      <w:sz w:val="20"/>
                      <w:szCs w:val="20"/>
                    </w:rPr>
                    <w:t xml:space="preserve">atplotlib: </w:t>
                  </w:r>
                  <w:r w:rsidRPr="00E86123">
                    <w:rPr>
                      <w:rFonts w:ascii="맑은 고딕" w:hAnsi="맑은 고딕" w:hint="eastAsia"/>
                      <w:sz w:val="20"/>
                      <w:szCs w:val="20"/>
                    </w:rPr>
                    <w:t>수학</w:t>
                  </w:r>
                  <w:r w:rsidRPr="00E86123">
                    <w:rPr>
                      <w:rFonts w:ascii="맑은 고딕" w:hAnsi="맑은 고딕"/>
                      <w:sz w:val="20"/>
                      <w:szCs w:val="20"/>
                    </w:rPr>
                    <w:t xml:space="preserve"> </w:t>
                  </w:r>
                  <w:r w:rsidRPr="00E86123">
                    <w:rPr>
                      <w:rFonts w:ascii="맑은 고딕" w:hAnsi="맑은 고딕" w:hint="eastAsia"/>
                      <w:sz w:val="20"/>
                      <w:szCs w:val="20"/>
                    </w:rPr>
                    <w:t>계산</w:t>
                  </w:r>
                  <w:r>
                    <w:rPr>
                      <w:rFonts w:ascii="맑은 고딕" w:hAnsi="맑은 고딕" w:hint="eastAsia"/>
                      <w:sz w:val="20"/>
                      <w:szCs w:val="20"/>
                    </w:rPr>
                    <w:t>을 간편하게 하고</w:t>
                  </w:r>
                  <w:r w:rsidRPr="00E86123">
                    <w:rPr>
                      <w:rFonts w:ascii="맑은 고딕" w:hAnsi="맑은 고딕" w:hint="eastAsia"/>
                      <w:sz w:val="20"/>
                      <w:szCs w:val="20"/>
                    </w:rPr>
                    <w:t xml:space="preserve"> 시각적 차트</w:t>
                  </w:r>
                  <w:r>
                    <w:rPr>
                      <w:rFonts w:ascii="맑은 고딕" w:hAnsi="맑은 고딕" w:hint="eastAsia"/>
                      <w:sz w:val="20"/>
                      <w:szCs w:val="20"/>
                    </w:rPr>
                    <w:t xml:space="preserve"> 등을 쉽게 그릴 수 있는 </w:t>
                  </w:r>
                  <w:r w:rsidR="00B12D72">
                    <w:rPr>
                      <w:rFonts w:ascii="맑은 고딕" w:hAnsi="맑은 고딕" w:hint="eastAsia"/>
                      <w:sz w:val="20"/>
                      <w:szCs w:val="20"/>
                    </w:rPr>
                    <w:t xml:space="preserve">환경을 제공하는 파이썬 프로그램 </w:t>
                  </w:r>
                </w:p>
              </w:tc>
            </w:tr>
          </w:tbl>
          <w:p w:rsidR="00D550F8" w:rsidRDefault="00D550F8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7A0B70" w:rsidRDefault="009C57FD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numpy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라는 모듈을 </w:t>
            </w:r>
            <w:r>
              <w:rPr>
                <w:rFonts w:ascii="맑은 고딕" w:hAnsi="맑은 고딕"/>
                <w:sz w:val="20"/>
                <w:szCs w:val="20"/>
              </w:rPr>
              <w:t>import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하고 </w:t>
            </w:r>
            <w:r>
              <w:rPr>
                <w:rFonts w:ascii="맑은 고딕" w:hAnsi="맑은 고딕"/>
                <w:sz w:val="20"/>
                <w:szCs w:val="20"/>
              </w:rPr>
              <w:t>np</w:t>
            </w:r>
            <w:r>
              <w:rPr>
                <w:rFonts w:ascii="맑은 고딕" w:hAnsi="맑은 고딕" w:hint="eastAsia"/>
                <w:sz w:val="20"/>
                <w:szCs w:val="20"/>
              </w:rPr>
              <w:t>라고 부르기로 하였다.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n</w:t>
            </w:r>
            <w:r>
              <w:rPr>
                <w:rFonts w:ascii="맑은 고딕" w:hAnsi="맑은 고딕"/>
                <w:sz w:val="20"/>
                <w:szCs w:val="20"/>
              </w:rPr>
              <w:t>umpy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는 </w:t>
            </w:r>
            <w:r w:rsidR="003B5AD7">
              <w:rPr>
                <w:rFonts w:ascii="맑은 고딕" w:hAnsi="맑은 고딕" w:hint="eastAsia"/>
                <w:sz w:val="20"/>
                <w:szCs w:val="20"/>
              </w:rPr>
              <w:t xml:space="preserve">등간격의 정수 리스트를 생성하는 </w:t>
            </w:r>
            <w:r>
              <w:rPr>
                <w:rFonts w:ascii="맑은 고딕" w:hAnsi="맑은 고딕"/>
                <w:sz w:val="20"/>
                <w:szCs w:val="20"/>
              </w:rPr>
              <w:t>arrange</w:t>
            </w:r>
            <w:r>
              <w:rPr>
                <w:rFonts w:ascii="맑은 고딕" w:hAnsi="맑은 고딕" w:hint="eastAsia"/>
                <w:sz w:val="20"/>
                <w:szCs w:val="20"/>
              </w:rPr>
              <w:t>함수</w:t>
            </w:r>
            <w:r w:rsidR="000F7833">
              <w:rPr>
                <w:rFonts w:ascii="맑은 고딕" w:hAnsi="맑은 고딕" w:hint="eastAsia"/>
                <w:sz w:val="20"/>
                <w:szCs w:val="20"/>
              </w:rPr>
              <w:t xml:space="preserve">와 </w:t>
            </w:r>
            <w:r w:rsidR="000F7833">
              <w:rPr>
                <w:rFonts w:ascii="맑은 고딕" w:hAnsi="맑은 고딕"/>
                <w:sz w:val="20"/>
                <w:szCs w:val="20"/>
              </w:rPr>
              <w:t>sin</w:t>
            </w:r>
            <w:r w:rsidR="000F7833">
              <w:rPr>
                <w:rFonts w:ascii="맑은 고딕" w:hAnsi="맑은 고딕" w:hint="eastAsia"/>
                <w:sz w:val="20"/>
                <w:szCs w:val="20"/>
              </w:rPr>
              <w:t xml:space="preserve">값을 구할 수 있는 </w:t>
            </w:r>
            <w:r w:rsidR="000F7833">
              <w:rPr>
                <w:rFonts w:ascii="맑은 고딕" w:hAnsi="맑은 고딕"/>
                <w:sz w:val="20"/>
                <w:szCs w:val="20"/>
              </w:rPr>
              <w:t>sin</w:t>
            </w:r>
            <w:r w:rsidR="000F7833">
              <w:rPr>
                <w:rFonts w:ascii="맑은 고딕" w:hAnsi="맑은 고딕" w:hint="eastAsia"/>
                <w:sz w:val="20"/>
                <w:szCs w:val="20"/>
              </w:rPr>
              <w:t>함수를 담고 있다.</w:t>
            </w:r>
            <w:r w:rsidR="000F7833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9C57FD" w:rsidRDefault="009C57FD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Matplotlib.pyplot라는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모듈을 </w:t>
            </w:r>
            <w:r>
              <w:rPr>
                <w:rFonts w:ascii="맑은 고딕" w:hAnsi="맑은 고딕"/>
                <w:sz w:val="20"/>
                <w:szCs w:val="20"/>
              </w:rPr>
              <w:t>import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하고 </w:t>
            </w:r>
            <w:r w:rsidR="009F224F">
              <w:rPr>
                <w:rFonts w:ascii="맑은 고딕" w:hAnsi="맑은 고딕" w:hint="eastAsia"/>
                <w:sz w:val="20"/>
                <w:szCs w:val="20"/>
              </w:rPr>
              <w:t>p</w:t>
            </w:r>
            <w:r w:rsidR="009F224F">
              <w:rPr>
                <w:rFonts w:ascii="맑은 고딕" w:hAnsi="맑은 고딕"/>
                <w:sz w:val="20"/>
                <w:szCs w:val="20"/>
              </w:rPr>
              <w:t>l</w:t>
            </w:r>
            <w:r w:rsidR="009F224F">
              <w:rPr>
                <w:rFonts w:ascii="맑은 고딕" w:hAnsi="맑은 고딕" w:hint="eastAsia"/>
                <w:sz w:val="20"/>
                <w:szCs w:val="20"/>
              </w:rPr>
              <w:t>t라고 부르기로 하였다.</w:t>
            </w:r>
            <w:r w:rsidR="009F224F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9F224F">
              <w:rPr>
                <w:rFonts w:ascii="맑은 고딕" w:hAnsi="맑은 고딕" w:hint="eastAsia"/>
                <w:sz w:val="20"/>
                <w:szCs w:val="20"/>
              </w:rPr>
              <w:t>위 모</w:t>
            </w:r>
            <w:r w:rsidR="009F224F">
              <w:rPr>
                <w:rFonts w:ascii="맑은 고딕" w:hAnsi="맑은 고딕"/>
                <w:sz w:val="20"/>
                <w:szCs w:val="20"/>
              </w:rPr>
              <w:t xml:space="preserve">듈은 </w:t>
            </w:r>
            <w:r w:rsidR="008F4EAD">
              <w:rPr>
                <w:rFonts w:ascii="맑은 고딕" w:hAnsi="맑은 고딕" w:hint="eastAsia"/>
                <w:sz w:val="20"/>
                <w:szCs w:val="20"/>
              </w:rPr>
              <w:t>그래프</w:t>
            </w:r>
            <w:r w:rsidR="009F224F">
              <w:rPr>
                <w:rFonts w:ascii="맑은 고딕" w:hAnsi="맑은 고딕" w:hint="eastAsia"/>
                <w:sz w:val="20"/>
                <w:szCs w:val="20"/>
              </w:rPr>
              <w:t xml:space="preserve"> 만들기 함수인 </w:t>
            </w:r>
            <w:r w:rsidR="009F224F">
              <w:rPr>
                <w:rFonts w:ascii="맑은 고딕" w:hAnsi="맑은 고딕"/>
                <w:sz w:val="20"/>
                <w:szCs w:val="20"/>
              </w:rPr>
              <w:t xml:space="preserve">plot를 </w:t>
            </w:r>
            <w:r w:rsidR="009F224F">
              <w:rPr>
                <w:rFonts w:ascii="맑은 고딕" w:hAnsi="맑은 고딕" w:hint="eastAsia"/>
                <w:sz w:val="20"/>
                <w:szCs w:val="20"/>
              </w:rPr>
              <w:t>담고 있는 모듈이다.</w:t>
            </w:r>
          </w:p>
          <w:p w:rsidR="009F224F" w:rsidRDefault="009F224F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p</w:t>
            </w:r>
            <w:r>
              <w:rPr>
                <w:rFonts w:ascii="맑은 고딕" w:hAnsi="맑은 고딕"/>
                <w:sz w:val="20"/>
                <w:szCs w:val="20"/>
              </w:rPr>
              <w:t>ylab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이라는 모듈을 </w:t>
            </w:r>
            <w:r>
              <w:rPr>
                <w:rFonts w:ascii="맑은 고딕" w:hAnsi="맑은 고딕"/>
                <w:sz w:val="20"/>
                <w:szCs w:val="20"/>
              </w:rPr>
              <w:t>import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하고 </w:t>
            </w:r>
            <w:r>
              <w:rPr>
                <w:rFonts w:ascii="맑은 고딕" w:hAnsi="맑은 고딕"/>
                <w:sz w:val="20"/>
                <w:szCs w:val="20"/>
              </w:rPr>
              <w:t>sh</w:t>
            </w:r>
            <w:r>
              <w:rPr>
                <w:rFonts w:ascii="맑은 고딕" w:hAnsi="맑은 고딕" w:hint="eastAsia"/>
                <w:sz w:val="20"/>
                <w:szCs w:val="20"/>
              </w:rPr>
              <w:t>o</w:t>
            </w:r>
            <w:r>
              <w:rPr>
                <w:rFonts w:ascii="맑은 고딕" w:hAnsi="맑은 고딕"/>
                <w:sz w:val="20"/>
                <w:szCs w:val="20"/>
              </w:rPr>
              <w:t>w</w:t>
            </w:r>
            <w:r>
              <w:rPr>
                <w:rFonts w:ascii="맑은 고딕" w:hAnsi="맑은 고딕" w:hint="eastAsia"/>
                <w:sz w:val="20"/>
                <w:szCs w:val="20"/>
              </w:rPr>
              <w:t>함수를 불러왔다.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s</w:t>
            </w:r>
            <w:r>
              <w:rPr>
                <w:rFonts w:ascii="맑은 고딕" w:hAnsi="맑은 고딕"/>
                <w:sz w:val="20"/>
                <w:szCs w:val="20"/>
              </w:rPr>
              <w:t>how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함수는 사용자가 </w:t>
            </w:r>
            <w:r w:rsidR="002C728B">
              <w:rPr>
                <w:rFonts w:ascii="맑은 고딕" w:hAnsi="맑은 고딕" w:hint="eastAsia"/>
                <w:sz w:val="20"/>
                <w:szCs w:val="20"/>
              </w:rPr>
              <w:t>작성한 차트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를 화면에 실제로 나타내는 </w:t>
            </w:r>
            <w:r w:rsidR="002C728B">
              <w:rPr>
                <w:rFonts w:ascii="맑은 고딕" w:hAnsi="맑은 고딕" w:hint="eastAsia"/>
                <w:sz w:val="20"/>
                <w:szCs w:val="20"/>
              </w:rPr>
              <w:t>역할</w:t>
            </w:r>
            <w:r>
              <w:rPr>
                <w:rFonts w:ascii="맑은 고딕" w:hAnsi="맑은 고딕" w:hint="eastAsia"/>
                <w:sz w:val="20"/>
                <w:szCs w:val="20"/>
              </w:rPr>
              <w:t>을 한다.</w:t>
            </w:r>
          </w:p>
          <w:p w:rsidR="009F224F" w:rsidRPr="002C728B" w:rsidRDefault="009F224F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9F224F" w:rsidRDefault="009F224F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 위를 토대로 해석해보면,</w:t>
            </w:r>
          </w:p>
          <w:p w:rsidR="009F224F" w:rsidRDefault="009F224F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0부터 </w:t>
            </w:r>
            <w:r>
              <w:rPr>
                <w:rFonts w:ascii="맑은 고딕" w:hAnsi="맑은 고딕"/>
                <w:sz w:val="20"/>
                <w:szCs w:val="20"/>
              </w:rPr>
              <w:t>5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까지 </w:t>
            </w:r>
            <w:r>
              <w:rPr>
                <w:rFonts w:ascii="맑은 고딕" w:hAnsi="맑은 고딕"/>
                <w:sz w:val="20"/>
                <w:szCs w:val="20"/>
              </w:rPr>
              <w:t>0,1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간격으로 작성한 배열을 </w:t>
            </w:r>
            <w:r>
              <w:rPr>
                <w:rFonts w:ascii="맑은 고딕" w:hAnsi="맑은 고딕"/>
                <w:sz w:val="20"/>
                <w:szCs w:val="20"/>
              </w:rPr>
              <w:t>x</w:t>
            </w:r>
            <w:r>
              <w:rPr>
                <w:rFonts w:ascii="맑은 고딕" w:hAnsi="맑은 고딕" w:hint="eastAsia"/>
                <w:sz w:val="20"/>
                <w:szCs w:val="20"/>
              </w:rPr>
              <w:t>로 두고</w:t>
            </w:r>
            <w:r>
              <w:rPr>
                <w:rFonts w:ascii="맑은 고딕" w:hAnsi="맑은 고딕"/>
                <w:sz w:val="20"/>
                <w:szCs w:val="20"/>
              </w:rPr>
              <w:t xml:space="preserve">,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 배열에 대한 </w:t>
            </w:r>
            <w:r>
              <w:rPr>
                <w:rFonts w:ascii="맑은 고딕" w:hAnsi="맑은 고딕"/>
                <w:sz w:val="20"/>
                <w:szCs w:val="20"/>
              </w:rPr>
              <w:t>sin</w:t>
            </w:r>
            <w:r>
              <w:rPr>
                <w:rFonts w:ascii="맑은 고딕" w:hAnsi="맑은 고딕" w:hint="eastAsia"/>
                <w:sz w:val="20"/>
                <w:szCs w:val="20"/>
              </w:rPr>
              <w:t>값을 y로 두었다.</w:t>
            </w:r>
          </w:p>
          <w:p w:rsidR="009F224F" w:rsidRPr="009F224F" w:rsidRDefault="009F224F" w:rsidP="001C311A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이후 </w:t>
            </w:r>
            <w:r>
              <w:rPr>
                <w:rFonts w:ascii="맑은 고딕" w:hAnsi="맑은 고딕"/>
                <w:sz w:val="20"/>
                <w:szCs w:val="20"/>
              </w:rPr>
              <w:t>x,y</w:t>
            </w:r>
            <w:r w:rsidR="000B4E1C">
              <w:rPr>
                <w:rFonts w:ascii="맑은 고딕" w:hAnsi="맑은 고딕" w:hint="eastAsia"/>
                <w:sz w:val="20"/>
                <w:szCs w:val="20"/>
              </w:rPr>
              <w:t>배열을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토대로  </w:t>
            </w:r>
            <w:r w:rsidR="00FC1806">
              <w:rPr>
                <w:rFonts w:ascii="맑은 고딕" w:hAnsi="맑은 고딕" w:hint="eastAsia"/>
                <w:sz w:val="20"/>
                <w:szCs w:val="20"/>
              </w:rPr>
              <w:t>그래프를 만들고 화면에 내보냈다.</w:t>
            </w:r>
            <w:r w:rsidR="00FC1806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9C57FD" w:rsidRPr="000B4E1C" w:rsidRDefault="009C57FD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7A0B70" w:rsidRPr="000B5AE5" w:rsidRDefault="007A0B70" w:rsidP="001C311A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E74039" w:rsidRDefault="00E74039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C40B7" w:rsidRPr="001E5E00" w:rsidTr="00AF1E9D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C40B7" w:rsidRPr="005424B3" w:rsidTr="00AF1E9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C40B7" w:rsidRPr="005424B3" w:rsidRDefault="00BE39A6" w:rsidP="00AF1E9D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628157850"/>
                      <w:placeholder>
                        <w:docPart w:val="46A3053190B74FAABDAEE0C5D8C154DC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1C40B7" w:rsidRPr="005424B3" w:rsidRDefault="001C40B7" w:rsidP="00AF1E9D">
                  <w:pPr>
                    <w:pStyle w:val="2"/>
                    <w:rPr>
                      <w:rFonts w:ascii="맑은 고딕" w:hAnsi="맑은 고딕"/>
                    </w:rPr>
                  </w:pPr>
                  <w:r w:rsidRPr="001C40B7">
                    <w:rPr>
                      <w:rFonts w:ascii="맑은 고딕" w:hAnsi="맑은 고딕"/>
                    </w:rPr>
                    <w:t>Matplotlib_second_chart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1C40B7" w:rsidRPr="005424B3" w:rsidTr="00AF1E9D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pylab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show,arange,sin,plot,pi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a=arange(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0.0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2.0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0.01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b=sin(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*pi*a)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plot(a,b)</w:t>
                  </w:r>
                </w:p>
                <w:p w:rsidR="001C40B7" w:rsidRDefault="00232FA5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show()</w:t>
                  </w:r>
                </w:p>
                <w:p w:rsidR="00CA132D" w:rsidRDefault="00CA132D" w:rsidP="00232FA5"/>
                <w:p w:rsidR="00CA132D" w:rsidRDefault="00CA132D" w:rsidP="00232FA5"/>
                <w:p w:rsidR="00CA132D" w:rsidRDefault="00CA132D" w:rsidP="00232FA5"/>
                <w:p w:rsidR="00CA132D" w:rsidRDefault="00CA132D" w:rsidP="00232FA5"/>
                <w:p w:rsidR="00CA132D" w:rsidRPr="00061B4A" w:rsidRDefault="00CA132D" w:rsidP="00232FA5">
                  <w:r>
                    <w:rPr>
                      <w:noProof/>
                    </w:rPr>
                    <w:drawing>
                      <wp:inline distT="0" distB="0" distL="0" distR="0" wp14:anchorId="43880968" wp14:editId="0E0F0BB0">
                        <wp:extent cx="3472815" cy="2952115"/>
                        <wp:effectExtent l="0" t="0" r="0" b="635"/>
                        <wp:docPr id="2" name="그림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2815" cy="29521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40B7" w:rsidRPr="005424B3" w:rsidRDefault="001C40B7" w:rsidP="00AF1E9D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C40B7" w:rsidRPr="005424B3" w:rsidTr="00AF1E9D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C40B7" w:rsidRPr="006A7BD5" w:rsidRDefault="001C40B7" w:rsidP="00AF1E9D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1C40B7" w:rsidRPr="00B1708E" w:rsidRDefault="001C40B7" w:rsidP="00AF1E9D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</w:p>
              </w:tc>
            </w:tr>
          </w:tbl>
          <w:p w:rsidR="001C40B7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C40B7" w:rsidRDefault="000F7833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위에서 </w:t>
            </w:r>
            <w:r>
              <w:rPr>
                <w:rFonts w:ascii="맑은 고딕" w:hAnsi="맑은 고딕"/>
                <w:sz w:val="20"/>
                <w:szCs w:val="20"/>
              </w:rPr>
              <w:t>numpy,matplotlib.pyplot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모듈이 가지고 있는 함수는 </w:t>
            </w:r>
            <w:r>
              <w:rPr>
                <w:rFonts w:ascii="맑은 고딕" w:hAnsi="맑은 고딕"/>
                <w:sz w:val="20"/>
                <w:szCs w:val="20"/>
              </w:rPr>
              <w:t>pyla</w:t>
            </w:r>
            <w:r>
              <w:rPr>
                <w:rFonts w:ascii="맑은 고딕" w:hAnsi="맑은 고딕" w:hint="eastAsia"/>
                <w:sz w:val="20"/>
                <w:szCs w:val="20"/>
              </w:rPr>
              <w:t>b모듈에도 다 있는 함수이다.</w:t>
            </w:r>
          </w:p>
          <w:p w:rsidR="000F7833" w:rsidRDefault="000F7833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그래서 이번에는 </w:t>
            </w:r>
            <w:r>
              <w:rPr>
                <w:rFonts w:ascii="맑은 고딕" w:hAnsi="맑은 고딕"/>
                <w:sz w:val="20"/>
                <w:szCs w:val="20"/>
              </w:rPr>
              <w:t>pylab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모듈을 </w:t>
            </w:r>
            <w:r>
              <w:rPr>
                <w:rFonts w:ascii="맑은 고딕" w:hAnsi="맑은 고딕"/>
                <w:sz w:val="20"/>
                <w:szCs w:val="20"/>
              </w:rPr>
              <w:t>import</w:t>
            </w:r>
            <w:r>
              <w:rPr>
                <w:rFonts w:ascii="맑은 고딕" w:hAnsi="맑은 고딕" w:hint="eastAsia"/>
                <w:sz w:val="20"/>
                <w:szCs w:val="20"/>
              </w:rPr>
              <w:t>하고 s</w:t>
            </w:r>
            <w:r>
              <w:rPr>
                <w:rFonts w:ascii="맑은 고딕" w:hAnsi="맑은 고딕"/>
                <w:sz w:val="20"/>
                <w:szCs w:val="20"/>
              </w:rPr>
              <w:t>how,arrange,sin,plot</w:t>
            </w:r>
            <w:r>
              <w:rPr>
                <w:rFonts w:ascii="맑은 고딕" w:hAnsi="맑은 고딕" w:hint="eastAsia"/>
                <w:sz w:val="20"/>
                <w:szCs w:val="20"/>
              </w:rPr>
              <w:t>함수를 불러왔다.</w:t>
            </w:r>
          </w:p>
          <w:p w:rsidR="000F7833" w:rsidRDefault="000F7833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추가적으로 원주율에 해당하는 </w:t>
            </w:r>
            <w:r>
              <w:rPr>
                <w:rFonts w:ascii="맑은 고딕" w:hAnsi="맑은 고딕"/>
                <w:sz w:val="20"/>
                <w:szCs w:val="20"/>
              </w:rPr>
              <w:t>pi</w:t>
            </w:r>
            <w:r>
              <w:rPr>
                <w:rFonts w:ascii="맑은 고딕" w:hAnsi="맑은 고딕" w:hint="eastAsia"/>
                <w:sz w:val="20"/>
                <w:szCs w:val="20"/>
              </w:rPr>
              <w:t>상수도 불러왔다.</w:t>
            </w:r>
          </w:p>
          <w:p w:rsidR="000F7833" w:rsidRDefault="000F7833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C40B7" w:rsidRDefault="000F7833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0.0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부터 </w:t>
            </w:r>
            <w:r>
              <w:rPr>
                <w:rFonts w:ascii="맑은 고딕" w:hAnsi="맑은 고딕"/>
                <w:sz w:val="20"/>
                <w:szCs w:val="20"/>
              </w:rPr>
              <w:t>2.0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까지 </w:t>
            </w:r>
            <w:r>
              <w:rPr>
                <w:rFonts w:ascii="맑은 고딕" w:hAnsi="맑은 고딕"/>
                <w:sz w:val="20"/>
                <w:szCs w:val="20"/>
              </w:rPr>
              <w:t>0.01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간격으로 작성한 배열을 </w:t>
            </w:r>
            <w:r>
              <w:rPr>
                <w:rFonts w:ascii="맑은 고딕" w:hAnsi="맑은 고딕"/>
                <w:sz w:val="20"/>
                <w:szCs w:val="20"/>
              </w:rPr>
              <w:t>a</w:t>
            </w:r>
            <w:r>
              <w:rPr>
                <w:rFonts w:ascii="맑은 고딕" w:hAnsi="맑은 고딕" w:hint="eastAsia"/>
                <w:sz w:val="20"/>
                <w:szCs w:val="20"/>
              </w:rPr>
              <w:t>로 두고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>이 배열에</w:t>
            </w:r>
            <w:r>
              <w:rPr>
                <w:rFonts w:ascii="맑은 고딕" w:hAnsi="맑은 고딕"/>
                <w:sz w:val="20"/>
                <w:szCs w:val="20"/>
              </w:rPr>
              <w:t xml:space="preserve"> 2pi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를 곱하고 </w:t>
            </w:r>
            <w:r>
              <w:rPr>
                <w:rFonts w:ascii="맑은 고딕" w:hAnsi="맑은 고딕"/>
                <w:sz w:val="20"/>
                <w:szCs w:val="20"/>
              </w:rPr>
              <w:t>sin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값을 구한 것을 </w:t>
            </w:r>
            <w:r>
              <w:rPr>
                <w:rFonts w:ascii="맑은 고딕" w:hAnsi="맑은 고딕"/>
                <w:sz w:val="20"/>
                <w:szCs w:val="20"/>
              </w:rPr>
              <w:t>b</w:t>
            </w:r>
            <w:r>
              <w:rPr>
                <w:rFonts w:ascii="맑은 고딕" w:hAnsi="맑은 고딕" w:hint="eastAsia"/>
                <w:sz w:val="20"/>
                <w:szCs w:val="20"/>
              </w:rPr>
              <w:t>라고 하였다.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0F7833" w:rsidRDefault="000F7833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이후 </w:t>
            </w:r>
            <w:r>
              <w:rPr>
                <w:rFonts w:ascii="맑은 고딕" w:hAnsi="맑은 고딕"/>
                <w:sz w:val="20"/>
                <w:szCs w:val="20"/>
              </w:rPr>
              <w:t>plot</w:t>
            </w:r>
            <w:r>
              <w:rPr>
                <w:rFonts w:ascii="맑은 고딕" w:hAnsi="맑은 고딕" w:hint="eastAsia"/>
                <w:sz w:val="20"/>
                <w:szCs w:val="20"/>
              </w:rPr>
              <w:t>함수를 통해 a</w:t>
            </w:r>
            <w:r>
              <w:rPr>
                <w:rFonts w:ascii="맑은 고딕" w:hAnsi="맑은 고딕"/>
                <w:sz w:val="20"/>
                <w:szCs w:val="20"/>
              </w:rPr>
              <w:t>,b</w:t>
            </w:r>
            <w:r>
              <w:rPr>
                <w:rFonts w:ascii="맑은 고딕" w:hAnsi="맑은 고딕" w:hint="eastAsia"/>
                <w:sz w:val="20"/>
                <w:szCs w:val="20"/>
              </w:rPr>
              <w:t>배열을 가지고 그래프 를 만들고 이걸 화면에 내보냈다.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3E19AE" w:rsidRDefault="003E19AE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0F7833" w:rsidRPr="008F4EAD" w:rsidRDefault="000F7833" w:rsidP="003E19AE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C40B7" w:rsidRPr="001E5E00" w:rsidTr="00AF1E9D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C40B7" w:rsidRPr="005424B3" w:rsidTr="00AF1E9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C40B7" w:rsidRPr="005424B3" w:rsidRDefault="00BE39A6" w:rsidP="00AF1E9D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1529872812"/>
                      <w:placeholder>
                        <w:docPart w:val="E955D9C3FCB54963B083E53C1FC0E2C9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1C40B7" w:rsidRPr="005424B3" w:rsidRDefault="00E641AA" w:rsidP="00AF1E9D">
                  <w:pPr>
                    <w:pStyle w:val="2"/>
                    <w:rPr>
                      <w:rFonts w:ascii="맑은 고딕" w:hAnsi="맑은 고딕"/>
                    </w:rPr>
                  </w:pPr>
                  <w:r w:rsidRPr="00E641AA">
                    <w:rPr>
                      <w:rFonts w:ascii="맑은 고딕" w:hAnsi="맑은 고딕"/>
                    </w:rPr>
                    <w:t>Matplotlib_labels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1C40B7" w:rsidRPr="005424B3" w:rsidTr="00AF1E9D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matplotlib.figure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matplotlib.backends.backend_tkagg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FigureCanvasTkAgg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fig=Figure(figsize=(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),facecolor=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'white'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211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xvalues=[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yvalues=[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axis.plot(xvalues,yvalues)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"Horizontal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axis.set_ylabel(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"Vertical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axis.grid(linestyle=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'-'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def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b/>
                      <w:bCs/>
                      <w:color w:val="000000"/>
                      <w:sz w:val="20"/>
                      <w:szCs w:val="20"/>
                    </w:rPr>
                    <w:t>_destroyWindow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():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root.quit()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   root.destroy()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root=tk.Tk()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root.withdraw()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root.protocol(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"WM_DELETE_WINDOW"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,_destroyWindow)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# x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창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치면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콜백함수를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>실행하라</w:t>
                  </w:r>
                  <w:r>
                    <w:rPr>
                      <w:rFonts w:ascii="Consolas" w:eastAsiaTheme="minorEastAsia" w:hAnsi="Consolas" w:cs="Consolas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Pr="008B5868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8B586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canvas=FigureCanvasTkAgg(fig,master=root)</w:t>
                  </w:r>
                </w:p>
                <w:p w:rsidR="00002860" w:rsidRDefault="00002860" w:rsidP="0000286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8B586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  <w:shd w:val="clear" w:color="auto" w:fill="FFFF96"/>
                    </w:rPr>
                    <w:t>canvas</w:t>
                  </w:r>
                  <w:r w:rsidRPr="008B586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._tkcanvas.pack(side=tk.TOP,fill=tk.BOTH,expand=</w:t>
                  </w:r>
                  <w:r w:rsidRPr="008B5868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</w:t>
                  </w:r>
                  <w:r w:rsidRPr="008B5868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232FA5" w:rsidRPr="00002860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root.update()</w:t>
                  </w:r>
                </w:p>
                <w:p w:rsidR="00232FA5" w:rsidRDefault="00232FA5" w:rsidP="00232F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root.deiconify()</w:t>
                  </w:r>
                </w:p>
                <w:p w:rsidR="001C40B7" w:rsidRDefault="00232FA5" w:rsidP="00232FA5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root.mainloop()</w:t>
                  </w:r>
                </w:p>
                <w:p w:rsidR="00CA132D" w:rsidRDefault="00CA132D" w:rsidP="00232FA5"/>
                <w:p w:rsidR="00CA132D" w:rsidRPr="00061B4A" w:rsidRDefault="00CA132D" w:rsidP="00232FA5">
                  <w:r>
                    <w:rPr>
                      <w:noProof/>
                    </w:rPr>
                    <w:drawing>
                      <wp:inline distT="0" distB="0" distL="0" distR="0" wp14:anchorId="77A209C6" wp14:editId="5BF14C78">
                        <wp:extent cx="3472815" cy="1612900"/>
                        <wp:effectExtent l="0" t="0" r="0" b="6350"/>
                        <wp:docPr id="3" name="그림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4"/>
                                <a:srcRect b="3510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72815" cy="16129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40B7" w:rsidRPr="005424B3" w:rsidRDefault="001C40B7" w:rsidP="00AF1E9D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C40B7" w:rsidRPr="005424B3" w:rsidTr="00AF1E9D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C40B7" w:rsidRPr="00C60480" w:rsidRDefault="001C40B7" w:rsidP="00C60480">
                  <w:pPr>
                    <w:pStyle w:val="1"/>
                    <w:ind w:firstLineChars="200" w:firstLine="660"/>
                    <w:jc w:val="left"/>
                    <w:rPr>
                      <w:rFonts w:ascii="맑은 고딕" w:hAnsi="맑은 고딕"/>
                      <w:b/>
                      <w:sz w:val="22"/>
                      <w:szCs w:val="22"/>
                    </w:rPr>
                  </w:pPr>
                  <w:r w:rsidRPr="00C60480">
                    <w:rPr>
                      <w:rFonts w:ascii="맑은 고딕" w:hAnsi="맑은 고딕" w:hint="eastAsia"/>
                      <w:b/>
                    </w:rPr>
                    <w:t xml:space="preserve"> </w:t>
                  </w:r>
                  <w:r w:rsidR="00C60480" w:rsidRPr="00C60480">
                    <w:rPr>
                      <w:rFonts w:ascii="맑은 고딕" w:hAnsi="맑은 고딕"/>
                      <w:b/>
                      <w:sz w:val="22"/>
                      <w:szCs w:val="22"/>
                    </w:rPr>
                    <w:t>(</w:t>
                  </w:r>
                  <w:r w:rsidR="00C60480" w:rsidRPr="00C60480">
                    <w:rPr>
                      <w:rFonts w:ascii="맑은 고딕" w:hAnsi="맑은 고딕" w:hint="eastAsia"/>
                      <w:b/>
                      <w:sz w:val="22"/>
                      <w:szCs w:val="22"/>
                    </w:rPr>
                    <w:t>추가 설명)</w:t>
                  </w:r>
                </w:p>
                <w:p w:rsidR="001C40B7" w:rsidRPr="00C60480" w:rsidRDefault="00C60480" w:rsidP="00C60480">
                  <w:pPr>
                    <w:pStyle w:val="afc"/>
                    <w:numPr>
                      <w:ilvl w:val="0"/>
                      <w:numId w:val="26"/>
                    </w:numPr>
                    <w:ind w:leftChars="0"/>
                    <w:rPr>
                      <w:rFonts w:ascii="맑은 고딕" w:hAnsi="맑은 고딕"/>
                    </w:rPr>
                  </w:pPr>
                  <w:r w:rsidRPr="00C60480">
                    <w:rPr>
                      <w:rFonts w:ascii="맑은 고딕" w:hAnsi="맑은 고딕" w:hint="eastAsia"/>
                    </w:rPr>
                    <w:t>f</w:t>
                  </w:r>
                  <w:r w:rsidRPr="00C60480">
                    <w:rPr>
                      <w:rFonts w:ascii="맑은 고딕" w:hAnsi="맑은 고딕"/>
                    </w:rPr>
                    <w:t>igure</w:t>
                  </w:r>
                  <w:r w:rsidRPr="00C60480">
                    <w:rPr>
                      <w:rFonts w:ascii="맑은 고딕" w:hAnsi="맑은 고딕" w:hint="eastAsia"/>
                    </w:rPr>
                    <w:t>객체</w:t>
                  </w:r>
                </w:p>
                <w:p w:rsidR="00C60480" w:rsidRPr="00C60480" w:rsidRDefault="00C60480" w:rsidP="00AF1E9D">
                  <w:pPr>
                    <w:rPr>
                      <w:rFonts w:ascii="맑은 고딕" w:hAnsi="맑은 고딕"/>
                    </w:rPr>
                  </w:pPr>
                  <w:r w:rsidRPr="00C60480">
                    <w:rPr>
                      <w:rFonts w:ascii="맑은 고딕" w:hAnsi="맑은 고딕" w:hint="eastAsia"/>
                    </w:rPr>
                    <w:t>차트 틀을 담은 객체</w:t>
                  </w:r>
                </w:p>
                <w:p w:rsidR="00C60480" w:rsidRPr="003E19AE" w:rsidRDefault="00C60480" w:rsidP="00C60480">
                  <w:pPr>
                    <w:pStyle w:val="afc"/>
                    <w:numPr>
                      <w:ilvl w:val="0"/>
                      <w:numId w:val="26"/>
                    </w:numPr>
                    <w:ind w:leftChars="0"/>
                    <w:rPr>
                      <w:rFonts w:ascii="맑은 고딕" w:hAnsi="맑은 고딕"/>
                      <w:color w:val="FF0000"/>
                    </w:rPr>
                  </w:pPr>
                  <w:r w:rsidRPr="003E19AE">
                    <w:rPr>
                      <w:rFonts w:ascii="맑은 고딕" w:hAnsi="맑은 고딕" w:hint="eastAsia"/>
                      <w:color w:val="FF0000"/>
                    </w:rPr>
                    <w:t>차트 틀</w:t>
                  </w:r>
                </w:p>
                <w:p w:rsidR="00C60480" w:rsidRPr="00C60480" w:rsidRDefault="00C60480" w:rsidP="00C60480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  <w:r w:rsidRPr="00C60480">
                    <w:rPr>
                      <w:rFonts w:ascii="맑은 고딕" w:hAnsi="맑은 고딕"/>
                    </w:rPr>
                    <w:t xml:space="preserve"> </w:t>
                  </w:r>
                  <w:r w:rsidRPr="003E19AE">
                    <w:rPr>
                      <w:rFonts w:ascii="맑은 고딕" w:hAnsi="맑은 고딕" w:hint="eastAsia"/>
                      <w:color w:val="FF0000"/>
                    </w:rPr>
                    <w:t xml:space="preserve">차트를 여러 개 담을 수 있는 </w:t>
                  </w:r>
                  <w:r w:rsidR="00B023F4" w:rsidRPr="003E19AE">
                    <w:rPr>
                      <w:rFonts w:ascii="맑은 고딕" w:hAnsi="맑은 고딕" w:hint="eastAsia"/>
                      <w:color w:val="FF0000"/>
                    </w:rPr>
                    <w:t>공간</w:t>
                  </w:r>
                </w:p>
              </w:tc>
            </w:tr>
          </w:tbl>
          <w:p w:rsidR="001C40B7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AF1E9D" w:rsidRPr="002B68FE" w:rsidRDefault="000E6960" w:rsidP="00AF1E9D">
            <w:pPr>
              <w:rPr>
                <w:rFonts w:ascii="맑은 고딕" w:hAnsi="맑은 고딕"/>
                <w:sz w:val="18"/>
                <w:szCs w:val="18"/>
              </w:rPr>
            </w:pPr>
            <w:r w:rsidRPr="002B68FE">
              <w:rPr>
                <w:rFonts w:ascii="맑은 고딕" w:hAnsi="맑은 고딕" w:hint="eastAsia"/>
                <w:sz w:val="18"/>
                <w:szCs w:val="18"/>
              </w:rPr>
              <w:t>대표적으로 G</w:t>
            </w:r>
            <w:r w:rsidRPr="002B68FE">
              <w:rPr>
                <w:rFonts w:ascii="맑은 고딕" w:hAnsi="맑은 고딕"/>
                <w:sz w:val="18"/>
                <w:szCs w:val="18"/>
              </w:rPr>
              <w:t>UI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를 제공하는 모듈인 </w:t>
            </w:r>
            <w:r w:rsidRPr="002B68FE">
              <w:rPr>
                <w:rFonts w:ascii="맑은 고딕" w:hAnsi="맑은 고딕"/>
                <w:sz w:val="18"/>
                <w:szCs w:val="18"/>
              </w:rPr>
              <w:t>tkinter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을 불러오고 </w:t>
            </w:r>
            <w:r w:rsidRPr="002B68FE">
              <w:rPr>
                <w:rFonts w:ascii="맑은 고딕" w:hAnsi="맑은 고딕"/>
                <w:sz w:val="18"/>
                <w:szCs w:val="18"/>
              </w:rPr>
              <w:t>matplotlib.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figure라는 모듈</w:t>
            </w:r>
            <w:r w:rsidR="003B5AD7" w:rsidRPr="002B68FE">
              <w:rPr>
                <w:rFonts w:ascii="맑은 고딕" w:hAnsi="맑은 고딕" w:hint="eastAsia"/>
                <w:sz w:val="18"/>
                <w:szCs w:val="18"/>
              </w:rPr>
              <w:t xml:space="preserve">애서 </w:t>
            </w:r>
            <w:r w:rsidR="003B2533">
              <w:rPr>
                <w:rFonts w:ascii="맑은 고딕" w:hAnsi="맑은 고딕"/>
                <w:sz w:val="18"/>
                <w:szCs w:val="18"/>
                <w:highlight w:val="green"/>
              </w:rPr>
              <w:t>F</w:t>
            </w:r>
            <w:r w:rsidR="003B5AD7" w:rsidRPr="00303F85">
              <w:rPr>
                <w:rFonts w:ascii="맑은 고딕" w:hAnsi="맑은 고딕"/>
                <w:sz w:val="18"/>
                <w:szCs w:val="18"/>
                <w:highlight w:val="green"/>
              </w:rPr>
              <w:t>igure</w:t>
            </w:r>
            <w:r w:rsidR="003B5AD7" w:rsidRPr="00303F85">
              <w:rPr>
                <w:rFonts w:ascii="맑은 고딕" w:hAnsi="맑은 고딕" w:hint="eastAsia"/>
                <w:sz w:val="18"/>
                <w:szCs w:val="18"/>
                <w:highlight w:val="green"/>
              </w:rPr>
              <w:t>클래스를 불러왔다.</w:t>
            </w:r>
            <w:r w:rsidR="003B5AD7" w:rsidRPr="00303F85">
              <w:rPr>
                <w:rFonts w:ascii="맑은 고딕" w:hAnsi="맑은 고딕"/>
                <w:sz w:val="18"/>
                <w:szCs w:val="18"/>
                <w:highlight w:val="green"/>
              </w:rPr>
              <w:t xml:space="preserve">  </w:t>
            </w:r>
            <w:r w:rsidR="00AF1E9D" w:rsidRPr="00303F85">
              <w:rPr>
                <w:rFonts w:ascii="맑은 고딕" w:hAnsi="맑은 고딕" w:hint="eastAsia"/>
                <w:sz w:val="18"/>
                <w:szCs w:val="18"/>
                <w:highlight w:val="green"/>
              </w:rPr>
              <w:t xml:space="preserve">이 클래스는 </w:t>
            </w:r>
            <w:r w:rsidR="003E19AE">
              <w:rPr>
                <w:rFonts w:ascii="맑은 고딕" w:hAnsi="맑은 고딕" w:hint="eastAsia"/>
                <w:sz w:val="18"/>
                <w:szCs w:val="18"/>
                <w:highlight w:val="green"/>
              </w:rPr>
              <w:t>차트 틀을 제공하고</w:t>
            </w:r>
            <w:r w:rsidR="003E19AE">
              <w:rPr>
                <w:rFonts w:ascii="맑은 고딕" w:hAnsi="맑은 고딕"/>
                <w:sz w:val="18"/>
                <w:szCs w:val="18"/>
                <w:highlight w:val="green"/>
              </w:rPr>
              <w:t xml:space="preserve">, </w:t>
            </w:r>
            <w:r w:rsidR="00AF1E9D" w:rsidRPr="00303F85">
              <w:rPr>
                <w:rFonts w:ascii="맑은 고딕" w:hAnsi="맑은 고딕" w:hint="eastAsia"/>
                <w:sz w:val="18"/>
                <w:szCs w:val="18"/>
                <w:highlight w:val="green"/>
              </w:rPr>
              <w:t>차트의 설정과 다양화를 가능하게 하는 소스 블록이다.</w:t>
            </w:r>
          </w:p>
          <w:p w:rsidR="00AF1E9D" w:rsidRPr="002B68FE" w:rsidRDefault="00AF1E9D" w:rsidP="00AF1E9D">
            <w:pPr>
              <w:rPr>
                <w:rFonts w:ascii="맑은 고딕" w:hAnsi="맑은 고딕"/>
                <w:sz w:val="18"/>
                <w:szCs w:val="18"/>
              </w:rPr>
            </w:pP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이 클래스를 이용하면 </w:t>
            </w:r>
            <w:r w:rsidRPr="002B68FE">
              <w:rPr>
                <w:rFonts w:ascii="맑은 고딕" w:hAnsi="맑은 고딕"/>
                <w:sz w:val="18"/>
                <w:szCs w:val="18"/>
              </w:rPr>
              <w:t xml:space="preserve"> 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범례, 축 제목,</w:t>
            </w:r>
            <w:r w:rsidRPr="002B68FE">
              <w:rPr>
                <w:rFonts w:ascii="맑은 고딕" w:hAnsi="맑은 고딕"/>
                <w:sz w:val="18"/>
                <w:szCs w:val="18"/>
              </w:rPr>
              <w:t xml:space="preserve"> 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차트의 위치,</w:t>
            </w:r>
            <w:r w:rsidRPr="002B68FE">
              <w:rPr>
                <w:rFonts w:ascii="맑은 고딕" w:hAnsi="맑은 고딕"/>
                <w:sz w:val="18"/>
                <w:szCs w:val="18"/>
              </w:rPr>
              <w:t xml:space="preserve"> 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차트 디자인 등을 만들 수 있다.</w:t>
            </w:r>
          </w:p>
          <w:p w:rsidR="001C40B7" w:rsidRPr="002B68FE" w:rsidRDefault="00AF1E9D" w:rsidP="00AF1E9D">
            <w:pPr>
              <w:rPr>
                <w:rFonts w:ascii="맑은 고딕" w:hAnsi="맑은 고딕"/>
                <w:sz w:val="18"/>
                <w:szCs w:val="18"/>
              </w:rPr>
            </w:pP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이후 </w:t>
            </w:r>
            <w:r w:rsidRPr="002B68FE">
              <w:rPr>
                <w:rFonts w:ascii="맑은 고딕" w:hAnsi="맑은 고딕"/>
                <w:sz w:val="18"/>
                <w:szCs w:val="18"/>
              </w:rPr>
              <w:t>matplotlib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.b</w:t>
            </w:r>
            <w:r w:rsidRPr="002B68FE">
              <w:rPr>
                <w:rFonts w:ascii="맑은 고딕" w:hAnsi="맑은 고딕"/>
                <w:sz w:val="18"/>
                <w:szCs w:val="18"/>
              </w:rPr>
              <w:t>ackends.backend_tkagg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모듈에서 </w:t>
            </w:r>
            <w:r w:rsidRPr="002B68FE">
              <w:rPr>
                <w:rFonts w:ascii="맑은 고딕" w:hAnsi="맑은 고딕"/>
                <w:sz w:val="18"/>
                <w:szCs w:val="18"/>
              </w:rPr>
              <w:t>FigureCanvasTkAgg</w:t>
            </w:r>
            <w:r w:rsidR="008B5868">
              <w:rPr>
                <w:rFonts w:ascii="맑은 고딕" w:hAnsi="맑은 고딕" w:hint="eastAsia"/>
                <w:sz w:val="18"/>
                <w:szCs w:val="18"/>
              </w:rPr>
              <w:t>클래스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를 불러왔다.</w:t>
            </w:r>
            <w:r w:rsidRPr="002B68FE">
              <w:rPr>
                <w:rFonts w:ascii="맑은 고딕" w:hAnsi="맑은 고딕"/>
                <w:sz w:val="18"/>
                <w:szCs w:val="18"/>
              </w:rPr>
              <w:t xml:space="preserve"> 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이 </w:t>
            </w:r>
            <w:r w:rsidR="008B5868">
              <w:rPr>
                <w:rFonts w:ascii="맑은 고딕" w:hAnsi="맑은 고딕" w:hint="eastAsia"/>
                <w:sz w:val="18"/>
                <w:szCs w:val="18"/>
              </w:rPr>
              <w:t>클래스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 xml:space="preserve">는 </w:t>
            </w:r>
            <w:r w:rsidRPr="002B68FE">
              <w:rPr>
                <w:rFonts w:ascii="맑은 고딕" w:hAnsi="맑은 고딕"/>
                <w:sz w:val="18"/>
                <w:szCs w:val="18"/>
              </w:rPr>
              <w:t xml:space="preserve"> </w:t>
            </w:r>
          </w:p>
          <w:p w:rsidR="001C40B7" w:rsidRDefault="00896E95" w:rsidP="00AF1E9D">
            <w:pPr>
              <w:rPr>
                <w:rFonts w:ascii="맑은 고딕" w:hAnsi="맑은 고딕"/>
                <w:sz w:val="20"/>
                <w:szCs w:val="20"/>
              </w:rPr>
            </w:pPr>
            <w:r w:rsidRPr="002B68FE">
              <w:rPr>
                <w:rFonts w:ascii="맑은 고딕" w:hAnsi="맑은 고딕" w:hint="eastAsia"/>
                <w:sz w:val="18"/>
                <w:szCs w:val="18"/>
              </w:rPr>
              <w:t>차트를 g</w:t>
            </w:r>
            <w:r w:rsidRPr="002B68FE">
              <w:rPr>
                <w:rFonts w:ascii="맑은 고딕" w:hAnsi="맑은 고딕"/>
                <w:sz w:val="18"/>
                <w:szCs w:val="18"/>
              </w:rPr>
              <w:t>ui</w:t>
            </w:r>
            <w:r w:rsidRPr="002B68FE">
              <w:rPr>
                <w:rFonts w:ascii="맑은 고딕" w:hAnsi="맑은 고딕" w:hint="eastAsia"/>
                <w:sz w:val="18"/>
                <w:szCs w:val="18"/>
              </w:rPr>
              <w:t>폼 창에 삽입하는 역할을 한다.</w:t>
            </w:r>
          </w:p>
          <w:p w:rsidR="00896E95" w:rsidRDefault="00896E95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B333E2" w:rsidRDefault="002B68FE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F</w:t>
            </w:r>
            <w:r>
              <w:rPr>
                <w:rFonts w:ascii="맑은 고딕" w:hAnsi="맑은 고딕"/>
                <w:sz w:val="20"/>
                <w:szCs w:val="20"/>
              </w:rPr>
              <w:t>igure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클래스를 인스턴스화하면서 </w:t>
            </w:r>
            <w:r w:rsidRPr="003E19AE">
              <w:rPr>
                <w:rFonts w:ascii="맑은 고딕" w:hAnsi="맑은 고딕" w:hint="eastAsia"/>
                <w:color w:val="FF0000"/>
                <w:sz w:val="20"/>
                <w:szCs w:val="20"/>
              </w:rPr>
              <w:t xml:space="preserve">차트 틀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사이즈를 </w:t>
            </w:r>
            <w:r>
              <w:rPr>
                <w:rFonts w:ascii="맑은 고딕" w:hAnsi="맑은 고딕"/>
                <w:sz w:val="20"/>
                <w:szCs w:val="20"/>
              </w:rPr>
              <w:t>6</w:t>
            </w:r>
            <w:r>
              <w:rPr>
                <w:rFonts w:ascii="맑은 고딕" w:hAnsi="맑은 고딕" w:hint="eastAsia"/>
                <w:sz w:val="20"/>
                <w:szCs w:val="20"/>
              </w:rPr>
              <w:t>p</w:t>
            </w:r>
            <w:r>
              <w:rPr>
                <w:rFonts w:ascii="맑은 고딕" w:hAnsi="맑은 고딕"/>
                <w:sz w:val="20"/>
                <w:szCs w:val="20"/>
              </w:rPr>
              <w:t>x,4px</w:t>
            </w:r>
            <w:r>
              <w:rPr>
                <w:rFonts w:ascii="맑은 고딕" w:hAnsi="맑은 고딕" w:hint="eastAsia"/>
                <w:sz w:val="20"/>
                <w:szCs w:val="20"/>
              </w:rPr>
              <w:t>로 하고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B023F4"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차트 </w:t>
            </w:r>
            <w:r w:rsidR="00B023F4">
              <w:rPr>
                <w:rFonts w:ascii="맑은 고딕" w:hAnsi="맑은 고딕" w:hint="eastAsia"/>
                <w:sz w:val="20"/>
                <w:szCs w:val="20"/>
              </w:rPr>
              <w:t xml:space="preserve">틀 </w:t>
            </w:r>
            <w:r>
              <w:rPr>
                <w:rFonts w:ascii="맑은 고딕" w:hAnsi="맑은 고딕" w:hint="eastAsia"/>
                <w:sz w:val="20"/>
                <w:szCs w:val="20"/>
              </w:rPr>
              <w:t>배경</w:t>
            </w:r>
            <w:r w:rsidR="00B023F4">
              <w:rPr>
                <w:rFonts w:ascii="맑은 고딕" w:hAnsi="맑은 고딕" w:hint="eastAsia"/>
                <w:sz w:val="20"/>
                <w:szCs w:val="20"/>
              </w:rPr>
              <w:t>)</w:t>
            </w:r>
            <w:r>
              <w:rPr>
                <w:rFonts w:ascii="맑은 고딕" w:hAnsi="맑은 고딕" w:hint="eastAsia"/>
                <w:sz w:val="20"/>
                <w:szCs w:val="20"/>
              </w:rPr>
              <w:t>을 흰색으로</w:t>
            </w:r>
            <w:r w:rsidR="00B333E2">
              <w:rPr>
                <w:rFonts w:ascii="맑은 고딕" w:hAnsi="맑은 고딕" w:hint="eastAsia"/>
                <w:sz w:val="20"/>
                <w:szCs w:val="20"/>
              </w:rPr>
              <w:t xml:space="preserve"> 설정만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하였다.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이때 </w:t>
            </w:r>
            <w:r w:rsidR="00C60480">
              <w:rPr>
                <w:rFonts w:ascii="맑은 고딕" w:hAnsi="맑은 고딕" w:hint="eastAsia"/>
                <w:sz w:val="20"/>
                <w:szCs w:val="20"/>
              </w:rPr>
              <w:t>f</w:t>
            </w:r>
            <w:r w:rsidR="00C60480">
              <w:rPr>
                <w:rFonts w:ascii="맑은 고딕" w:hAnsi="맑은 고딕"/>
                <w:sz w:val="20"/>
                <w:szCs w:val="20"/>
              </w:rPr>
              <w:t>igure(</w:t>
            </w:r>
            <w:r w:rsidR="00C60480">
              <w:rPr>
                <w:rFonts w:ascii="맑은 고딕" w:hAnsi="맑은 고딕" w:hint="eastAsia"/>
                <w:sz w:val="20"/>
                <w:szCs w:val="20"/>
              </w:rPr>
              <w:t>차트 틀)은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</w:t>
            </w:r>
            <w:r>
              <w:rPr>
                <w:rFonts w:ascii="맑은 고딕" w:hAnsi="맑은 고딕"/>
                <w:sz w:val="20"/>
                <w:szCs w:val="20"/>
              </w:rPr>
              <w:t>fig</w:t>
            </w:r>
            <w:r w:rsidR="00C60480">
              <w:rPr>
                <w:rFonts w:ascii="맑은 고딕" w:hAnsi="맑은 고딕" w:hint="eastAsia"/>
                <w:sz w:val="20"/>
                <w:szCs w:val="20"/>
              </w:rPr>
              <w:t>객체에 저장한다.</w:t>
            </w:r>
            <w:r w:rsidR="00C60480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B333E2">
              <w:rPr>
                <w:rFonts w:ascii="맑은 고딕" w:hAnsi="맑은 고딕" w:hint="eastAsia"/>
                <w:sz w:val="20"/>
                <w:szCs w:val="20"/>
              </w:rPr>
              <w:t xml:space="preserve">이후 </w:t>
            </w:r>
            <w:r w:rsidR="00B333E2">
              <w:rPr>
                <w:rFonts w:ascii="맑은 고딕" w:hAnsi="맑은 고딕"/>
                <w:sz w:val="20"/>
                <w:szCs w:val="20"/>
              </w:rPr>
              <w:t>add_subplot</w:t>
            </w:r>
            <w:r w:rsidR="00B333E2">
              <w:rPr>
                <w:rFonts w:ascii="맑은 고딕" w:hAnsi="맑은 고딕" w:hint="eastAsia"/>
                <w:sz w:val="20"/>
                <w:szCs w:val="20"/>
              </w:rPr>
              <w:t xml:space="preserve">메소드를 이용해서 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 xml:space="preserve">행 방향으로 </w:t>
            </w:r>
            <w:r w:rsidR="00622A2C">
              <w:rPr>
                <w:rFonts w:ascii="맑은 고딕" w:hAnsi="맑은 고딕"/>
                <w:sz w:val="20"/>
                <w:szCs w:val="20"/>
              </w:rPr>
              <w:t xml:space="preserve">2 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 xml:space="preserve">개,열 방향으로 </w:t>
            </w:r>
            <w:r w:rsidR="00622A2C">
              <w:rPr>
                <w:rFonts w:ascii="맑은 고딕" w:hAnsi="맑은 고딕"/>
                <w:sz w:val="20"/>
                <w:szCs w:val="20"/>
              </w:rPr>
              <w:t>1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>개</w:t>
            </w:r>
            <w:r w:rsidR="0009372C">
              <w:rPr>
                <w:rFonts w:ascii="맑은 고딕" w:hAnsi="맑은 고딕" w:hint="eastAsia"/>
                <w:sz w:val="20"/>
                <w:szCs w:val="20"/>
              </w:rPr>
              <w:t xml:space="preserve">만큼 차트를 만들고 </w:t>
            </w:r>
            <w:r w:rsidR="0009372C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09372C">
              <w:rPr>
                <w:rFonts w:ascii="맑은 고딕" w:hAnsi="맑은 고딕" w:hint="eastAsia"/>
                <w:sz w:val="20"/>
                <w:szCs w:val="20"/>
              </w:rPr>
              <w:t xml:space="preserve">이 중 </w:t>
            </w:r>
            <w:r w:rsidR="0009372C">
              <w:rPr>
                <w:rFonts w:ascii="맑은 고딕" w:hAnsi="맑은 고딕"/>
                <w:sz w:val="20"/>
                <w:szCs w:val="20"/>
              </w:rPr>
              <w:t>1</w:t>
            </w:r>
            <w:r w:rsidR="0009372C">
              <w:rPr>
                <w:rFonts w:ascii="맑은 고딕" w:hAnsi="맑은 고딕" w:hint="eastAsia"/>
                <w:sz w:val="20"/>
                <w:szCs w:val="20"/>
              </w:rPr>
              <w:t>번째 차트를</w:t>
            </w:r>
            <w:r w:rsidR="00B333E2">
              <w:rPr>
                <w:rFonts w:ascii="맑은 고딕" w:hAnsi="맑은 고딕" w:hint="eastAsia"/>
                <w:sz w:val="20"/>
                <w:szCs w:val="20"/>
              </w:rPr>
              <w:t xml:space="preserve"> a</w:t>
            </w:r>
            <w:r w:rsidR="00B333E2">
              <w:rPr>
                <w:rFonts w:ascii="맑은 고딕" w:hAnsi="맑은 고딕"/>
                <w:sz w:val="20"/>
                <w:szCs w:val="20"/>
              </w:rPr>
              <w:t>xis</w:t>
            </w:r>
            <w:r w:rsidR="00B333E2">
              <w:rPr>
                <w:rFonts w:ascii="맑은 고딕" w:hAnsi="맑은 고딕" w:hint="eastAsia"/>
                <w:sz w:val="20"/>
                <w:szCs w:val="20"/>
              </w:rPr>
              <w:t>객체에 저장하였다</w:t>
            </w:r>
            <w:r w:rsidR="00B333E2">
              <w:rPr>
                <w:rFonts w:ascii="맑은 고딕" w:hAnsi="맑은 고딕"/>
                <w:sz w:val="20"/>
                <w:szCs w:val="20"/>
              </w:rPr>
              <w:t xml:space="preserve">. </w:t>
            </w:r>
          </w:p>
          <w:p w:rsidR="00B333E2" w:rsidRDefault="00B333E2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이후 </w:t>
            </w:r>
            <w:r>
              <w:rPr>
                <w:rFonts w:ascii="맑은 고딕" w:hAnsi="맑은 고딕"/>
                <w:sz w:val="20"/>
                <w:szCs w:val="20"/>
              </w:rPr>
              <w:t>xvalues,yvalues</w:t>
            </w:r>
            <w:r>
              <w:rPr>
                <w:rFonts w:ascii="맑은 고딕" w:hAnsi="맑은 고딕" w:hint="eastAsia"/>
                <w:sz w:val="20"/>
                <w:szCs w:val="20"/>
              </w:rPr>
              <w:t>리스트를 만든 후 p</w:t>
            </w:r>
            <w:r>
              <w:rPr>
                <w:rFonts w:ascii="맑은 고딕" w:hAnsi="맑은 고딕"/>
                <w:sz w:val="20"/>
                <w:szCs w:val="20"/>
              </w:rPr>
              <w:t>lot</w:t>
            </w:r>
            <w:r>
              <w:rPr>
                <w:rFonts w:ascii="맑은 고딕" w:hAnsi="맑은 고딕" w:hint="eastAsia"/>
                <w:sz w:val="20"/>
                <w:szCs w:val="20"/>
              </w:rPr>
              <w:t>함수를 이용해서 차트(a</w:t>
            </w:r>
            <w:r>
              <w:rPr>
                <w:rFonts w:ascii="맑은 고딕" w:hAnsi="맑은 고딕"/>
                <w:sz w:val="20"/>
                <w:szCs w:val="20"/>
              </w:rPr>
              <w:t>xis</w:t>
            </w:r>
            <w:r>
              <w:rPr>
                <w:rFonts w:ascii="맑은 고딕" w:hAnsi="맑은 고딕" w:hint="eastAsia"/>
                <w:sz w:val="20"/>
                <w:szCs w:val="20"/>
              </w:rPr>
              <w:t>객체)에 x값</w:t>
            </w:r>
            <w:r>
              <w:rPr>
                <w:rFonts w:ascii="맑은 고딕" w:hAnsi="맑은 고딕"/>
                <w:sz w:val="20"/>
                <w:szCs w:val="20"/>
              </w:rPr>
              <w:t xml:space="preserve">, </w:t>
            </w:r>
            <w:r>
              <w:rPr>
                <w:rFonts w:ascii="맑은 고딕" w:hAnsi="맑은 고딕" w:hint="eastAsia"/>
                <w:sz w:val="20"/>
                <w:szCs w:val="20"/>
              </w:rPr>
              <w:t>y값</w:t>
            </w:r>
            <w:r w:rsidR="008F4EAD">
              <w:rPr>
                <w:rFonts w:ascii="맑은 고딕" w:hAnsi="맑은 고딕" w:hint="eastAsia"/>
                <w:sz w:val="20"/>
                <w:szCs w:val="20"/>
              </w:rPr>
              <w:t>에 따른 그래프를 추가하였다.</w:t>
            </w:r>
            <w:r w:rsidR="008F4EAD">
              <w:rPr>
                <w:rFonts w:ascii="맑은 고딕" w:hAnsi="맑은 고딕"/>
                <w:sz w:val="20"/>
                <w:szCs w:val="20"/>
              </w:rPr>
              <w:t xml:space="preserve"> 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>밑에 s</w:t>
            </w:r>
            <w:r w:rsidR="00622A2C">
              <w:rPr>
                <w:rFonts w:ascii="맑은 고딕" w:hAnsi="맑은 고딕"/>
                <w:sz w:val="20"/>
                <w:szCs w:val="20"/>
              </w:rPr>
              <w:t>et_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>x</w:t>
            </w:r>
            <w:r w:rsidR="00622A2C">
              <w:rPr>
                <w:rFonts w:ascii="맑은 고딕" w:hAnsi="맑은 고딕"/>
                <w:sz w:val="20"/>
                <w:szCs w:val="20"/>
              </w:rPr>
              <w:t>label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 xml:space="preserve">은 </w:t>
            </w:r>
            <w:r w:rsidR="00622A2C">
              <w:rPr>
                <w:rFonts w:ascii="맑은 고딕" w:hAnsi="맑은 고딕"/>
                <w:sz w:val="20"/>
                <w:szCs w:val="20"/>
              </w:rPr>
              <w:t>x</w:t>
            </w:r>
            <w:r w:rsidR="00622A2C">
              <w:rPr>
                <w:rFonts w:ascii="맑은 고딕" w:hAnsi="맑은 고딕" w:hint="eastAsia"/>
                <w:sz w:val="20"/>
                <w:szCs w:val="20"/>
              </w:rPr>
              <w:t>축 제목을 만드는 메소드이다.</w:t>
            </w:r>
            <w:r w:rsidR="00622A2C"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</w:t>
            </w:r>
            <w:r w:rsidR="00D600B4">
              <w:rPr>
                <w:rFonts w:ascii="맑은 고딕" w:hAnsi="맑은 고딕"/>
                <w:sz w:val="20"/>
                <w:szCs w:val="20"/>
              </w:rPr>
              <w:t>grid</w:t>
            </w:r>
            <w:r w:rsidR="009D0E3D">
              <w:rPr>
                <w:rFonts w:ascii="맑은 고딕" w:hAnsi="맑은 고딕" w:hint="eastAsia"/>
                <w:sz w:val="20"/>
                <w:szCs w:val="20"/>
              </w:rPr>
              <w:t>메소드에서</w:t>
            </w:r>
            <w:r w:rsidR="00D600B4">
              <w:rPr>
                <w:rFonts w:ascii="맑은 고딕" w:hAnsi="맑은 고딕" w:hint="eastAsia"/>
                <w:sz w:val="20"/>
                <w:szCs w:val="20"/>
              </w:rPr>
              <w:t xml:space="preserve"> 차트에 실선 스타일을 주었다.</w:t>
            </w:r>
            <w:r w:rsidR="00D600B4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FD4D17" w:rsidRDefault="008B5868" w:rsidP="00AF1E9D">
            <w:pPr>
              <w:rPr>
                <w:rFonts w:ascii="맑은 고딕" w:hAnsi="맑은 고딕"/>
                <w:sz w:val="18"/>
                <w:szCs w:val="18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노란색 소스로 넘어가면 </w:t>
            </w:r>
            <w:r w:rsidR="00FD4D17" w:rsidRPr="002B68FE">
              <w:rPr>
                <w:rFonts w:ascii="맑은 고딕" w:hAnsi="맑은 고딕"/>
                <w:sz w:val="18"/>
                <w:szCs w:val="18"/>
              </w:rPr>
              <w:t>FigureCanvasTkAgg</w:t>
            </w:r>
            <w:r w:rsidR="00FD4D17">
              <w:rPr>
                <w:rFonts w:ascii="맑은 고딕" w:hAnsi="맑은 고딕" w:hint="eastAsia"/>
                <w:sz w:val="18"/>
                <w:szCs w:val="18"/>
              </w:rPr>
              <w:t>클래스</w:t>
            </w:r>
            <w:r w:rsidR="00FD4D17" w:rsidRPr="002B68FE">
              <w:rPr>
                <w:rFonts w:ascii="맑은 고딕" w:hAnsi="맑은 고딕" w:hint="eastAsia"/>
                <w:sz w:val="18"/>
                <w:szCs w:val="18"/>
              </w:rPr>
              <w:t>를</w:t>
            </w:r>
            <w:r w:rsidR="00FD4D17">
              <w:rPr>
                <w:rFonts w:ascii="맑은 고딕" w:hAnsi="맑은 고딕" w:hint="eastAsia"/>
                <w:sz w:val="18"/>
                <w:szCs w:val="18"/>
              </w:rPr>
              <w:t xml:space="preserve"> 인스턴스화하면서 만들어진 </w:t>
            </w:r>
            <w:r w:rsidR="00FD4D17">
              <w:rPr>
                <w:rFonts w:ascii="맑은 고딕" w:hAnsi="맑은 고딕"/>
                <w:sz w:val="18"/>
                <w:szCs w:val="18"/>
              </w:rPr>
              <w:t>root</w:t>
            </w:r>
            <w:r w:rsidR="00FD4D17">
              <w:rPr>
                <w:rFonts w:ascii="맑은 고딕" w:hAnsi="맑은 고딕" w:hint="eastAsia"/>
                <w:sz w:val="18"/>
                <w:szCs w:val="18"/>
              </w:rPr>
              <w:t xml:space="preserve">폼 창에 </w:t>
            </w:r>
            <w:r w:rsidR="00032E5E">
              <w:rPr>
                <w:rFonts w:ascii="맑은 고딕" w:hAnsi="맑은 고딕" w:hint="eastAsia"/>
                <w:sz w:val="18"/>
                <w:szCs w:val="18"/>
              </w:rPr>
              <w:t>(차트를 담은)</w:t>
            </w:r>
            <w:r w:rsidR="00FD4D17">
              <w:rPr>
                <w:rFonts w:ascii="맑은 고딕" w:hAnsi="맑은 고딕" w:hint="eastAsia"/>
                <w:sz w:val="18"/>
                <w:szCs w:val="18"/>
              </w:rPr>
              <w:t>차트</w:t>
            </w:r>
            <w:r w:rsidR="001341BA">
              <w:rPr>
                <w:rFonts w:ascii="맑은 고딕" w:hAnsi="맑은 고딕" w:hint="eastAsia"/>
                <w:sz w:val="18"/>
                <w:szCs w:val="18"/>
              </w:rPr>
              <w:t>틀</w:t>
            </w:r>
            <w:r w:rsidR="00032E5E">
              <w:rPr>
                <w:rFonts w:ascii="맑은 고딕" w:hAnsi="맑은 고딕" w:hint="eastAsia"/>
                <w:sz w:val="18"/>
                <w:szCs w:val="18"/>
              </w:rPr>
              <w:t xml:space="preserve">을 </w:t>
            </w:r>
            <w:r w:rsidR="00FD4D17">
              <w:rPr>
                <w:rFonts w:ascii="맑은 고딕" w:hAnsi="맑은 고딕" w:hint="eastAsia"/>
                <w:sz w:val="18"/>
                <w:szCs w:val="18"/>
              </w:rPr>
              <w:t>삽입하는 내용이다.</w:t>
            </w:r>
          </w:p>
          <w:p w:rsidR="008F4EAD" w:rsidRPr="00303F85" w:rsidRDefault="008F4EAD" w:rsidP="00AF1E9D">
            <w:pPr>
              <w:rPr>
                <w:rFonts w:ascii="맑은 고딕" w:hAnsi="맑은 고딕"/>
                <w:sz w:val="18"/>
                <w:szCs w:val="18"/>
              </w:rPr>
            </w:pPr>
            <w:r>
              <w:rPr>
                <w:rFonts w:ascii="맑은 고딕" w:hAnsi="맑은 고딕"/>
                <w:sz w:val="18"/>
                <w:szCs w:val="18"/>
              </w:rPr>
              <w:t>Root</w:t>
            </w:r>
            <w:r>
              <w:rPr>
                <w:rFonts w:ascii="맑은 고딕" w:hAnsi="맑은 고딕" w:hint="eastAsia"/>
                <w:sz w:val="18"/>
                <w:szCs w:val="18"/>
              </w:rPr>
              <w:t>폼 창을 업데이트해</w:t>
            </w:r>
            <w:r w:rsidRPr="00944272">
              <w:rPr>
                <w:rFonts w:ascii="맑은 고딕" w:hAnsi="맑은 고딕" w:hint="eastAsia"/>
                <w:sz w:val="18"/>
                <w:szCs w:val="18"/>
              </w:rPr>
              <w:t>야 성공적으로 최종적으로 삽입이 완료된다.</w:t>
            </w:r>
            <w:r>
              <w:rPr>
                <w:rFonts w:ascii="맑은 고딕" w:hAnsi="맑은 고딕"/>
                <w:sz w:val="18"/>
                <w:szCs w:val="18"/>
              </w:rPr>
              <w:t xml:space="preserve"> (update</w:t>
            </w:r>
            <w:r>
              <w:rPr>
                <w:rFonts w:ascii="맑은 고딕" w:hAnsi="맑은 고딕" w:hint="eastAsia"/>
                <w:sz w:val="18"/>
                <w:szCs w:val="18"/>
              </w:rPr>
              <w:t>메소드 이용)</w:t>
            </w:r>
            <w:r>
              <w:rPr>
                <w:rFonts w:ascii="맑은 고딕" w:hAnsi="맑은 고딕"/>
                <w:sz w:val="18"/>
                <w:szCs w:val="18"/>
              </w:rPr>
              <w:t xml:space="preserve"> </w:t>
            </w:r>
          </w:p>
        </w:tc>
      </w:tr>
    </w:tbl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C40B7" w:rsidRPr="001E5E00" w:rsidTr="00AF1E9D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C40B7" w:rsidRPr="005424B3" w:rsidTr="00AF1E9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C40B7" w:rsidRPr="005424B3" w:rsidRDefault="00BE39A6" w:rsidP="00AF1E9D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158661153"/>
                      <w:placeholder>
                        <w:docPart w:val="9C854E5E93474CF9AC840D71E285950F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1C40B7" w:rsidRPr="005424B3" w:rsidRDefault="00B902C2" w:rsidP="00AF1E9D">
                  <w:pPr>
                    <w:pStyle w:val="2"/>
                    <w:rPr>
                      <w:rFonts w:ascii="맑은 고딕" w:hAnsi="맑은 고딕"/>
                    </w:rPr>
                  </w:pPr>
                  <w:r w:rsidRPr="00B902C2">
                    <w:rPr>
                      <w:rFonts w:ascii="맑은 고딕" w:hAnsi="맑은 고딕"/>
                    </w:rPr>
                    <w:t>Matplotlib_labels_four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1C40B7" w:rsidRPr="005424B3" w:rsidTr="00AF1E9D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FFFF96"/>
                    </w:rPr>
                  </w:pPr>
                  <w:r w:rsidRPr="002235FC">
                    <w:rPr>
                      <w:rFonts w:ascii="Consolas" w:eastAsiaTheme="minorEastAsia" w:hAnsi="Consolas" w:cs="Consolas" w:hint="eastAsia"/>
                      <w:color w:val="000000"/>
                      <w:sz w:val="20"/>
                      <w:szCs w:val="20"/>
                      <w:shd w:val="clear" w:color="auto" w:fill="FFFF96"/>
                    </w:rPr>
                    <w:t>(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FFFF96"/>
                    </w:rPr>
                    <w:t>~~)</w:t>
                  </w: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FFFF96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shd w:val="clear" w:color="auto" w:fill="FFFF96"/>
                    </w:rPr>
                    <w:t>fig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=Figure(figsize=(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12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),facecolor=</w:t>
                  </w:r>
                  <w:r w:rsidRPr="002235FC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'white'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xvalues=[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1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3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4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]</w:t>
                  </w: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yvalues=[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5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7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6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8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]</w:t>
                  </w: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axis1=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  <w:shd w:val="clear" w:color="auto" w:fill="FFFF96"/>
                    </w:rPr>
                    <w:t>fig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.add_subplot(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221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)</w:t>
                  </w: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axis2=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  <w:shd w:val="clear" w:color="auto" w:fill="FFFF96"/>
                    </w:rPr>
                    <w:t>fig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.add_subplot(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222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,sharex=axis1,sharey=axis1)</w:t>
                  </w:r>
                </w:p>
                <w:p w:rsidR="00BC2736" w:rsidRPr="002235FC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yellow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axis3=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  <w:shd w:val="clear" w:color="auto" w:fill="FFFF96"/>
                    </w:rPr>
                    <w:t>fig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.add_subplot(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223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,sharex=axis1,sharey=axis1)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axis4=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  <w:shd w:val="clear" w:color="auto" w:fill="FFFF96"/>
                    </w:rPr>
                    <w:t>fig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.add_subplot(</w:t>
                  </w:r>
                  <w:r w:rsidRPr="002235FC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yellow"/>
                    </w:rPr>
                    <w:t>224</w:t>
                  </w:r>
                  <w:r w:rsidRPr="002235FC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yellow"/>
                    </w:rPr>
                    <w:t>,sharex=axis1,sharey=axis1)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axis1.plot(xvalues,yvalues)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axis1.set_xlabel(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"Horizontal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axis1.set_ylabel(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"Vertical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axis1.grid(linestyle=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'-'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axis2.plot(xvalues,yvalues)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axis2.set_xlabel(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"Horizontal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axis2.set_ylabel(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"Vertical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axis2.grid(linestyle=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'-'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axis3.plot(xvalues,yvalues)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axis3.set_xlabel(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"Horizontal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axis3.set_ylabel(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"Vertical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axis3.grid(linestyle=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'-'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axis4.plot(xvalues,yvalues)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axis4.set_xlabel(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"Horizontal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axis4.set_ylabel(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"Vertical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1C40B7" w:rsidRDefault="00BC2736" w:rsidP="00BC2736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axis4.grid(linestyle=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'-'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/>
                <w:p w:rsidR="00BC2736" w:rsidRDefault="00BC2736" w:rsidP="00BC2736">
                  <w:r>
                    <w:rPr>
                      <w:rFonts w:hint="eastAsia"/>
                    </w:rPr>
                    <w:t>(</w:t>
                  </w:r>
                  <w:r>
                    <w:t>~~)</w:t>
                  </w:r>
                </w:p>
                <w:p w:rsidR="00A81F6E" w:rsidRPr="00061B4A" w:rsidRDefault="00A81F6E" w:rsidP="00BC2736">
                  <w:r>
                    <w:rPr>
                      <w:noProof/>
                    </w:rPr>
                    <w:drawing>
                      <wp:inline distT="0" distB="0" distL="0" distR="0" wp14:anchorId="5C8198E7" wp14:editId="72D3BC58">
                        <wp:extent cx="2133600" cy="1425226"/>
                        <wp:effectExtent l="0" t="0" r="0" b="3810"/>
                        <wp:docPr id="5" name="그림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5855" cy="14400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40B7" w:rsidRPr="005424B3" w:rsidRDefault="001C40B7" w:rsidP="00AF1E9D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C40B7" w:rsidRPr="005424B3" w:rsidTr="00AF1E9D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944272" w:rsidRPr="00944272" w:rsidRDefault="00944272" w:rsidP="00AF1E9D">
                  <w:pPr>
                    <w:pStyle w:val="1"/>
                    <w:rPr>
                      <w:rFonts w:ascii="맑은 고딕" w:hAnsi="맑은 고딕"/>
                      <w:b/>
                    </w:rPr>
                  </w:pPr>
                  <w:r w:rsidRPr="00944272">
                    <w:rPr>
                      <w:rFonts w:ascii="맑은 고딕" w:hAnsi="맑은 고딕"/>
                      <w:b/>
                    </w:rPr>
                    <w:t>(</w:t>
                  </w:r>
                  <w:r w:rsidRPr="00944272">
                    <w:rPr>
                      <w:rFonts w:ascii="맑은 고딕" w:hAnsi="맑은 고딕" w:hint="eastAsia"/>
                      <w:b/>
                    </w:rPr>
                    <w:t>이어서)</w:t>
                  </w:r>
                </w:p>
                <w:p w:rsidR="00944272" w:rsidRPr="00E94872" w:rsidRDefault="00944272" w:rsidP="00944272">
                  <w:pPr>
                    <w:rPr>
                      <w:rFonts w:ascii="맑은 고딕" w:hAnsi="맑은 고딕"/>
                      <w:sz w:val="20"/>
                      <w:szCs w:val="20"/>
                    </w:rPr>
                  </w:pPr>
                  <w:r w:rsidRPr="00E94872">
                    <w:rPr>
                      <w:rFonts w:ascii="맑은 고딕" w:hAnsi="맑은 고딕"/>
                      <w:sz w:val="20"/>
                      <w:szCs w:val="20"/>
                    </w:rPr>
                    <w:t>mainloop</w:t>
                  </w:r>
                  <w:r w:rsidRPr="00E94872">
                    <w:rPr>
                      <w:rFonts w:ascii="맑은 고딕" w:hAnsi="맑은 고딕" w:hint="eastAsia"/>
                      <w:sz w:val="20"/>
                      <w:szCs w:val="20"/>
                    </w:rPr>
                    <w:t xml:space="preserve">을 통해 실체화하기 전 </w:t>
                  </w:r>
                  <w:r w:rsidRPr="00E94872">
                    <w:rPr>
                      <w:rFonts w:ascii="맑은 고딕" w:hAnsi="맑은 고딕"/>
                      <w:sz w:val="20"/>
                      <w:szCs w:val="20"/>
                    </w:rPr>
                    <w:t>deiconify</w:t>
                  </w:r>
                  <w:r w:rsidRPr="00E94872">
                    <w:rPr>
                      <w:rFonts w:ascii="맑은 고딕" w:hAnsi="맑은 고딕" w:hint="eastAsia"/>
                      <w:sz w:val="20"/>
                      <w:szCs w:val="20"/>
                    </w:rPr>
                    <w:t>메소드를 통해 정상적인 형태의 윈도우로 만들 필요성이 있다.</w:t>
                  </w:r>
                  <w:r w:rsidRPr="00E94872">
                    <w:rPr>
                      <w:rFonts w:ascii="맑은 고딕" w:hAnsi="맑은 고딕"/>
                      <w:sz w:val="20"/>
                      <w:szCs w:val="20"/>
                    </w:rPr>
                    <w:t xml:space="preserve"> </w:t>
                  </w:r>
                  <w:r w:rsidRPr="00E94872">
                    <w:rPr>
                      <w:rFonts w:ascii="맑은 고딕" w:hAnsi="맑은 고딕" w:hint="eastAsia"/>
                      <w:sz w:val="20"/>
                      <w:szCs w:val="20"/>
                    </w:rPr>
                    <w:t>차트가 삽입되면 비정상으로 여겨지기 때문이다.</w:t>
                  </w:r>
                  <w:r w:rsidRPr="00E94872">
                    <w:rPr>
                      <w:rFonts w:ascii="맑은 고딕" w:hAnsi="맑은 고딕"/>
                      <w:sz w:val="20"/>
                      <w:szCs w:val="20"/>
                    </w:rPr>
                    <w:t xml:space="preserve"> </w:t>
                  </w:r>
                </w:p>
                <w:p w:rsidR="001C40B7" w:rsidRPr="006A7BD5" w:rsidRDefault="001C40B7" w:rsidP="00AF1E9D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1C40B7" w:rsidRPr="00B1708E" w:rsidRDefault="001C40B7" w:rsidP="00AF1E9D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</w:p>
              </w:tc>
            </w:tr>
          </w:tbl>
          <w:p w:rsidR="001C40B7" w:rsidRDefault="001C40B7" w:rsidP="00944272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8A447C" w:rsidRDefault="002235FC" w:rsidP="0094427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차트 설정과 리스트는 동일하다.</w:t>
            </w:r>
          </w:p>
          <w:p w:rsidR="002235FC" w:rsidRDefault="002235FC" w:rsidP="0094427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add_subplot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메소드를 이용해서 행 방향으로 </w:t>
            </w:r>
            <w:r>
              <w:rPr>
                <w:rFonts w:ascii="맑은 고딕" w:hAnsi="맑은 고딕"/>
                <w:sz w:val="20"/>
                <w:szCs w:val="20"/>
              </w:rPr>
              <w:t xml:space="preserve">2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개,열 방향으로 </w:t>
            </w:r>
            <w:r>
              <w:rPr>
                <w:rFonts w:ascii="맑은 고딕" w:hAnsi="맑은 고딕"/>
                <w:sz w:val="20"/>
                <w:szCs w:val="20"/>
              </w:rPr>
              <w:t>2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개만큼 차트를 만들고 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이 중 </w:t>
            </w:r>
            <w:r>
              <w:rPr>
                <w:rFonts w:ascii="맑은 고딕" w:hAnsi="맑은 고딕"/>
                <w:sz w:val="20"/>
                <w:szCs w:val="20"/>
              </w:rPr>
              <w:t>1</w:t>
            </w:r>
            <w:r>
              <w:rPr>
                <w:rFonts w:ascii="맑은 고딕" w:hAnsi="맑은 고딕" w:hint="eastAsia"/>
                <w:sz w:val="20"/>
                <w:szCs w:val="20"/>
              </w:rPr>
              <w:t>번째 차트를 a</w:t>
            </w:r>
            <w:r>
              <w:rPr>
                <w:rFonts w:ascii="맑은 고딕" w:hAnsi="맑은 고딕"/>
                <w:sz w:val="20"/>
                <w:szCs w:val="20"/>
              </w:rPr>
              <w:t>xis1</w:t>
            </w:r>
            <w:r>
              <w:rPr>
                <w:rFonts w:ascii="맑은 고딕" w:hAnsi="맑은 고딕" w:hint="eastAsia"/>
                <w:sz w:val="20"/>
                <w:szCs w:val="20"/>
              </w:rPr>
              <w:t>객체에 저장하였다</w:t>
            </w:r>
            <w:r>
              <w:rPr>
                <w:rFonts w:ascii="맑은 고딕" w:hAnsi="맑은 고딕"/>
                <w:sz w:val="20"/>
                <w:szCs w:val="20"/>
              </w:rPr>
              <w:t>.</w:t>
            </w:r>
          </w:p>
          <w:p w:rsidR="002235FC" w:rsidRDefault="002235FC" w:rsidP="0094427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같은 방식으로 </w:t>
            </w:r>
            <w:r>
              <w:rPr>
                <w:rFonts w:ascii="맑은 고딕" w:hAnsi="맑은 고딕"/>
                <w:sz w:val="20"/>
                <w:szCs w:val="20"/>
              </w:rPr>
              <w:t>2</w:t>
            </w:r>
            <w:r>
              <w:rPr>
                <w:rFonts w:ascii="맑은 고딕" w:hAnsi="맑은 고딕" w:hint="eastAsia"/>
                <w:sz w:val="20"/>
                <w:szCs w:val="20"/>
              </w:rPr>
              <w:t>번째</w:t>
            </w:r>
            <w:r>
              <w:rPr>
                <w:rFonts w:ascii="맑은 고딕" w:hAnsi="맑은 고딕"/>
                <w:sz w:val="20"/>
                <w:szCs w:val="20"/>
              </w:rPr>
              <w:t>~4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번째 차트를 </w:t>
            </w:r>
            <w:r>
              <w:rPr>
                <w:rFonts w:ascii="맑은 고딕" w:hAnsi="맑은 고딕"/>
                <w:sz w:val="20"/>
                <w:szCs w:val="20"/>
              </w:rPr>
              <w:t>axis2~axis4</w:t>
            </w:r>
            <w:r>
              <w:rPr>
                <w:rFonts w:ascii="맑은 고딕" w:hAnsi="맑은 고딕" w:hint="eastAsia"/>
                <w:sz w:val="20"/>
                <w:szCs w:val="20"/>
              </w:rPr>
              <w:t>에 저장하였다.</w:t>
            </w:r>
          </w:p>
          <w:p w:rsidR="002235FC" w:rsidRDefault="002235FC" w:rsidP="00944272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575CD7" w:rsidRDefault="00575CD7" w:rsidP="0094427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차트를 </w:t>
            </w:r>
            <w:r>
              <w:rPr>
                <w:rFonts w:ascii="맑은 고딕" w:hAnsi="맑은 고딕"/>
                <w:sz w:val="20"/>
                <w:szCs w:val="20"/>
              </w:rPr>
              <w:t>4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개 만들었으니 </w:t>
            </w:r>
            <w:r>
              <w:rPr>
                <w:rFonts w:ascii="맑은 고딕" w:hAnsi="맑은 고딕"/>
                <w:sz w:val="20"/>
                <w:szCs w:val="20"/>
              </w:rPr>
              <w:t>x</w:t>
            </w:r>
            <w:r>
              <w:rPr>
                <w:rFonts w:ascii="맑은 고딕" w:hAnsi="맑은 고딕" w:hint="eastAsia"/>
                <w:sz w:val="20"/>
                <w:szCs w:val="20"/>
              </w:rPr>
              <w:t>값,</w:t>
            </w:r>
            <w:r>
              <w:rPr>
                <w:rFonts w:ascii="맑은 고딕" w:hAnsi="맑은 고딕"/>
                <w:sz w:val="20"/>
                <w:szCs w:val="20"/>
              </w:rPr>
              <w:t>y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값도 각 객체마다 줘야 되고 축 제목과 </w:t>
            </w:r>
            <w:r>
              <w:rPr>
                <w:rFonts w:ascii="맑은 고딕" w:hAnsi="맑은 고딕"/>
                <w:sz w:val="20"/>
                <w:szCs w:val="20"/>
              </w:rPr>
              <w:t>grid</w:t>
            </w:r>
            <w:r>
              <w:rPr>
                <w:rFonts w:ascii="맑은 고딕" w:hAnsi="맑은 고딕" w:hint="eastAsia"/>
                <w:sz w:val="20"/>
                <w:szCs w:val="20"/>
              </w:rPr>
              <w:t>설정도 각각해야 한다</w:t>
            </w:r>
            <w:r>
              <w:rPr>
                <w:rFonts w:ascii="맑은 고딕" w:hAnsi="맑은 고딕"/>
                <w:sz w:val="20"/>
                <w:szCs w:val="20"/>
              </w:rPr>
              <w:t>.</w:t>
            </w:r>
          </w:p>
          <w:p w:rsidR="00575CD7" w:rsidRDefault="00575CD7" w:rsidP="00944272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575CD7" w:rsidRPr="002235FC" w:rsidRDefault="00575CD7" w:rsidP="00944272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왼쪽 소스</w:t>
            </w:r>
            <w:r w:rsidR="00B7485C">
              <w:rPr>
                <w:rFonts w:ascii="맑은 고딕" w:hAnsi="맑은 고딕" w:hint="eastAsia"/>
                <w:sz w:val="20"/>
                <w:szCs w:val="20"/>
              </w:rPr>
              <w:t>를 보면 다 같게 차트를 설정하였으니 행과 열만 다른 채 다 같은 것을 알 수 있다.</w:t>
            </w:r>
            <w:r w:rsidR="00B7485C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</w:tc>
      </w:tr>
    </w:tbl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C40B7" w:rsidRPr="001E5E00" w:rsidTr="00AF1E9D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C40B7" w:rsidRPr="005424B3" w:rsidTr="00AF1E9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C40B7" w:rsidRPr="005424B3" w:rsidRDefault="00BE39A6" w:rsidP="00AF1E9D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179890298"/>
                      <w:placeholder>
                        <w:docPart w:val="B54A07068F8B417290B7429ABB1F3F5E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1C40B7" w:rsidRPr="005424B3" w:rsidRDefault="00AA06AA" w:rsidP="00AF1E9D">
                  <w:pPr>
                    <w:pStyle w:val="2"/>
                    <w:rPr>
                      <w:rFonts w:ascii="맑은 고딕" w:hAnsi="맑은 고딕"/>
                    </w:rPr>
                  </w:pPr>
                  <w:r w:rsidRPr="00AA06AA">
                    <w:rPr>
                      <w:rFonts w:ascii="맑은 고딕" w:hAnsi="맑은 고딕"/>
                    </w:rPr>
                    <w:t>ex_add_subplot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1C40B7" w:rsidRPr="005424B3" w:rsidTr="00AF1E9D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matplotlib.figure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u w:val="single"/>
                    </w:rPr>
                    <w:t>Figure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matplotlib.backends.backend_tkagg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FigureCanvasTkAgg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0E5953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cyan"/>
                    </w:rPr>
                    <w:t>import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 xml:space="preserve"> matplotlib.pyplot </w:t>
                  </w:r>
                  <w:r w:rsidRPr="000E5953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cyan"/>
                    </w:rPr>
                    <w:t>as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 xml:space="preserve"> plt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fig=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plt.figure(figsize=(</w:t>
                  </w:r>
                  <w:r w:rsidRPr="000E5953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cyan"/>
                    </w:rPr>
                    <w:t>12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,</w:t>
                  </w:r>
                  <w:r w:rsidRPr="000E5953"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  <w:highlight w:val="cyan"/>
                    </w:rPr>
                    <w:t>9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ax1=fig.add_subplot(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221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green"/>
                    </w:rPr>
                    <w:t>projection=</w:t>
                  </w:r>
                  <w:r w:rsidRPr="000E5953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green"/>
                    </w:rPr>
                    <w:t>'polar'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ax1.set_xlabel(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'ax1 Label'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ax2=fig.add_subplot(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222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 w:rsidRPr="000E5953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green"/>
                    </w:rPr>
                    <w:t>facecolor=</w:t>
                  </w:r>
                  <w:r w:rsidRPr="000E5953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green"/>
                    </w:rPr>
                    <w:t>'red'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ax2.set_xlabel(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'ax2 Label'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ax3=fig.add_subplot(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223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ax3.set_xlabel(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'ax3 Label'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ax4=fig.add_subplot(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224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 w:rsidRPr="00C60480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green"/>
                    </w:rPr>
                    <w:t>frameon=</w:t>
                  </w:r>
                  <w:r w:rsidRPr="00C60480"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  <w:highlight w:val="green"/>
                    </w:rPr>
                    <w:t>False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ax4.set_xlabel(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'ax4 Label'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1C40B7" w:rsidRDefault="001C40B7" w:rsidP="00AF1E9D"/>
                <w:p w:rsidR="00BC2736" w:rsidRDefault="00BC2736" w:rsidP="00AF1E9D">
                  <w:r>
                    <w:rPr>
                      <w:rFonts w:hint="eastAsia"/>
                    </w:rPr>
                    <w:t>(</w:t>
                  </w:r>
                  <w:r>
                    <w:t>~~)</w:t>
                  </w:r>
                </w:p>
                <w:p w:rsidR="00A81F6E" w:rsidRDefault="00A81F6E" w:rsidP="00AF1E9D"/>
                <w:p w:rsidR="00A81F6E" w:rsidRPr="00BC2736" w:rsidRDefault="00A81F6E" w:rsidP="00AF1E9D">
                  <w:r>
                    <w:rPr>
                      <w:noProof/>
                    </w:rPr>
                    <w:drawing>
                      <wp:inline distT="0" distB="0" distL="0" distR="0" wp14:anchorId="429B303C" wp14:editId="569647DC">
                        <wp:extent cx="3332043" cy="2286000"/>
                        <wp:effectExtent l="0" t="0" r="1905" b="0"/>
                        <wp:docPr id="7" name="그림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6"/>
                                <a:srcRect t="55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338791" cy="22906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40B7" w:rsidRPr="005424B3" w:rsidRDefault="001C40B7" w:rsidP="00AF1E9D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C40B7" w:rsidRPr="005424B3" w:rsidTr="00AF1E9D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C40B7" w:rsidRPr="006A7BD5" w:rsidRDefault="001C40B7" w:rsidP="00AF1E9D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1C40B7" w:rsidRPr="00B1708E" w:rsidRDefault="001C40B7" w:rsidP="00AF1E9D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</w:p>
              </w:tc>
            </w:tr>
          </w:tbl>
          <w:p w:rsidR="001C40B7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C40B7" w:rsidRPr="000E5953" w:rsidRDefault="000E5953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5953">
              <w:rPr>
                <w:rFonts w:asciiTheme="majorEastAsia" w:eastAsiaTheme="majorEastAsia" w:hAnsiTheme="majorEastAsia" w:cs="Consolas"/>
                <w:sz w:val="20"/>
                <w:szCs w:val="20"/>
              </w:rPr>
              <w:t>matplotlib.figure</w:t>
            </w:r>
            <w:r w:rsidRPr="000E5953">
              <w:rPr>
                <w:rFonts w:asciiTheme="majorEastAsia" w:eastAsiaTheme="majorEastAsia" w:hAnsiTheme="majorEastAsia" w:cs="Consolas" w:hint="eastAsia"/>
                <w:sz w:val="20"/>
                <w:szCs w:val="20"/>
              </w:rPr>
              <w:t xml:space="preserve">모듈에 있는 </w:t>
            </w:r>
            <w:r w:rsidRPr="000E5953">
              <w:rPr>
                <w:rFonts w:asciiTheme="majorEastAsia" w:eastAsiaTheme="majorEastAsia" w:hAnsiTheme="majorEastAsia"/>
                <w:sz w:val="20"/>
                <w:szCs w:val="20"/>
              </w:rPr>
              <w:t>Fi</w:t>
            </w:r>
            <w:r w:rsidRPr="000E5953">
              <w:rPr>
                <w:rFonts w:asciiTheme="majorEastAsia" w:eastAsiaTheme="majorEastAsia" w:hAnsiTheme="majorEastAsia" w:hint="eastAsia"/>
                <w:sz w:val="20"/>
                <w:szCs w:val="20"/>
              </w:rPr>
              <w:t>gure클래스는</w:t>
            </w:r>
          </w:p>
          <w:p w:rsidR="000E5953" w:rsidRDefault="000E5953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E5953">
              <w:rPr>
                <w:rFonts w:asciiTheme="majorEastAsia" w:eastAsiaTheme="majorEastAsia" w:hAnsiTheme="majorEastAsia" w:hint="eastAsia"/>
                <w:sz w:val="20"/>
                <w:szCs w:val="20"/>
              </w:rPr>
              <w:t>m</w:t>
            </w:r>
            <w:r w:rsidRPr="000E5953">
              <w:rPr>
                <w:rFonts w:asciiTheme="majorEastAsia" w:eastAsiaTheme="majorEastAsia" w:hAnsiTheme="majorEastAsia"/>
                <w:sz w:val="20"/>
                <w:szCs w:val="20"/>
              </w:rPr>
              <w:t>atplotlib.pyplot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모듈에 있는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figure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클래스와 같은 역할을 한다.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  <w:p w:rsidR="000E5953" w:rsidRDefault="000E5953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그래서 사용자는 편한 모듈을 이용하면 된다.</w:t>
            </w:r>
          </w:p>
          <w:p w:rsidR="000E5953" w:rsidRDefault="000E5953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하늘색 </w:t>
            </w:r>
            <w:r w:rsidR="00FB2802">
              <w:rPr>
                <w:rFonts w:asciiTheme="majorEastAsia" w:eastAsiaTheme="majorEastAsia" w:hAnsiTheme="majorEastAsia" w:hint="eastAsia"/>
                <w:sz w:val="20"/>
                <w:szCs w:val="20"/>
              </w:rPr>
              <w:t>강조 부분을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보면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figure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클래스를 이용한 모습이다.</w:t>
            </w:r>
          </w:p>
          <w:p w:rsidR="000E5953" w:rsidRPr="00FB2802" w:rsidRDefault="000E5953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2802" w:rsidRDefault="00FB2802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다음은 초록색 강조 부분을 보자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.</w:t>
            </w:r>
          </w:p>
          <w:p w:rsidR="000E5953" w:rsidRDefault="009D0E3D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s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ubplot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메소드를 통해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차트를 만들 때 p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rojection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속성을 줄 수 있다.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  <w:p w:rsidR="00E67474" w:rsidRDefault="00E67474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이 속성은 차트의 모양을 결정한다.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polar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을 옵션으로 주면 원형 스타일로 모양이 변한다.</w:t>
            </w:r>
          </w:p>
          <w:p w:rsidR="00E67474" w:rsidRDefault="00E67474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E67474" w:rsidRDefault="00B023F4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f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acecolor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속성은 차트</w:t>
            </w:r>
            <w:r w:rsidR="00873CC2">
              <w:rPr>
                <w:rFonts w:asciiTheme="majorEastAsia" w:eastAsiaTheme="majorEastAsia" w:hAnsiTheme="majorEastAsia" w:hint="eastAsia"/>
                <w:sz w:val="20"/>
                <w:szCs w:val="20"/>
              </w:rPr>
              <w:t>의 배경색을 결정한다.</w:t>
            </w:r>
          </w:p>
          <w:p w:rsidR="00873CC2" w:rsidRDefault="00873CC2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f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rameon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속성은 차트 테두리의 유무를 결정한다.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  <w:p w:rsidR="000E5953" w:rsidRPr="000E5953" w:rsidRDefault="000E5953" w:rsidP="00AF1E9D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1C40B7" w:rsidRPr="000B5AE5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C40B7" w:rsidRPr="001E5E00" w:rsidTr="00AF1E9D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C40B7" w:rsidRPr="005424B3" w:rsidTr="00AF1E9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C40B7" w:rsidRPr="005424B3" w:rsidRDefault="00BE39A6" w:rsidP="00AF1E9D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1656061709"/>
                      <w:placeholder>
                        <w:docPart w:val="3C2C774510084FF694EA93D97EF1E1AC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1C40B7" w:rsidRPr="005424B3" w:rsidRDefault="00AA06AA" w:rsidP="00AF1E9D">
                  <w:pPr>
                    <w:pStyle w:val="2"/>
                    <w:rPr>
                      <w:rFonts w:ascii="맑은 고딕" w:hAnsi="맑은 고딕"/>
                    </w:rPr>
                  </w:pPr>
                  <w:r w:rsidRPr="00AA06AA">
                    <w:rPr>
                      <w:rFonts w:ascii="맑은 고딕" w:hAnsi="맑은 고딕"/>
                    </w:rPr>
                    <w:t>Ex</w:t>
                  </w:r>
                  <w:r>
                    <w:rPr>
                      <w:rFonts w:ascii="맑은 고딕" w:hAnsi="맑은 고딕"/>
                    </w:rPr>
                    <w:t>_add_plot.py</w:t>
                  </w:r>
                </w:p>
              </w:tc>
            </w:tr>
            <w:tr w:rsidR="001C40B7" w:rsidRPr="005424B3" w:rsidTr="00AF1E9D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matplotlib.figure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matplotlib.backends.backend_tkagg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FigureCanvasTkAgg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fig=Figure(figsize=(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),facecolor=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'white'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211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xvalues=[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yvalues=[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axis.plot(xvalues,yvalues)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35135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axis.grid(linestyle=</w:t>
                  </w:r>
                  <w:r w:rsidRPr="0035135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'--'</w:t>
                  </w:r>
                  <w:r w:rsidRPr="0035135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,c=</w:t>
                  </w:r>
                  <w:r w:rsidRPr="0035135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'r'</w:t>
                  </w:r>
                  <w:r w:rsidRPr="0035135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212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xvalues2=[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yvalues2=[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axis.plot(xvalues2,yvalues2)</w:t>
                  </w:r>
                </w:p>
                <w:p w:rsidR="001C40B7" w:rsidRDefault="00BC2736" w:rsidP="00BC2736">
                  <w:pP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axis.grid()</w:t>
                  </w:r>
                </w:p>
                <w:p w:rsidR="00BC2736" w:rsidRDefault="00BC2736" w:rsidP="00BC2736"/>
                <w:p w:rsidR="00BC2736" w:rsidRDefault="00BC2736" w:rsidP="00BC2736">
                  <w:r>
                    <w:rPr>
                      <w:rFonts w:hint="eastAsia"/>
                    </w:rPr>
                    <w:t>(</w:t>
                  </w:r>
                  <w:r>
                    <w:t>~~)</w:t>
                  </w:r>
                </w:p>
                <w:p w:rsidR="00A81F6E" w:rsidRDefault="00A81F6E" w:rsidP="00BC2736"/>
                <w:p w:rsidR="00A81F6E" w:rsidRPr="00061B4A" w:rsidRDefault="00A81F6E" w:rsidP="00BC2736">
                  <w:r>
                    <w:rPr>
                      <w:noProof/>
                    </w:rPr>
                    <w:drawing>
                      <wp:inline distT="0" distB="0" distL="0" distR="0" wp14:anchorId="0B02F4AD" wp14:editId="0B71523A">
                        <wp:extent cx="3200400" cy="2119234"/>
                        <wp:effectExtent l="0" t="0" r="0" b="0"/>
                        <wp:docPr id="9" name="그림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5360" cy="21423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40B7" w:rsidRPr="005424B3" w:rsidRDefault="001C40B7" w:rsidP="00AF1E9D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C40B7" w:rsidRPr="005424B3" w:rsidTr="00AF1E9D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C40B7" w:rsidRPr="006A7BD5" w:rsidRDefault="001C40B7" w:rsidP="00AF1E9D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1C40B7" w:rsidRPr="00B1708E" w:rsidRDefault="001C40B7" w:rsidP="00AF1E9D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</w:p>
              </w:tc>
            </w:tr>
          </w:tbl>
          <w:p w:rsidR="001C40B7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C40B7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하늘색 부분은 </w:t>
            </w:r>
            <w:r>
              <w:rPr>
                <w:rFonts w:ascii="맑은 고딕" w:hAnsi="맑은 고딕"/>
                <w:sz w:val="20"/>
                <w:szCs w:val="20"/>
              </w:rPr>
              <w:t>gr</w:t>
            </w:r>
            <w:r>
              <w:rPr>
                <w:rFonts w:ascii="맑은 고딕" w:hAnsi="맑은 고딕" w:hint="eastAsia"/>
                <w:sz w:val="20"/>
                <w:szCs w:val="20"/>
              </w:rPr>
              <w:t>i</w:t>
            </w:r>
            <w:r>
              <w:rPr>
                <w:rFonts w:ascii="맑은 고딕" w:hAnsi="맑은 고딕"/>
                <w:sz w:val="20"/>
                <w:szCs w:val="20"/>
              </w:rPr>
              <w:t>d</w:t>
            </w:r>
            <w:r>
              <w:rPr>
                <w:rFonts w:ascii="맑은 고딕" w:hAnsi="맑은 고딕" w:hint="eastAsia"/>
                <w:sz w:val="20"/>
                <w:szCs w:val="20"/>
              </w:rPr>
              <w:t>메소드를 통해 차트에 속성을 주는 소스가 있다.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>Linestyle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속성은 </w:t>
            </w:r>
            <w:r>
              <w:rPr>
                <w:rFonts w:ascii="맑은 고딕" w:hAnsi="맑은 고딕"/>
                <w:sz w:val="20"/>
                <w:szCs w:val="20"/>
              </w:rPr>
              <w:t>(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그래프 수치를 좀 더 수월하게 </w:t>
            </w:r>
            <w:r w:rsidR="005B2009">
              <w:rPr>
                <w:rFonts w:ascii="맑은 고딕" w:hAnsi="맑은 고딕" w:hint="eastAsia"/>
                <w:sz w:val="20"/>
                <w:szCs w:val="20"/>
              </w:rPr>
              <w:t xml:space="preserve">보게 </w:t>
            </w:r>
            <w:r>
              <w:rPr>
                <w:rFonts w:ascii="맑은 고딕" w:hAnsi="맑은 고딕" w:hint="eastAsia"/>
                <w:sz w:val="20"/>
                <w:szCs w:val="20"/>
              </w:rPr>
              <w:t>하는 배경 선)을 결정한다.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옵션을 </w:t>
            </w:r>
            <w:r>
              <w:rPr>
                <w:rFonts w:ascii="맑은 고딕" w:hAnsi="맑은 고딕"/>
                <w:sz w:val="20"/>
                <w:szCs w:val="20"/>
              </w:rPr>
              <w:t>‘-‘</w:t>
            </w:r>
            <w:r>
              <w:rPr>
                <w:rFonts w:ascii="맑은 고딕" w:hAnsi="맑은 고딕" w:hint="eastAsia"/>
                <w:sz w:val="20"/>
                <w:szCs w:val="20"/>
              </w:rPr>
              <w:t>로 주면 실선으로 결정하고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‘—‘로 </w:t>
            </w:r>
            <w:r>
              <w:rPr>
                <w:rFonts w:ascii="맑은 고딕" w:hAnsi="맑은 고딕" w:hint="eastAsia"/>
                <w:sz w:val="20"/>
                <w:szCs w:val="20"/>
              </w:rPr>
              <w:t>주면 점선으로 결정한다.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c속성은 </w:t>
            </w:r>
            <w:r>
              <w:rPr>
                <w:rFonts w:ascii="맑은 고딕" w:hAnsi="맑은 고딕"/>
                <w:sz w:val="20"/>
                <w:szCs w:val="20"/>
              </w:rPr>
              <w:t xml:space="preserve">차트 </w:t>
            </w:r>
            <w:r>
              <w:rPr>
                <w:rFonts w:ascii="맑은 고딕" w:hAnsi="맑은 고딕" w:hint="eastAsia"/>
                <w:sz w:val="20"/>
                <w:szCs w:val="20"/>
              </w:rPr>
              <w:t>배경선의 색깔을 결정한다.</w:t>
            </w:r>
          </w:p>
          <w:p w:rsidR="001328E1" w:rsidRDefault="00BE39A6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r</w:t>
            </w:r>
            <w:bookmarkStart w:id="0" w:name="_GoBack"/>
            <w:bookmarkEnd w:id="0"/>
            <w:r w:rsidR="001328E1">
              <w:rPr>
                <w:rFonts w:ascii="맑은 고딕" w:hAnsi="맑은 고딕" w:hint="eastAsia"/>
                <w:sz w:val="20"/>
                <w:szCs w:val="20"/>
              </w:rPr>
              <w:t xml:space="preserve">은 </w:t>
            </w:r>
            <w:r w:rsidR="001328E1">
              <w:rPr>
                <w:rFonts w:ascii="맑은 고딕" w:hAnsi="맑은 고딕"/>
                <w:sz w:val="20"/>
                <w:szCs w:val="20"/>
              </w:rPr>
              <w:t>red</w:t>
            </w:r>
            <w:r w:rsidR="001328E1">
              <w:rPr>
                <w:rFonts w:ascii="맑은 고딕" w:hAnsi="맑은 고딕" w:hint="eastAsia"/>
                <w:sz w:val="20"/>
                <w:szCs w:val="20"/>
              </w:rPr>
              <w:t>라는 의미이다.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정리해보면 차트 틀의 배경 색은 </w:t>
            </w:r>
            <w:r>
              <w:rPr>
                <w:rFonts w:ascii="맑은 고딕" w:hAnsi="맑은 고딕"/>
                <w:sz w:val="20"/>
                <w:szCs w:val="20"/>
              </w:rPr>
              <w:t>fi</w:t>
            </w:r>
            <w:r>
              <w:rPr>
                <w:rFonts w:ascii="맑은 고딕" w:hAnsi="맑은 고딕" w:hint="eastAsia"/>
                <w:sz w:val="20"/>
                <w:szCs w:val="20"/>
              </w:rPr>
              <w:t>g</w:t>
            </w:r>
            <w:r>
              <w:rPr>
                <w:rFonts w:ascii="맑은 고딕" w:hAnsi="맑은 고딕"/>
                <w:sz w:val="20"/>
                <w:szCs w:val="20"/>
              </w:rPr>
              <w:t>ure</w:t>
            </w:r>
            <w:r>
              <w:rPr>
                <w:rFonts w:ascii="맑은 고딕" w:hAnsi="맑은 고딕" w:hint="eastAsia"/>
                <w:sz w:val="20"/>
                <w:szCs w:val="20"/>
              </w:rPr>
              <w:t>가 인스턴스화되면서 설정하고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차트의 베경 색은  </w:t>
            </w:r>
            <w:r>
              <w:rPr>
                <w:rFonts w:ascii="맑은 고딕" w:hAnsi="맑은 고딕"/>
                <w:sz w:val="20"/>
                <w:szCs w:val="20"/>
              </w:rPr>
              <w:t>subplot</w:t>
            </w:r>
            <w:r>
              <w:rPr>
                <w:rFonts w:ascii="맑은 고딕" w:hAnsi="맑은 고딕" w:hint="eastAsia"/>
                <w:sz w:val="20"/>
                <w:szCs w:val="20"/>
              </w:rPr>
              <w:t>메소드를 통해 차트가 만들어지면서 설정하고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차트 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배경선의 색은 </w:t>
            </w:r>
            <w:r>
              <w:rPr>
                <w:rFonts w:ascii="맑은 고딕" w:hAnsi="맑은 고딕"/>
                <w:sz w:val="20"/>
                <w:szCs w:val="20"/>
              </w:rPr>
              <w:t>grid</w:t>
            </w:r>
            <w:r>
              <w:rPr>
                <w:rFonts w:ascii="맑은 고딕" w:hAnsi="맑은 고딕" w:hint="eastAsia"/>
                <w:sz w:val="20"/>
                <w:szCs w:val="20"/>
              </w:rPr>
              <w:t>메소드를 통해 평소 속성을 주듯이 설정하면 된다.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328E1" w:rsidRDefault="001328E1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1C40B7" w:rsidRPr="000B5AE5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</w:tc>
      </w:tr>
    </w:tbl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DE0D74">
      <w:pPr>
        <w:rPr>
          <w:rFonts w:ascii="맑은 고딕" w:hAnsi="맑은 고딕"/>
          <w:b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기본 레이아웃 표"/>
      </w:tblPr>
      <w:tblGrid>
        <w:gridCol w:w="6009"/>
        <w:gridCol w:w="4313"/>
      </w:tblGrid>
      <w:tr w:rsidR="001C40B7" w:rsidRPr="001E5E00" w:rsidTr="00AF1E9D">
        <w:tc>
          <w:tcPr>
            <w:tcW w:w="6009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18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왼쪽 레이아웃 표"/>
            </w:tblPr>
            <w:tblGrid>
              <w:gridCol w:w="6189"/>
            </w:tblGrid>
            <w:tr w:rsidR="001C40B7" w:rsidRPr="005424B3" w:rsidTr="00AF1E9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C40B7" w:rsidRPr="005424B3" w:rsidRDefault="00BE39A6" w:rsidP="00AF1E9D">
                  <w:pPr>
                    <w:pStyle w:val="1"/>
                    <w:rPr>
                      <w:rFonts w:ascii="맑은 고딕" w:hAnsi="맑은 고딕"/>
                    </w:rPr>
                  </w:pPr>
                  <w:sdt>
                    <w:sdtPr>
                      <w:rPr>
                        <w:rFonts w:ascii="맑은 고딕" w:hAnsi="맑은 고딕" w:hint="eastAsia"/>
                        <w:color w:val="auto"/>
                      </w:rPr>
                      <w:alias w:val="받는 사람 이름 입력:"/>
                      <w:tag w:val="받는 사람 이름 입력:"/>
                      <w:id w:val="-363134024"/>
                      <w:placeholder>
                        <w:docPart w:val="2510765A8C9C493F913243D830E39C7C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1C40B7">
                        <w:rPr>
                          <w:rFonts w:ascii="맑은 고딕" w:hAnsi="맑은 고딕" w:hint="eastAsia"/>
                          <w:color w:val="auto"/>
                        </w:rPr>
                        <w:t>matplotlib</w:t>
                      </w:r>
                    </w:sdtContent>
                  </w:sdt>
                </w:p>
                <w:p w:rsidR="001C40B7" w:rsidRPr="005424B3" w:rsidRDefault="00AA06AA" w:rsidP="00AF1E9D">
                  <w:pPr>
                    <w:pStyle w:val="2"/>
                    <w:rPr>
                      <w:rFonts w:ascii="맑은 고딕" w:hAnsi="맑은 고딕"/>
                    </w:rPr>
                  </w:pPr>
                  <w:r w:rsidRPr="00AA06AA">
                    <w:rPr>
                      <w:rFonts w:ascii="맑은 고딕" w:hAnsi="맑은 고딕"/>
                    </w:rPr>
                    <w:t>Matplotlib_chart_with_legend</w:t>
                  </w:r>
                  <w:r>
                    <w:rPr>
                      <w:rFonts w:ascii="맑은 고딕" w:hAnsi="맑은 고딕"/>
                    </w:rPr>
                    <w:t>.py</w:t>
                  </w:r>
                </w:p>
              </w:tc>
            </w:tr>
            <w:tr w:rsidR="001C40B7" w:rsidRPr="005424B3" w:rsidTr="00AF1E9D">
              <w:trPr>
                <w:trHeight w:val="899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tkinter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as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tk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matplotlib.figure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from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matplotlib.backends.backend_tkagg </w:t>
                  </w:r>
                  <w:r>
                    <w:rPr>
                      <w:rFonts w:ascii="Consolas" w:eastAsiaTheme="minorEastAsia" w:hAnsi="Consolas" w:cs="Consolas"/>
                      <w:color w:val="0000FF"/>
                      <w:sz w:val="20"/>
                      <w:szCs w:val="20"/>
                    </w:rPr>
                    <w:t>import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FigureCanvasTkAgg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fig=Figure(figsize=(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),facecolor=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'white'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axis=fig.add_subplot(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111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xvalues=[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1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2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3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4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yvalues0=[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7.5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7.5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yvalues1=[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5.5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6.5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yvalues2=[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6.5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8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Consolas" w:eastAsiaTheme="minorEastAsia" w:hAnsi="Consolas" w:cs="Consolas"/>
                      <w:color w:val="800000"/>
                      <w:sz w:val="20"/>
                      <w:szCs w:val="20"/>
                    </w:rPr>
                    <w:t>7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]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Pr="00F80811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cyan"/>
                    </w:rPr>
                  </w:pP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t0, =axis.plot(xvalues, yvalues0, color=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"r"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</w:t>
                  </w:r>
                </w:p>
                <w:p w:rsidR="00BC2736" w:rsidRPr="00F80811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  <w:highlight w:val="cyan"/>
                    </w:rPr>
                  </w:pP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t1, =axis.plot(xvalues, yvalues1, color=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"b"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t2, =axis.plot(xvalues, yvalues2, color=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"purple"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axis.set_xlabel(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"Horizontal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axis.set_ylabel(</w:t>
                  </w:r>
                  <w:r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</w:rPr>
                    <w:t>"Vertical Label"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>axis.grid()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fig.legend((t0,t1,t2),(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"First line"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,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"second Line"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,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"Third Line"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),</w:t>
                  </w:r>
                  <w:r w:rsidRPr="00F80811">
                    <w:rPr>
                      <w:rFonts w:ascii="Consolas" w:eastAsiaTheme="minorEastAsia" w:hAnsi="Consolas" w:cs="Consolas"/>
                      <w:i/>
                      <w:iCs/>
                      <w:color w:val="00AA00"/>
                      <w:sz w:val="20"/>
                      <w:szCs w:val="20"/>
                      <w:highlight w:val="cyan"/>
                    </w:rPr>
                    <w:t>"upper right"</w:t>
                  </w:r>
                  <w:r w:rsidRPr="00F80811"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  <w:highlight w:val="cyan"/>
                    </w:rPr>
                    <w:t>)</w:t>
                  </w:r>
                  <w:r>
                    <w:rPr>
                      <w:rFonts w:ascii="Consolas" w:eastAsiaTheme="minorEastAsia" w:hAnsi="Consolas" w:cs="Consolas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BC2736" w:rsidRDefault="00BC2736" w:rsidP="00BC273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nsolas" w:eastAsiaTheme="minorEastAsia" w:hAnsi="Consolas" w:cs="Consolas"/>
                      <w:sz w:val="20"/>
                      <w:szCs w:val="20"/>
                    </w:rPr>
                  </w:pPr>
                </w:p>
                <w:p w:rsidR="00A81F6E" w:rsidRDefault="00A81F6E" w:rsidP="00A81F6E">
                  <w:r>
                    <w:rPr>
                      <w:rFonts w:hint="eastAsia"/>
                    </w:rPr>
                    <w:t>(</w:t>
                  </w:r>
                  <w:r>
                    <w:t>~~)</w:t>
                  </w:r>
                </w:p>
                <w:p w:rsidR="00A81F6E" w:rsidRDefault="00A81F6E" w:rsidP="00A81F6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</w:p>
                <w:p w:rsidR="00A81F6E" w:rsidRPr="00BC2736" w:rsidRDefault="00A81F6E" w:rsidP="00A81F6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B475C94" wp14:editId="0BB784B1">
                        <wp:extent cx="3469838" cy="1529861"/>
                        <wp:effectExtent l="0" t="0" r="0" b="0"/>
                        <wp:docPr id="11" name="그림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98559" cy="15866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40B7" w:rsidRPr="005424B3" w:rsidRDefault="001C40B7" w:rsidP="00AF1E9D">
            <w:pPr>
              <w:rPr>
                <w:rFonts w:ascii="맑은 고딕" w:hAnsi="맑은 고딕"/>
              </w:rPr>
            </w:pPr>
          </w:p>
        </w:tc>
        <w:tc>
          <w:tcPr>
            <w:tcW w:w="4313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오른쪽 레이아웃 표"/>
            </w:tblPr>
            <w:tblGrid>
              <w:gridCol w:w="4274"/>
            </w:tblGrid>
            <w:tr w:rsidR="001C40B7" w:rsidRPr="005424B3" w:rsidTr="00AF1E9D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C40B7" w:rsidRPr="006A7BD5" w:rsidRDefault="001C40B7" w:rsidP="00AF1E9D">
                  <w:pPr>
                    <w:pStyle w:val="1"/>
                    <w:rPr>
                      <w:rFonts w:ascii="맑은 고딕" w:hAnsi="맑은 고딕"/>
                      <w:sz w:val="18"/>
                      <w:szCs w:val="18"/>
                    </w:rPr>
                  </w:pPr>
                  <w:r>
                    <w:rPr>
                      <w:rFonts w:ascii="맑은 고딕" w:hAnsi="맑은 고딕" w:hint="eastAsia"/>
                    </w:rPr>
                    <w:t xml:space="preserve"> </w:t>
                  </w:r>
                </w:p>
                <w:p w:rsidR="001C40B7" w:rsidRPr="00B1708E" w:rsidRDefault="001C40B7" w:rsidP="00AF1E9D">
                  <w:pPr>
                    <w:rPr>
                      <w:rFonts w:ascii="맑은 고딕" w:hAnsi="맑은 고딕"/>
                      <w:sz w:val="28"/>
                      <w:szCs w:val="28"/>
                    </w:rPr>
                  </w:pPr>
                </w:p>
              </w:tc>
            </w:tr>
          </w:tbl>
          <w:p w:rsidR="001C40B7" w:rsidRDefault="001C40B7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1C40B7" w:rsidRDefault="008F4EAD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왼쪽 소스도 리스트 값을 토대로 세 개의 차트가 만든 것이다.</w:t>
            </w:r>
          </w:p>
          <w:p w:rsidR="008F4EAD" w:rsidRDefault="008F4EAD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하지만 아래 하늘 색 강조 부분을 보면 </w:t>
            </w:r>
            <w:r>
              <w:rPr>
                <w:rFonts w:ascii="맑은 고딕" w:hAnsi="맑은 고딕"/>
                <w:sz w:val="20"/>
                <w:szCs w:val="20"/>
              </w:rPr>
              <w:t>legend</w:t>
            </w:r>
            <w:r>
              <w:rPr>
                <w:rFonts w:ascii="맑은 고딕" w:hAnsi="맑은 고딕" w:hint="eastAsia"/>
                <w:sz w:val="20"/>
                <w:szCs w:val="20"/>
              </w:rPr>
              <w:t>라는 메소드가 쓰인 것을 알 수 있다.</w:t>
            </w:r>
          </w:p>
          <w:p w:rsidR="008F4EAD" w:rsidRDefault="008F4EAD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>l</w:t>
            </w:r>
            <w:r>
              <w:rPr>
                <w:rFonts w:ascii="맑은 고딕" w:hAnsi="맑은 고딕"/>
                <w:sz w:val="20"/>
                <w:szCs w:val="20"/>
              </w:rPr>
              <w:t>egend</w:t>
            </w:r>
            <w:r>
              <w:rPr>
                <w:rFonts w:ascii="맑은 고딕" w:hAnsi="맑은 고딕" w:hint="eastAsia"/>
                <w:sz w:val="20"/>
                <w:szCs w:val="20"/>
              </w:rPr>
              <w:t>메소드는 차트 틀(</w:t>
            </w:r>
            <w:r>
              <w:rPr>
                <w:rFonts w:ascii="맑은 고딕" w:hAnsi="맑은 고딕"/>
                <w:sz w:val="20"/>
                <w:szCs w:val="20"/>
              </w:rPr>
              <w:t>fig)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에 범례를 추가하는 </w:t>
            </w:r>
            <w:r w:rsidR="00281E0B">
              <w:rPr>
                <w:rFonts w:ascii="맑은 고딕" w:hAnsi="맑은 고딕" w:hint="eastAsia"/>
                <w:sz w:val="20"/>
                <w:szCs w:val="20"/>
              </w:rPr>
              <w:t>기능이 있다.</w:t>
            </w:r>
            <w:r w:rsidR="00281E0B"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8F4EAD" w:rsidRDefault="008F4EAD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범례는 </w:t>
            </w:r>
            <w:r w:rsidR="00281E0B">
              <w:rPr>
                <w:rFonts w:ascii="맑은 고딕" w:hAnsi="맑은 고딕" w:hint="eastAsia"/>
                <w:sz w:val="20"/>
                <w:szCs w:val="20"/>
              </w:rPr>
              <w:t>그래프를 설명해주는 역할을 한다.</w:t>
            </w:r>
          </w:p>
          <w:p w:rsidR="00281E0B" w:rsidRDefault="00281E0B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8F4EAD" w:rsidRDefault="008F4EAD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첫 번째 인수에는 </w:t>
            </w:r>
            <w:r w:rsidR="00281E0B">
              <w:rPr>
                <w:rFonts w:ascii="맑은 고딕" w:hAnsi="맑은 고딕" w:hint="eastAsia"/>
                <w:sz w:val="20"/>
                <w:szCs w:val="20"/>
              </w:rPr>
              <w:t>설명하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려는 </w:t>
            </w:r>
            <w:r w:rsidR="00281E0B">
              <w:rPr>
                <w:rFonts w:ascii="맑은 고딕" w:hAnsi="맑은 고딕" w:hint="eastAsia"/>
                <w:sz w:val="20"/>
                <w:szCs w:val="20"/>
              </w:rPr>
              <w:t>그래프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 목록</w:t>
            </w:r>
            <w:r w:rsidR="00780C5D">
              <w:rPr>
                <w:rFonts w:ascii="맑은 고딕" w:hAnsi="맑은 고딕" w:hint="eastAsia"/>
                <w:sz w:val="20"/>
                <w:szCs w:val="20"/>
              </w:rPr>
              <w:t>(그래프 객체 이름들)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을 작성하면 되고 두 번째 인수는 </w:t>
            </w:r>
            <w:r w:rsidR="00281E0B">
              <w:rPr>
                <w:rFonts w:ascii="맑은 고딕" w:hAnsi="맑은 고딕" w:hint="eastAsia"/>
                <w:sz w:val="20"/>
                <w:szCs w:val="20"/>
              </w:rPr>
              <w:t>각각의 그래프에 대한 설명</w:t>
            </w:r>
            <w:r w:rsidR="004D1F45">
              <w:rPr>
                <w:rFonts w:ascii="맑은 고딕" w:hAnsi="맑은 고딕" w:hint="eastAsia"/>
                <w:sz w:val="20"/>
                <w:szCs w:val="20"/>
              </w:rPr>
              <w:t>이 나와 있다.</w:t>
            </w:r>
          </w:p>
          <w:p w:rsidR="004D1F45" w:rsidRDefault="004D1F45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4D1F45" w:rsidRDefault="004D1F45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예를 들어 </w:t>
            </w:r>
            <w:r>
              <w:rPr>
                <w:rFonts w:ascii="맑은 고딕" w:hAnsi="맑은 고딕"/>
                <w:sz w:val="20"/>
                <w:szCs w:val="20"/>
              </w:rPr>
              <w:t>t0</w:t>
            </w:r>
            <w:r>
              <w:rPr>
                <w:rFonts w:ascii="맑은 고딕" w:hAnsi="맑은 고딕" w:hint="eastAsia"/>
                <w:sz w:val="20"/>
                <w:szCs w:val="20"/>
              </w:rPr>
              <w:t xml:space="preserve">그래프는 </w:t>
            </w:r>
            <w:r>
              <w:rPr>
                <w:rFonts w:ascii="맑은 고딕" w:hAnsi="맑은 고딕"/>
                <w:sz w:val="20"/>
                <w:szCs w:val="20"/>
              </w:rPr>
              <w:t>Firstline</w:t>
            </w:r>
            <w:r>
              <w:rPr>
                <w:rFonts w:ascii="맑은 고딕" w:hAnsi="맑은 고딕" w:hint="eastAsia"/>
                <w:sz w:val="20"/>
                <w:szCs w:val="20"/>
              </w:rPr>
              <w:t>이라고 설명을 쓸 수 있다.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  <w:p w:rsidR="004D1F45" w:rsidRDefault="004D1F45" w:rsidP="00AF1E9D">
            <w:pPr>
              <w:rPr>
                <w:rFonts w:ascii="맑은 고딕" w:hAnsi="맑은 고딕"/>
                <w:sz w:val="20"/>
                <w:szCs w:val="20"/>
              </w:rPr>
            </w:pPr>
          </w:p>
          <w:p w:rsidR="00A81F6E" w:rsidRDefault="00266C7C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다만 범례를 </w:t>
            </w:r>
            <w:r w:rsidR="00780C5D">
              <w:rPr>
                <w:rFonts w:ascii="맑은 고딕" w:hAnsi="맑은 고딕" w:hint="eastAsia"/>
                <w:sz w:val="20"/>
                <w:szCs w:val="20"/>
              </w:rPr>
              <w:t xml:space="preserve">주기 전 </w:t>
            </w:r>
            <w:r>
              <w:rPr>
                <w:rFonts w:ascii="맑은 고딕" w:hAnsi="맑은 고딕" w:hint="eastAsia"/>
                <w:sz w:val="20"/>
                <w:szCs w:val="20"/>
              </w:rPr>
              <w:t>주의할 점이 있다.</w:t>
            </w:r>
          </w:p>
          <w:p w:rsidR="00266C7C" w:rsidRPr="000B5AE5" w:rsidRDefault="00266C7C" w:rsidP="00AF1E9D">
            <w:pPr>
              <w:rPr>
                <w:rFonts w:ascii="맑은 고딕" w:hAnsi="맑은 고딕"/>
                <w:sz w:val="20"/>
                <w:szCs w:val="20"/>
              </w:rPr>
            </w:pPr>
            <w:r>
              <w:rPr>
                <w:rFonts w:ascii="맑은 고딕" w:hAnsi="맑은 고딕" w:hint="eastAsia"/>
                <w:sz w:val="20"/>
                <w:szCs w:val="20"/>
              </w:rPr>
              <w:t xml:space="preserve">그래프 객체 이름에 </w:t>
            </w:r>
            <w:r>
              <w:rPr>
                <w:rFonts w:ascii="맑은 고딕" w:hAnsi="맑은 고딕"/>
                <w:sz w:val="20"/>
                <w:szCs w:val="20"/>
              </w:rPr>
              <w:t xml:space="preserve">‘,’가 </w:t>
            </w:r>
            <w:r>
              <w:rPr>
                <w:rFonts w:ascii="맑은 고딕" w:hAnsi="맑은 고딕" w:hint="eastAsia"/>
                <w:sz w:val="20"/>
                <w:szCs w:val="20"/>
              </w:rPr>
              <w:t>필수적으로 붙여야 된다는 점이다.</w:t>
            </w:r>
            <w:r>
              <w:rPr>
                <w:rFonts w:ascii="맑은 고딕" w:hAnsi="맑은 고딕"/>
                <w:sz w:val="20"/>
                <w:szCs w:val="20"/>
              </w:rPr>
              <w:t xml:space="preserve"> </w:t>
            </w:r>
          </w:p>
        </w:tc>
      </w:tr>
    </w:tbl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Pr="00E74039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1C40B7" w:rsidRDefault="001C40B7" w:rsidP="001C40B7">
      <w:pPr>
        <w:rPr>
          <w:rFonts w:ascii="맑은 고딕" w:hAnsi="맑은 고딕"/>
          <w:b/>
          <w:sz w:val="24"/>
          <w:szCs w:val="24"/>
        </w:rPr>
      </w:pPr>
    </w:p>
    <w:p w:rsidR="00A81F6E" w:rsidRPr="00E74039" w:rsidRDefault="00A81F6E" w:rsidP="001C40B7">
      <w:pPr>
        <w:rPr>
          <w:rFonts w:ascii="맑은 고딕" w:hAnsi="맑은 고딕"/>
          <w:b/>
          <w:sz w:val="24"/>
          <w:szCs w:val="24"/>
        </w:rPr>
      </w:pPr>
    </w:p>
    <w:p w:rsidR="00AA06AA" w:rsidRDefault="00AA06AA" w:rsidP="00AA06AA">
      <w:pPr>
        <w:rPr>
          <w:rFonts w:ascii="맑은 고딕" w:hAnsi="맑은 고딕"/>
          <w:b/>
          <w:sz w:val="40"/>
          <w:szCs w:val="40"/>
        </w:rPr>
      </w:pPr>
      <w:r>
        <w:rPr>
          <w:rFonts w:ascii="맑은 고딕" w:hAnsi="맑은 고딕" w:hint="eastAsia"/>
          <w:b/>
          <w:sz w:val="40"/>
          <w:szCs w:val="40"/>
        </w:rPr>
        <w:lastRenderedPageBreak/>
        <w:t>[</w:t>
      </w:r>
      <w:r w:rsidR="00B804D0">
        <w:rPr>
          <w:rFonts w:ascii="맑은 고딕" w:hAnsi="맑은 고딕"/>
          <w:b/>
          <w:sz w:val="40"/>
          <w:szCs w:val="40"/>
        </w:rPr>
        <w:t>5</w:t>
      </w:r>
      <w:r>
        <w:rPr>
          <w:rFonts w:ascii="맑은 고딕" w:hAnsi="맑은 고딕"/>
          <w:b/>
          <w:sz w:val="40"/>
          <w:szCs w:val="40"/>
        </w:rPr>
        <w:t>] MATPLOTLIB</w:t>
      </w:r>
    </w:p>
    <w:p w:rsidR="00AA06AA" w:rsidRDefault="00AA06AA" w:rsidP="00AA06AA">
      <w:pPr>
        <w:ind w:firstLineChars="200" w:firstLine="800"/>
        <w:rPr>
          <w:rFonts w:ascii="맑은 고딕" w:hAnsi="맑은 고딕"/>
          <w:b/>
          <w:sz w:val="40"/>
          <w:szCs w:val="40"/>
        </w:rPr>
      </w:pPr>
      <w:r>
        <w:rPr>
          <w:rFonts w:ascii="맑은 고딕" w:hAnsi="맑은 고딕" w:hint="eastAsia"/>
          <w:b/>
          <w:sz w:val="40"/>
          <w:szCs w:val="40"/>
        </w:rPr>
        <w:t xml:space="preserve">새로운 </w:t>
      </w:r>
      <w:r w:rsidRPr="009E4CFD">
        <w:rPr>
          <w:rFonts w:ascii="맑은 고딕" w:hAnsi="맑은 고딕" w:hint="eastAsia"/>
          <w:b/>
          <w:sz w:val="40"/>
          <w:szCs w:val="40"/>
        </w:rPr>
        <w:t xml:space="preserve">위젯 및 속성 정리 </w:t>
      </w:r>
    </w:p>
    <w:p w:rsidR="000045A6" w:rsidRPr="000045A6" w:rsidRDefault="000045A6" w:rsidP="000045A6">
      <w:pPr>
        <w:rPr>
          <w:rFonts w:ascii="맑은 고딕" w:hAnsi="맑은 고딕"/>
          <w:b/>
          <w:sz w:val="28"/>
          <w:szCs w:val="28"/>
        </w:rPr>
      </w:pPr>
    </w:p>
    <w:p w:rsidR="003E19AE" w:rsidRDefault="003E19AE" w:rsidP="000045A6">
      <w:pPr>
        <w:rPr>
          <w:rFonts w:ascii="맑은 고딕" w:hAnsi="맑은 고딕"/>
          <w:sz w:val="32"/>
          <w:szCs w:val="32"/>
          <w:highlight w:val="cyan"/>
        </w:rPr>
      </w:pPr>
      <w:r w:rsidRPr="003E19AE">
        <w:rPr>
          <w:rFonts w:ascii="맑은 고딕" w:hAnsi="맑은 고딕" w:hint="eastAsia"/>
          <w:sz w:val="32"/>
          <w:szCs w:val="32"/>
          <w:highlight w:val="cyan"/>
        </w:rPr>
        <w:t>M</w:t>
      </w:r>
      <w:r w:rsidRPr="003E19AE">
        <w:rPr>
          <w:rFonts w:ascii="맑은 고딕" w:hAnsi="맑은 고딕"/>
          <w:sz w:val="32"/>
          <w:szCs w:val="32"/>
          <w:highlight w:val="cyan"/>
        </w:rPr>
        <w:t xml:space="preserve">atplotlib: </w:t>
      </w:r>
      <w:r w:rsidRPr="003E19AE">
        <w:rPr>
          <w:rFonts w:ascii="맑은 고딕" w:hAnsi="맑은 고딕" w:hint="eastAsia"/>
          <w:sz w:val="32"/>
          <w:szCs w:val="32"/>
          <w:highlight w:val="cyan"/>
        </w:rPr>
        <w:t>수학</w:t>
      </w:r>
      <w:r w:rsidRPr="003E19AE">
        <w:rPr>
          <w:rFonts w:ascii="맑은 고딕" w:hAnsi="맑은 고딕"/>
          <w:sz w:val="32"/>
          <w:szCs w:val="32"/>
          <w:highlight w:val="cyan"/>
        </w:rPr>
        <w:t xml:space="preserve"> </w:t>
      </w:r>
      <w:r w:rsidRPr="003E19AE">
        <w:rPr>
          <w:rFonts w:ascii="맑은 고딕" w:hAnsi="맑은 고딕" w:hint="eastAsia"/>
          <w:sz w:val="32"/>
          <w:szCs w:val="32"/>
          <w:highlight w:val="cyan"/>
        </w:rPr>
        <w:t>계산을 간편하게 하고 시각적 차트 등을 쉽게 그릴 수 있는 환경을 제공하는 파이썬 프로그램</w:t>
      </w:r>
    </w:p>
    <w:p w:rsidR="00CB3759" w:rsidRPr="003E19AE" w:rsidRDefault="00CB3759" w:rsidP="000045A6">
      <w:pPr>
        <w:rPr>
          <w:rFonts w:ascii="맑은 고딕" w:hAnsi="맑은 고딕"/>
          <w:b/>
          <w:sz w:val="32"/>
          <w:szCs w:val="32"/>
        </w:rPr>
      </w:pPr>
    </w:p>
    <w:p w:rsidR="003E19AE" w:rsidRDefault="00CB3759" w:rsidP="000045A6">
      <w:pPr>
        <w:rPr>
          <w:rFonts w:ascii="맑은 고딕" w:hAnsi="맑은 고딕"/>
          <w:sz w:val="26"/>
          <w:szCs w:val="26"/>
          <w:highlight w:val="yellow"/>
        </w:rPr>
      </w:pPr>
      <w:r w:rsidRPr="00CB3759">
        <w:rPr>
          <w:rFonts w:ascii="맑은 고딕" w:hAnsi="맑은 고딕"/>
          <w:b/>
          <w:sz w:val="26"/>
          <w:szCs w:val="26"/>
          <w:highlight w:val="yellow"/>
        </w:rPr>
        <w:t>Figure</w:t>
      </w:r>
      <w:r w:rsidRPr="00CB3759">
        <w:rPr>
          <w:rFonts w:ascii="맑은 고딕" w:hAnsi="맑은 고딕" w:hint="eastAsia"/>
          <w:b/>
          <w:sz w:val="26"/>
          <w:szCs w:val="26"/>
          <w:highlight w:val="yellow"/>
        </w:rPr>
        <w:t>클래스:</w:t>
      </w:r>
      <w:r w:rsidRPr="00CB3759">
        <w:rPr>
          <w:rFonts w:ascii="맑은 고딕" w:hAnsi="맑은 고딕"/>
          <w:b/>
          <w:sz w:val="26"/>
          <w:szCs w:val="26"/>
          <w:highlight w:val="yellow"/>
        </w:rPr>
        <w:t xml:space="preserve"> </w:t>
      </w:r>
      <w:r w:rsidRPr="00CB3759">
        <w:rPr>
          <w:rFonts w:ascii="맑은 고딕" w:hAnsi="맑은 고딕" w:hint="eastAsia"/>
          <w:sz w:val="26"/>
          <w:szCs w:val="26"/>
          <w:highlight w:val="yellow"/>
        </w:rPr>
        <w:t>생성자로 차트 틀을 제공하고</w:t>
      </w:r>
      <w:r w:rsidRPr="00CB3759">
        <w:rPr>
          <w:rFonts w:ascii="맑은 고딕" w:hAnsi="맑은 고딕"/>
          <w:sz w:val="26"/>
          <w:szCs w:val="26"/>
          <w:highlight w:val="yellow"/>
        </w:rPr>
        <w:t xml:space="preserve">, </w:t>
      </w:r>
      <w:r w:rsidRPr="00CB3759">
        <w:rPr>
          <w:rFonts w:ascii="맑은 고딕" w:hAnsi="맑은 고딕" w:hint="eastAsia"/>
          <w:sz w:val="26"/>
          <w:szCs w:val="26"/>
          <w:highlight w:val="yellow"/>
        </w:rPr>
        <w:t>차트의 설정과 다양화를 가능하게 하는 소스 블록</w:t>
      </w:r>
    </w:p>
    <w:p w:rsidR="00CB3759" w:rsidRPr="00CB3759" w:rsidRDefault="00CB3759" w:rsidP="000045A6">
      <w:pPr>
        <w:rPr>
          <w:rFonts w:ascii="맑은 고딕" w:hAnsi="맑은 고딕"/>
          <w:sz w:val="26"/>
          <w:szCs w:val="26"/>
        </w:rPr>
      </w:pPr>
    </w:p>
    <w:p w:rsidR="00A81F6E" w:rsidRDefault="000045A6" w:rsidP="000045A6">
      <w:pPr>
        <w:rPr>
          <w:rFonts w:ascii="맑은 고딕" w:hAnsi="맑은 고딕"/>
          <w:sz w:val="26"/>
          <w:szCs w:val="26"/>
        </w:rPr>
      </w:pPr>
      <w:r w:rsidRPr="000E14C6">
        <w:rPr>
          <w:rFonts w:ascii="맑은 고딕" w:hAnsi="맑은 고딕" w:hint="eastAsia"/>
          <w:b/>
          <w:sz w:val="26"/>
          <w:szCs w:val="26"/>
        </w:rPr>
        <w:t>F</w:t>
      </w:r>
      <w:r w:rsidRPr="000E14C6">
        <w:rPr>
          <w:rFonts w:ascii="맑은 고딕" w:hAnsi="맑은 고딕"/>
          <w:b/>
          <w:sz w:val="26"/>
          <w:szCs w:val="26"/>
        </w:rPr>
        <w:t>igure</w:t>
      </w:r>
      <w:r w:rsidR="00CB3759">
        <w:rPr>
          <w:rFonts w:ascii="맑은 고딕" w:hAnsi="맑은 고딕" w:hint="eastAsia"/>
          <w:b/>
          <w:sz w:val="26"/>
          <w:szCs w:val="26"/>
        </w:rPr>
        <w:t>클래스 생성자</w:t>
      </w:r>
      <w:r w:rsidRPr="000E14C6">
        <w:rPr>
          <w:rFonts w:ascii="맑은 고딕" w:hAnsi="맑은 고딕" w:hint="eastAsia"/>
          <w:b/>
          <w:sz w:val="26"/>
          <w:szCs w:val="26"/>
        </w:rPr>
        <w:t xml:space="preserve">의 </w:t>
      </w:r>
      <w:r w:rsidRPr="000E14C6">
        <w:rPr>
          <w:rFonts w:ascii="맑은 고딕" w:hAnsi="맑은 고딕"/>
          <w:b/>
          <w:sz w:val="26"/>
          <w:szCs w:val="26"/>
        </w:rPr>
        <w:t>(</w:t>
      </w:r>
      <w:r w:rsidRPr="000E14C6">
        <w:rPr>
          <w:rFonts w:ascii="맑은 고딕" w:hAnsi="맑은 고딕" w:hint="eastAsia"/>
          <w:b/>
          <w:sz w:val="26"/>
          <w:szCs w:val="26"/>
        </w:rPr>
        <w:t>차트 틀 위젯):</w:t>
      </w:r>
      <w:r w:rsidRPr="000E14C6">
        <w:rPr>
          <w:rFonts w:ascii="맑은 고딕" w:hAnsi="맑은 고딕"/>
          <w:b/>
          <w:sz w:val="26"/>
          <w:szCs w:val="26"/>
        </w:rPr>
        <w:t xml:space="preserve"> </w:t>
      </w:r>
      <w:r w:rsidR="000E14C6" w:rsidRPr="000E14C6">
        <w:rPr>
          <w:rFonts w:ascii="맑은 고딕" w:hAnsi="맑은 고딕" w:hint="eastAsia"/>
          <w:sz w:val="26"/>
          <w:szCs w:val="26"/>
        </w:rPr>
        <w:t xml:space="preserve">여러 개의 </w:t>
      </w:r>
      <w:r w:rsidR="000E14C6">
        <w:rPr>
          <w:rFonts w:ascii="맑은 고딕" w:hAnsi="맑은 고딕" w:hint="eastAsia"/>
          <w:sz w:val="26"/>
          <w:szCs w:val="26"/>
        </w:rPr>
        <w:t>차트를 담을 수 있는 공간</w:t>
      </w:r>
    </w:p>
    <w:p w:rsidR="001A27C9" w:rsidRDefault="001A27C9" w:rsidP="000045A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</w:t>
      </w:r>
      <w:r>
        <w:rPr>
          <w:rFonts w:ascii="맑은 고딕" w:hAnsi="맑은 고딕" w:hint="eastAsia"/>
          <w:sz w:val="26"/>
          <w:szCs w:val="26"/>
        </w:rPr>
        <w:t>f</w:t>
      </w:r>
      <w:r>
        <w:rPr>
          <w:rFonts w:ascii="맑은 고딕" w:hAnsi="맑은 고딕"/>
          <w:sz w:val="26"/>
          <w:szCs w:val="26"/>
        </w:rPr>
        <w:t>igsize:</w:t>
      </w:r>
      <w:r w:rsidR="00FB586D">
        <w:rPr>
          <w:rFonts w:ascii="맑은 고딕" w:hAnsi="맑은 고딕"/>
          <w:sz w:val="26"/>
          <w:szCs w:val="26"/>
        </w:rPr>
        <w:t xml:space="preserve"> 차트 </w:t>
      </w:r>
      <w:r w:rsidR="00FB586D">
        <w:rPr>
          <w:rFonts w:ascii="맑은 고딕" w:hAnsi="맑은 고딕" w:hint="eastAsia"/>
          <w:sz w:val="26"/>
          <w:szCs w:val="26"/>
        </w:rPr>
        <w:t>틀의 가로,세로 크기를 결정하는 속성이다.</w:t>
      </w:r>
    </w:p>
    <w:p w:rsidR="001A27C9" w:rsidRDefault="001A27C9" w:rsidP="000045A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facecolor:</w:t>
      </w:r>
      <w:r w:rsidR="00FB586D">
        <w:rPr>
          <w:rFonts w:ascii="맑은 고딕" w:hAnsi="맑은 고딕"/>
          <w:sz w:val="26"/>
          <w:szCs w:val="26"/>
        </w:rPr>
        <w:t xml:space="preserve"> </w:t>
      </w:r>
      <w:r w:rsidR="00FB586D">
        <w:rPr>
          <w:rFonts w:ascii="맑은 고딕" w:hAnsi="맑은 고딕" w:hint="eastAsia"/>
          <w:sz w:val="26"/>
          <w:szCs w:val="26"/>
        </w:rPr>
        <w:t>차트 틀</w:t>
      </w:r>
      <w:r w:rsidR="00FB586D">
        <w:rPr>
          <w:rFonts w:ascii="맑은 고딕" w:hAnsi="맑은 고딕"/>
          <w:sz w:val="26"/>
          <w:szCs w:val="26"/>
        </w:rPr>
        <w:t xml:space="preserve"> </w:t>
      </w:r>
      <w:r w:rsidR="00FB586D">
        <w:rPr>
          <w:rFonts w:ascii="맑은 고딕" w:hAnsi="맑은 고딕" w:hint="eastAsia"/>
          <w:sz w:val="26"/>
          <w:szCs w:val="26"/>
        </w:rPr>
        <w:t>배경 색을 결정하는 속성이다.</w:t>
      </w:r>
      <w:r w:rsidR="00FB586D">
        <w:rPr>
          <w:rFonts w:ascii="맑은 고딕" w:hAnsi="맑은 고딕"/>
          <w:sz w:val="26"/>
          <w:szCs w:val="26"/>
        </w:rPr>
        <w:t xml:space="preserve"> </w:t>
      </w:r>
    </w:p>
    <w:p w:rsidR="00024CD6" w:rsidRPr="000E14C6" w:rsidRDefault="00024CD6" w:rsidP="000045A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frameon:</w:t>
      </w:r>
      <w:r w:rsidR="00556E8E">
        <w:rPr>
          <w:rFonts w:ascii="맑은 고딕" w:hAnsi="맑은 고딕"/>
          <w:sz w:val="26"/>
          <w:szCs w:val="26"/>
        </w:rPr>
        <w:t xml:space="preserve"> </w:t>
      </w:r>
      <w:r w:rsidR="00556E8E">
        <w:rPr>
          <w:rFonts w:ascii="맑은 고딕" w:hAnsi="맑은 고딕" w:hint="eastAsia"/>
          <w:sz w:val="26"/>
          <w:szCs w:val="26"/>
        </w:rPr>
        <w:t>차트 틀 테두리를 결정하는 속성이다.</w:t>
      </w:r>
      <w:r w:rsidR="00556E8E">
        <w:rPr>
          <w:rFonts w:ascii="맑은 고딕" w:hAnsi="맑은 고딕"/>
          <w:sz w:val="26"/>
          <w:szCs w:val="26"/>
        </w:rPr>
        <w:t xml:space="preserve"> (true</w:t>
      </w:r>
      <w:r w:rsidR="00556E8E">
        <w:rPr>
          <w:rFonts w:ascii="맑은 고딕" w:hAnsi="맑은 고딕" w:hint="eastAsia"/>
          <w:sz w:val="26"/>
          <w:szCs w:val="26"/>
        </w:rPr>
        <w:t>일 때 생성)</w:t>
      </w:r>
    </w:p>
    <w:p w:rsidR="000045A6" w:rsidRDefault="000045A6" w:rsidP="000045A6">
      <w:pPr>
        <w:rPr>
          <w:rFonts w:ascii="맑은 고딕" w:hAnsi="맑은 고딕"/>
          <w:sz w:val="26"/>
          <w:szCs w:val="26"/>
        </w:rPr>
      </w:pPr>
      <w:r w:rsidRPr="000E14C6">
        <w:rPr>
          <w:rFonts w:ascii="맑은 고딕" w:hAnsi="맑은 고딕" w:hint="eastAsia"/>
          <w:b/>
          <w:sz w:val="26"/>
          <w:szCs w:val="26"/>
        </w:rPr>
        <w:t>s</w:t>
      </w:r>
      <w:r w:rsidRPr="000E14C6">
        <w:rPr>
          <w:rFonts w:ascii="맑은 고딕" w:hAnsi="맑은 고딕"/>
          <w:b/>
          <w:sz w:val="26"/>
          <w:szCs w:val="26"/>
        </w:rPr>
        <w:t>ubplot</w:t>
      </w:r>
      <w:r w:rsidRPr="000E14C6">
        <w:rPr>
          <w:rFonts w:ascii="맑은 고딕" w:hAnsi="맑은 고딕" w:hint="eastAsia"/>
          <w:b/>
          <w:sz w:val="26"/>
          <w:szCs w:val="26"/>
        </w:rPr>
        <w:t xml:space="preserve">메소드의 </w:t>
      </w:r>
      <w:r w:rsidRPr="000E14C6">
        <w:rPr>
          <w:rFonts w:ascii="맑은 고딕" w:hAnsi="맑은 고딕"/>
          <w:b/>
          <w:sz w:val="26"/>
          <w:szCs w:val="26"/>
        </w:rPr>
        <w:t>(</w:t>
      </w:r>
      <w:r w:rsidRPr="000E14C6">
        <w:rPr>
          <w:rFonts w:ascii="맑은 고딕" w:hAnsi="맑은 고딕" w:hint="eastAsia"/>
          <w:b/>
          <w:sz w:val="26"/>
          <w:szCs w:val="26"/>
        </w:rPr>
        <w:t>차트 위젯):</w:t>
      </w:r>
      <w:r w:rsidRPr="000E14C6">
        <w:rPr>
          <w:rFonts w:ascii="맑은 고딕" w:hAnsi="맑은 고딕"/>
          <w:b/>
          <w:sz w:val="26"/>
          <w:szCs w:val="26"/>
        </w:rPr>
        <w:t xml:space="preserve"> </w:t>
      </w:r>
      <w:r w:rsidR="000E14C6">
        <w:rPr>
          <w:rFonts w:ascii="맑은 고딕" w:hAnsi="맑은 고딕" w:hint="eastAsia"/>
          <w:sz w:val="26"/>
          <w:szCs w:val="26"/>
        </w:rPr>
        <w:t>여러 개의 그래프를 담을 수 있는 공간</w:t>
      </w:r>
    </w:p>
    <w:p w:rsidR="00024CD6" w:rsidRDefault="001A27C9" w:rsidP="000045A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projection:</w:t>
      </w:r>
      <w:r w:rsidR="00024CD6">
        <w:rPr>
          <w:rFonts w:ascii="맑은 고딕" w:hAnsi="맑은 고딕"/>
          <w:sz w:val="26"/>
          <w:szCs w:val="26"/>
        </w:rPr>
        <w:t xml:space="preserve"> </w:t>
      </w:r>
      <w:r w:rsidR="00024CD6">
        <w:rPr>
          <w:rFonts w:ascii="맑은 고딕" w:hAnsi="맑은 고딕" w:hint="eastAsia"/>
          <w:sz w:val="26"/>
          <w:szCs w:val="26"/>
        </w:rPr>
        <w:t xml:space="preserve">차트의 모양을 결정하는 속성이다. </w:t>
      </w:r>
      <w:r w:rsidR="00024CD6">
        <w:rPr>
          <w:rFonts w:ascii="맑은 고딕" w:hAnsi="맑은 고딕"/>
          <w:sz w:val="26"/>
          <w:szCs w:val="26"/>
        </w:rPr>
        <w:t>(polar</w:t>
      </w:r>
      <w:r w:rsidR="00024CD6">
        <w:rPr>
          <w:rFonts w:ascii="맑은 고딕" w:hAnsi="맑은 고딕" w:hint="eastAsia"/>
          <w:sz w:val="26"/>
          <w:szCs w:val="26"/>
        </w:rPr>
        <w:t>옵션일 때 원형 스타일)</w:t>
      </w:r>
    </w:p>
    <w:p w:rsidR="001A27C9" w:rsidRDefault="001A27C9" w:rsidP="000045A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/>
          <w:sz w:val="26"/>
          <w:szCs w:val="26"/>
        </w:rPr>
        <w:t>- facecolor:</w:t>
      </w:r>
      <w:r w:rsidR="00556E8E">
        <w:rPr>
          <w:rFonts w:ascii="맑은 고딕" w:hAnsi="맑은 고딕"/>
          <w:sz w:val="26"/>
          <w:szCs w:val="26"/>
        </w:rPr>
        <w:t xml:space="preserve"> </w:t>
      </w:r>
      <w:r w:rsidR="00556E8E">
        <w:rPr>
          <w:rFonts w:ascii="맑은 고딕" w:hAnsi="맑은 고딕" w:hint="eastAsia"/>
          <w:sz w:val="26"/>
          <w:szCs w:val="26"/>
        </w:rPr>
        <w:t>차트 배경 색을 결정하는 속성이다.</w:t>
      </w:r>
    </w:p>
    <w:p w:rsidR="001A27C9" w:rsidRDefault="001A27C9" w:rsidP="000045A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frameon:</w:t>
      </w:r>
      <w:r w:rsidR="00556E8E">
        <w:rPr>
          <w:rFonts w:ascii="맑은 고딕" w:hAnsi="맑은 고딕"/>
          <w:sz w:val="26"/>
          <w:szCs w:val="26"/>
        </w:rPr>
        <w:t xml:space="preserve"> </w:t>
      </w:r>
      <w:r w:rsidR="00556E8E">
        <w:rPr>
          <w:rFonts w:ascii="맑은 고딕" w:hAnsi="맑은 고딕" w:hint="eastAsia"/>
          <w:sz w:val="26"/>
          <w:szCs w:val="26"/>
        </w:rPr>
        <w:t>차트 테두리를 결정하는 속성이다.</w:t>
      </w:r>
      <w:r w:rsidR="00556E8E">
        <w:rPr>
          <w:rFonts w:ascii="맑은 고딕" w:hAnsi="맑은 고딕"/>
          <w:sz w:val="26"/>
          <w:szCs w:val="26"/>
        </w:rPr>
        <w:t xml:space="preserve"> (true</w:t>
      </w:r>
      <w:r w:rsidR="00556E8E">
        <w:rPr>
          <w:rFonts w:ascii="맑은 고딕" w:hAnsi="맑은 고딕" w:hint="eastAsia"/>
          <w:sz w:val="26"/>
          <w:szCs w:val="26"/>
        </w:rPr>
        <w:t>일 때 생성)</w:t>
      </w:r>
    </w:p>
    <w:p w:rsidR="001A27C9" w:rsidRDefault="001A27C9" w:rsidP="000045A6">
      <w:pPr>
        <w:rPr>
          <w:rFonts w:ascii="맑은 고딕" w:hAnsi="맑은 고딕"/>
          <w:b/>
          <w:sz w:val="26"/>
          <w:szCs w:val="26"/>
        </w:rPr>
      </w:pPr>
      <w:r>
        <w:rPr>
          <w:rFonts w:ascii="맑은 고딕" w:hAnsi="맑은 고딕"/>
          <w:b/>
          <w:sz w:val="26"/>
          <w:szCs w:val="26"/>
        </w:rPr>
        <w:t xml:space="preserve">= </w:t>
      </w:r>
      <w:r w:rsidRPr="001A27C9">
        <w:rPr>
          <w:rFonts w:ascii="맑은 고딕" w:hAnsi="맑은 고딕"/>
          <w:b/>
          <w:sz w:val="26"/>
          <w:szCs w:val="26"/>
        </w:rPr>
        <w:t>grid</w:t>
      </w:r>
      <w:r w:rsidRPr="001A27C9">
        <w:rPr>
          <w:rFonts w:ascii="맑은 고딕" w:hAnsi="맑은 고딕" w:hint="eastAsia"/>
          <w:b/>
          <w:sz w:val="26"/>
          <w:szCs w:val="26"/>
        </w:rPr>
        <w:t>메소드</w:t>
      </w:r>
      <w:r>
        <w:rPr>
          <w:rFonts w:ascii="맑은 고딕" w:hAnsi="맑은 고딕" w:hint="eastAsia"/>
          <w:b/>
          <w:sz w:val="26"/>
          <w:szCs w:val="26"/>
        </w:rPr>
        <w:t xml:space="preserve"> </w:t>
      </w:r>
      <w:r>
        <w:rPr>
          <w:rFonts w:ascii="맑은 고딕" w:hAnsi="맑은 고딕"/>
          <w:b/>
          <w:sz w:val="26"/>
          <w:szCs w:val="26"/>
        </w:rPr>
        <w:t>=</w:t>
      </w:r>
    </w:p>
    <w:p w:rsidR="001A27C9" w:rsidRDefault="001A27C9" w:rsidP="001A27C9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linestyle:</w:t>
      </w:r>
      <w:r w:rsidR="00556E8E">
        <w:rPr>
          <w:rFonts w:ascii="맑은 고딕" w:hAnsi="맑은 고딕"/>
          <w:sz w:val="26"/>
          <w:szCs w:val="26"/>
        </w:rPr>
        <w:t xml:space="preserve"> </w:t>
      </w:r>
      <w:r w:rsidR="002D286D">
        <w:rPr>
          <w:rFonts w:ascii="맑은 고딕" w:hAnsi="맑은 고딕" w:hint="eastAsia"/>
          <w:sz w:val="26"/>
          <w:szCs w:val="26"/>
        </w:rPr>
        <w:t>차트 배경선</w:t>
      </w:r>
      <w:r w:rsidR="00556E8E" w:rsidRPr="00556E8E">
        <w:rPr>
          <w:rFonts w:ascii="맑은 고딕" w:hAnsi="맑은 고딕"/>
          <w:sz w:val="26"/>
          <w:szCs w:val="26"/>
        </w:rPr>
        <w:t>(</w:t>
      </w:r>
      <w:r w:rsidR="00556E8E" w:rsidRPr="00556E8E">
        <w:rPr>
          <w:rFonts w:ascii="맑은 고딕" w:hAnsi="맑은 고딕" w:hint="eastAsia"/>
          <w:sz w:val="26"/>
          <w:szCs w:val="26"/>
        </w:rPr>
        <w:t xml:space="preserve">그래프 수치를 좀 더 수월하게 </w:t>
      </w:r>
      <w:r w:rsidR="002D286D">
        <w:rPr>
          <w:rFonts w:ascii="맑은 고딕" w:hAnsi="맑은 고딕"/>
          <w:sz w:val="26"/>
          <w:szCs w:val="26"/>
        </w:rPr>
        <w:t xml:space="preserve"> </w:t>
      </w:r>
      <w:r w:rsidR="002D286D">
        <w:rPr>
          <w:rFonts w:ascii="맑은 고딕" w:hAnsi="맑은 고딕" w:hint="eastAsia"/>
          <w:sz w:val="26"/>
          <w:szCs w:val="26"/>
        </w:rPr>
        <w:t xml:space="preserve">보게 </w:t>
      </w:r>
      <w:r w:rsidR="00556E8E" w:rsidRPr="00556E8E">
        <w:rPr>
          <w:rFonts w:ascii="맑은 고딕" w:hAnsi="맑은 고딕" w:hint="eastAsia"/>
          <w:sz w:val="26"/>
          <w:szCs w:val="26"/>
        </w:rPr>
        <w:t>하는 배경 선)</w:t>
      </w:r>
      <w:r w:rsidR="00556E8E">
        <w:rPr>
          <w:rFonts w:ascii="맑은 고딕" w:hAnsi="맑은 고딕" w:hint="eastAsia"/>
          <w:sz w:val="26"/>
          <w:szCs w:val="26"/>
        </w:rPr>
        <w:t>의 스타일을 결정한다.</w:t>
      </w:r>
      <w:r w:rsidR="00556E8E">
        <w:rPr>
          <w:rFonts w:ascii="맑은 고딕" w:hAnsi="맑은 고딕"/>
          <w:sz w:val="26"/>
          <w:szCs w:val="26"/>
        </w:rPr>
        <w:t xml:space="preserve"> </w:t>
      </w:r>
    </w:p>
    <w:p w:rsidR="00556E8E" w:rsidRPr="002D286D" w:rsidRDefault="00556E8E" w:rsidP="001A27C9">
      <w:pPr>
        <w:rPr>
          <w:rFonts w:ascii="맑은 고딕" w:hAnsi="맑은 고딕"/>
          <w:sz w:val="24"/>
          <w:szCs w:val="24"/>
        </w:rPr>
      </w:pPr>
      <w:r w:rsidRPr="002D286D">
        <w:rPr>
          <w:rFonts w:ascii="맑은 고딕" w:hAnsi="맑은 고딕" w:hint="eastAsia"/>
          <w:sz w:val="24"/>
          <w:szCs w:val="24"/>
        </w:rPr>
        <w:t xml:space="preserve">(옵션이 </w:t>
      </w:r>
      <w:r w:rsidRPr="002D286D">
        <w:rPr>
          <w:rFonts w:ascii="맑은 고딕" w:hAnsi="맑은 고딕"/>
          <w:sz w:val="24"/>
          <w:szCs w:val="24"/>
        </w:rPr>
        <w:t>‘-‘</w:t>
      </w:r>
      <w:r w:rsidRPr="002D286D">
        <w:rPr>
          <w:rFonts w:ascii="맑은 고딕" w:hAnsi="맑은 고딕" w:hint="eastAsia"/>
          <w:sz w:val="24"/>
          <w:szCs w:val="24"/>
        </w:rPr>
        <w:t>일 때는 점선으로,</w:t>
      </w:r>
      <w:r w:rsidRPr="002D286D">
        <w:rPr>
          <w:rFonts w:ascii="맑은 고딕" w:hAnsi="맑은 고딕"/>
          <w:sz w:val="24"/>
          <w:szCs w:val="24"/>
        </w:rPr>
        <w:t xml:space="preserve"> ‘—‘</w:t>
      </w:r>
      <w:r w:rsidRPr="002D286D">
        <w:rPr>
          <w:rFonts w:ascii="맑은 고딕" w:hAnsi="맑은 고딕" w:hint="eastAsia"/>
          <w:sz w:val="24"/>
          <w:szCs w:val="24"/>
        </w:rPr>
        <w:t>일 때는 실선으로 표시한다.</w:t>
      </w:r>
      <w:r w:rsidRPr="002D286D">
        <w:rPr>
          <w:rFonts w:ascii="맑은 고딕" w:hAnsi="맑은 고딕"/>
          <w:sz w:val="24"/>
          <w:szCs w:val="24"/>
        </w:rPr>
        <w:t>)</w:t>
      </w:r>
    </w:p>
    <w:p w:rsidR="002D286D" w:rsidRDefault="001A27C9" w:rsidP="001A27C9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c: </w:t>
      </w:r>
      <w:r w:rsidR="002D286D">
        <w:rPr>
          <w:rFonts w:ascii="맑은 고딕" w:hAnsi="맑은 고딕" w:hint="eastAsia"/>
          <w:sz w:val="26"/>
          <w:szCs w:val="26"/>
        </w:rPr>
        <w:t>차트 배경선의 색상을 결정하는 속성이다.</w:t>
      </w:r>
    </w:p>
    <w:p w:rsidR="002D286D" w:rsidRPr="002D286D" w:rsidRDefault="002D286D" w:rsidP="001A27C9">
      <w:pPr>
        <w:rPr>
          <w:rFonts w:ascii="맑은 고딕" w:hAnsi="맑은 고딕"/>
          <w:sz w:val="24"/>
          <w:szCs w:val="24"/>
        </w:rPr>
      </w:pPr>
      <w:r w:rsidRPr="002D286D">
        <w:rPr>
          <w:rFonts w:ascii="맑은 고딕" w:hAnsi="맑은 고딕" w:hint="eastAsia"/>
          <w:sz w:val="24"/>
          <w:szCs w:val="24"/>
        </w:rPr>
        <w:t xml:space="preserve">(옵션이 </w:t>
      </w:r>
      <w:r w:rsidRPr="002D286D">
        <w:rPr>
          <w:rFonts w:ascii="맑은 고딕" w:hAnsi="맑은 고딕"/>
          <w:sz w:val="24"/>
          <w:szCs w:val="24"/>
        </w:rPr>
        <w:t>‘r’</w:t>
      </w:r>
      <w:r w:rsidRPr="002D286D">
        <w:rPr>
          <w:rFonts w:ascii="맑은 고딕" w:hAnsi="맑은 고딕" w:hint="eastAsia"/>
          <w:sz w:val="24"/>
          <w:szCs w:val="24"/>
        </w:rPr>
        <w:t xml:space="preserve">일 때는 </w:t>
      </w:r>
      <w:r w:rsidRPr="002D286D">
        <w:rPr>
          <w:rFonts w:ascii="맑은 고딕" w:hAnsi="맑은 고딕"/>
          <w:sz w:val="24"/>
          <w:szCs w:val="24"/>
        </w:rPr>
        <w:t>red, ‘g’</w:t>
      </w:r>
      <w:r w:rsidRPr="002D286D">
        <w:rPr>
          <w:rFonts w:ascii="맑은 고딕" w:hAnsi="맑은 고딕" w:hint="eastAsia"/>
          <w:sz w:val="24"/>
          <w:szCs w:val="24"/>
        </w:rPr>
        <w:t xml:space="preserve">일 때는 </w:t>
      </w:r>
      <w:r w:rsidRPr="002D286D">
        <w:rPr>
          <w:rFonts w:ascii="맑은 고딕" w:hAnsi="맑은 고딕"/>
          <w:sz w:val="24"/>
          <w:szCs w:val="24"/>
        </w:rPr>
        <w:t>green, ‘</w:t>
      </w:r>
      <w:r w:rsidRPr="002D286D">
        <w:rPr>
          <w:rFonts w:ascii="맑은 고딕" w:hAnsi="맑은 고딕" w:hint="eastAsia"/>
          <w:sz w:val="24"/>
          <w:szCs w:val="24"/>
        </w:rPr>
        <w:t>b</w:t>
      </w:r>
      <w:r w:rsidRPr="002D286D">
        <w:rPr>
          <w:rFonts w:ascii="맑은 고딕" w:hAnsi="맑은 고딕"/>
          <w:sz w:val="24"/>
          <w:szCs w:val="24"/>
        </w:rPr>
        <w:t>’</w:t>
      </w:r>
      <w:r w:rsidRPr="002D286D">
        <w:rPr>
          <w:rFonts w:ascii="맑은 고딕" w:hAnsi="맑은 고딕" w:hint="eastAsia"/>
          <w:sz w:val="24"/>
          <w:szCs w:val="24"/>
        </w:rPr>
        <w:t xml:space="preserve">일 때는 </w:t>
      </w:r>
      <w:r w:rsidRPr="002D286D">
        <w:rPr>
          <w:rFonts w:ascii="맑은 고딕" w:hAnsi="맑은 고딕"/>
          <w:sz w:val="24"/>
          <w:szCs w:val="24"/>
        </w:rPr>
        <w:t>blue</w:t>
      </w:r>
      <w:r w:rsidRPr="002D286D">
        <w:rPr>
          <w:rFonts w:ascii="맑은 고딕" w:hAnsi="맑은 고딕" w:hint="eastAsia"/>
          <w:sz w:val="24"/>
          <w:szCs w:val="24"/>
        </w:rPr>
        <w:t>이다.</w:t>
      </w:r>
      <w:r w:rsidRPr="002D286D">
        <w:rPr>
          <w:rFonts w:ascii="맑은 고딕" w:hAnsi="맑은 고딕"/>
          <w:sz w:val="24"/>
          <w:szCs w:val="24"/>
        </w:rPr>
        <w:t xml:space="preserve"> </w:t>
      </w:r>
      <w:r w:rsidRPr="002D286D">
        <w:rPr>
          <w:rFonts w:ascii="맑은 고딕" w:hAnsi="맑은 고딕" w:hint="eastAsia"/>
          <w:sz w:val="24"/>
          <w:szCs w:val="24"/>
        </w:rPr>
        <w:t>나머지 색은 풀네임을 입력)</w:t>
      </w:r>
    </w:p>
    <w:p w:rsidR="001A27C9" w:rsidRDefault="000045A6" w:rsidP="00383336">
      <w:pPr>
        <w:rPr>
          <w:rFonts w:ascii="맑은 고딕" w:hAnsi="맑은 고딕"/>
          <w:sz w:val="26"/>
          <w:szCs w:val="26"/>
        </w:rPr>
      </w:pPr>
      <w:r w:rsidRPr="000E14C6">
        <w:rPr>
          <w:rFonts w:ascii="맑은 고딕" w:hAnsi="맑은 고딕" w:hint="eastAsia"/>
          <w:b/>
          <w:sz w:val="26"/>
          <w:szCs w:val="26"/>
        </w:rPr>
        <w:t>p</w:t>
      </w:r>
      <w:r w:rsidRPr="000E14C6">
        <w:rPr>
          <w:rFonts w:ascii="맑은 고딕" w:hAnsi="맑은 고딕"/>
          <w:b/>
          <w:sz w:val="26"/>
          <w:szCs w:val="26"/>
        </w:rPr>
        <w:t>lot</w:t>
      </w:r>
      <w:r w:rsidRPr="000E14C6">
        <w:rPr>
          <w:rFonts w:ascii="맑은 고딕" w:hAnsi="맑은 고딕" w:hint="eastAsia"/>
          <w:b/>
          <w:sz w:val="26"/>
          <w:szCs w:val="26"/>
        </w:rPr>
        <w:t xml:space="preserve">메소드의 </w:t>
      </w:r>
      <w:r w:rsidRPr="000E14C6">
        <w:rPr>
          <w:rFonts w:ascii="맑은 고딕" w:hAnsi="맑은 고딕"/>
          <w:b/>
          <w:sz w:val="26"/>
          <w:szCs w:val="26"/>
        </w:rPr>
        <w:t>(</w:t>
      </w:r>
      <w:r w:rsidRPr="000E14C6">
        <w:rPr>
          <w:rFonts w:ascii="맑은 고딕" w:hAnsi="맑은 고딕" w:hint="eastAsia"/>
          <w:b/>
          <w:sz w:val="26"/>
          <w:szCs w:val="26"/>
        </w:rPr>
        <w:t>그래프 위젯):</w:t>
      </w:r>
      <w:r w:rsidRPr="000E14C6">
        <w:rPr>
          <w:rFonts w:ascii="맑은 고딕" w:hAnsi="맑은 고딕"/>
          <w:b/>
          <w:sz w:val="26"/>
          <w:szCs w:val="26"/>
        </w:rPr>
        <w:t xml:space="preserve"> </w:t>
      </w:r>
      <w:r w:rsidR="000E14C6" w:rsidRPr="000E14C6">
        <w:rPr>
          <w:rFonts w:ascii="맑은 고딕" w:hAnsi="맑은 고딕"/>
          <w:sz w:val="26"/>
          <w:szCs w:val="26"/>
        </w:rPr>
        <w:t>x,y</w:t>
      </w:r>
      <w:r w:rsidR="000E14C6" w:rsidRPr="000E14C6">
        <w:rPr>
          <w:rFonts w:ascii="맑은 고딕" w:hAnsi="맑은 고딕" w:hint="eastAsia"/>
          <w:sz w:val="26"/>
          <w:szCs w:val="26"/>
        </w:rPr>
        <w:t>값들을</w:t>
      </w:r>
      <w:r w:rsidR="000E14C6" w:rsidRPr="000E14C6">
        <w:rPr>
          <w:rFonts w:ascii="맑은 고딕" w:hAnsi="맑은 고딕"/>
          <w:sz w:val="26"/>
          <w:szCs w:val="26"/>
        </w:rPr>
        <w:t>(</w:t>
      </w:r>
      <w:r w:rsidR="000E14C6" w:rsidRPr="000E14C6">
        <w:rPr>
          <w:rFonts w:ascii="맑은 고딕" w:hAnsi="맑은 고딕" w:hint="eastAsia"/>
          <w:sz w:val="26"/>
          <w:szCs w:val="26"/>
        </w:rPr>
        <w:t xml:space="preserve">수치를) 그래픽으로 나타낸 것 </w:t>
      </w:r>
    </w:p>
    <w:p w:rsidR="00383336" w:rsidRPr="00383336" w:rsidRDefault="00383336" w:rsidP="00383336">
      <w:pPr>
        <w:rPr>
          <w:rFonts w:ascii="맑은 고딕" w:hAnsi="맑은 고딕"/>
          <w:sz w:val="26"/>
          <w:szCs w:val="26"/>
        </w:rPr>
      </w:pPr>
      <w:r>
        <w:rPr>
          <w:rFonts w:ascii="맑은 고딕" w:hAnsi="맑은 고딕" w:hint="eastAsia"/>
          <w:sz w:val="26"/>
          <w:szCs w:val="26"/>
        </w:rPr>
        <w:t>-</w:t>
      </w:r>
      <w:r>
        <w:rPr>
          <w:rFonts w:ascii="맑은 고딕" w:hAnsi="맑은 고딕"/>
          <w:sz w:val="26"/>
          <w:szCs w:val="26"/>
        </w:rPr>
        <w:t xml:space="preserve"> color: </w:t>
      </w:r>
      <w:r w:rsidR="000440AF">
        <w:rPr>
          <w:rFonts w:ascii="맑은 고딕" w:hAnsi="맑은 고딕" w:hint="eastAsia"/>
          <w:sz w:val="26"/>
          <w:szCs w:val="26"/>
        </w:rPr>
        <w:t>그래프의 색상을 결정한다.</w:t>
      </w:r>
      <w:r w:rsidR="000440AF">
        <w:rPr>
          <w:rFonts w:ascii="맑은 고딕" w:hAnsi="맑은 고딕"/>
          <w:sz w:val="26"/>
          <w:szCs w:val="26"/>
        </w:rPr>
        <w:t xml:space="preserve"> </w:t>
      </w:r>
    </w:p>
    <w:p w:rsidR="0031059F" w:rsidRPr="00624047" w:rsidRDefault="00AE1D4D" w:rsidP="000045A6">
      <w:pPr>
        <w:rPr>
          <w:rFonts w:ascii="맑은 고딕" w:hAnsi="맑은 고딕"/>
          <w:sz w:val="26"/>
          <w:szCs w:val="26"/>
        </w:rPr>
      </w:pPr>
      <w:r w:rsidRPr="000E14C6">
        <w:rPr>
          <w:rFonts w:ascii="맑은 고딕" w:hAnsi="맑은 고딕" w:hint="eastAsia"/>
          <w:b/>
          <w:sz w:val="26"/>
          <w:szCs w:val="26"/>
        </w:rPr>
        <w:t>l</w:t>
      </w:r>
      <w:r w:rsidRPr="000E14C6">
        <w:rPr>
          <w:rFonts w:ascii="맑은 고딕" w:hAnsi="맑은 고딕"/>
          <w:b/>
          <w:sz w:val="26"/>
          <w:szCs w:val="26"/>
        </w:rPr>
        <w:t>egend</w:t>
      </w:r>
      <w:r w:rsidRPr="000E14C6">
        <w:rPr>
          <w:rFonts w:ascii="맑은 고딕" w:hAnsi="맑은 고딕" w:hint="eastAsia"/>
          <w:b/>
          <w:sz w:val="26"/>
          <w:szCs w:val="26"/>
        </w:rPr>
        <w:t xml:space="preserve">메소드의 </w:t>
      </w:r>
      <w:r w:rsidRPr="000E14C6">
        <w:rPr>
          <w:rFonts w:ascii="맑은 고딕" w:hAnsi="맑은 고딕"/>
          <w:b/>
          <w:sz w:val="26"/>
          <w:szCs w:val="26"/>
        </w:rPr>
        <w:t>(</w:t>
      </w:r>
      <w:r w:rsidRPr="000E14C6">
        <w:rPr>
          <w:rFonts w:ascii="맑은 고딕" w:hAnsi="맑은 고딕" w:hint="eastAsia"/>
          <w:b/>
          <w:sz w:val="26"/>
          <w:szCs w:val="26"/>
        </w:rPr>
        <w:t xml:space="preserve">차트 범례 </w:t>
      </w:r>
      <w:r w:rsidR="000045A6" w:rsidRPr="000E14C6">
        <w:rPr>
          <w:rFonts w:ascii="맑은 고딕" w:hAnsi="맑은 고딕" w:hint="eastAsia"/>
          <w:b/>
          <w:sz w:val="26"/>
          <w:szCs w:val="26"/>
        </w:rPr>
        <w:t>위젯</w:t>
      </w:r>
      <w:r w:rsidRPr="000E14C6">
        <w:rPr>
          <w:rFonts w:ascii="맑은 고딕" w:hAnsi="맑은 고딕" w:hint="eastAsia"/>
          <w:b/>
          <w:sz w:val="26"/>
          <w:szCs w:val="26"/>
        </w:rPr>
        <w:t>)</w:t>
      </w:r>
      <w:r w:rsidR="000045A6" w:rsidRPr="000E14C6">
        <w:rPr>
          <w:rFonts w:ascii="맑은 고딕" w:hAnsi="맑은 고딕" w:hint="eastAsia"/>
          <w:b/>
          <w:sz w:val="26"/>
          <w:szCs w:val="26"/>
        </w:rPr>
        <w:t>:</w:t>
      </w:r>
      <w:r w:rsidR="000045A6" w:rsidRPr="000E14C6">
        <w:rPr>
          <w:rFonts w:ascii="맑은 고딕" w:hAnsi="맑은 고딕"/>
          <w:b/>
          <w:sz w:val="26"/>
          <w:szCs w:val="26"/>
        </w:rPr>
        <w:t xml:space="preserve"> </w:t>
      </w:r>
      <w:r w:rsidR="008266B0" w:rsidRPr="008266B0">
        <w:rPr>
          <w:rFonts w:ascii="맑은 고딕" w:hAnsi="맑은 고딕" w:hint="eastAsia"/>
          <w:sz w:val="26"/>
          <w:szCs w:val="26"/>
        </w:rPr>
        <w:t>그래프를 설명해주는 틀 위에 있는 위젯</w:t>
      </w:r>
    </w:p>
    <w:sectPr w:rsidR="0031059F" w:rsidRPr="00624047" w:rsidSect="005424B3">
      <w:footerReference w:type="default" r:id="rId19"/>
      <w:headerReference w:type="first" r:id="rId20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93C" w:rsidRDefault="0030693C" w:rsidP="004A7542">
      <w:pPr>
        <w:spacing w:after="0" w:line="240" w:lineRule="auto"/>
      </w:pPr>
      <w:r>
        <w:separator/>
      </w:r>
    </w:p>
  </w:endnote>
  <w:endnote w:type="continuationSeparator" w:id="0">
    <w:p w:rsidR="0030693C" w:rsidRDefault="0030693C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0811" w:rsidRDefault="00F80811" w:rsidP="00B13FE2">
        <w:pPr>
          <w:pStyle w:val="a4"/>
        </w:pPr>
        <w:r>
          <w:rPr>
            <w:lang w:val="ko-KR" w:bidi="ko-KR"/>
          </w:rPr>
          <w:fldChar w:fldCharType="begin"/>
        </w:r>
        <w:r>
          <w:rPr>
            <w:lang w:val="ko-KR" w:bidi="ko-KR"/>
          </w:rPr>
          <w:instrText xml:space="preserve"> PAGE   \* MERGEFORMAT </w:instrText>
        </w:r>
        <w:r>
          <w:rPr>
            <w:lang w:val="ko-KR" w:bidi="ko-KR"/>
          </w:rPr>
          <w:fldChar w:fldCharType="separate"/>
        </w:r>
        <w:r>
          <w:rPr>
            <w:noProof/>
            <w:lang w:val="ko-KR" w:bidi="ko-KR"/>
          </w:rPr>
          <w:t>2</w:t>
        </w:r>
        <w:r>
          <w:rPr>
            <w:noProof/>
            <w:lang w:val="ko-KR" w:bidi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93C" w:rsidRDefault="0030693C" w:rsidP="004A7542">
      <w:pPr>
        <w:spacing w:after="0" w:line="240" w:lineRule="auto"/>
      </w:pPr>
      <w:r>
        <w:separator/>
      </w:r>
    </w:p>
  </w:footnote>
  <w:footnote w:type="continuationSeparator" w:id="0">
    <w:p w:rsidR="0030693C" w:rsidRDefault="0030693C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811" w:rsidRPr="00001191" w:rsidRDefault="00F80811" w:rsidP="00B61C89">
    <w:pPr>
      <w:pStyle w:val="a3"/>
      <w:ind w:firstLineChars="600" w:firstLine="3240"/>
      <w:jc w:val="left"/>
      <w:rPr>
        <w:rFonts w:ascii="맑은 고딕" w:hAnsi="맑은 고딕"/>
      </w:rPr>
    </w:pPr>
    <w:r>
      <w:rPr>
        <w:rFonts w:ascii="맑은 고딕" w:hAnsi="맑은 고딕" w:hint="eastAsia"/>
      </w:rPr>
      <w:t>python-</w:t>
    </w:r>
    <w:r>
      <w:rPr>
        <w:rFonts w:ascii="맑은 고딕" w:hAnsi="맑은 고딕"/>
      </w:rPr>
      <w:t>7</w:t>
    </w:r>
    <w:r>
      <w:rPr>
        <w:rFonts w:ascii="맑은 고딕" w:hAnsi="맑은 고딕" w:hint="eastAsia"/>
      </w:rPr>
      <w:t>주차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1F7371"/>
    <w:multiLevelType w:val="hybridMultilevel"/>
    <w:tmpl w:val="2510477E"/>
    <w:lvl w:ilvl="0" w:tplc="534C096E">
      <w:start w:val="2"/>
      <w:numFmt w:val="bullet"/>
      <w:lvlText w:val=""/>
      <w:lvlJc w:val="left"/>
      <w:pPr>
        <w:ind w:left="832" w:hanging="432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8035B0E"/>
    <w:multiLevelType w:val="hybridMultilevel"/>
    <w:tmpl w:val="FBCEDACC"/>
    <w:lvl w:ilvl="0" w:tplc="B59A8B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B927495"/>
    <w:multiLevelType w:val="hybridMultilevel"/>
    <w:tmpl w:val="3D74D4B2"/>
    <w:lvl w:ilvl="0" w:tplc="A23A2426">
      <w:start w:val="2"/>
      <w:numFmt w:val="bullet"/>
      <w:lvlText w:val=""/>
      <w:lvlJc w:val="left"/>
      <w:pPr>
        <w:ind w:left="832" w:hanging="432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7F92340"/>
    <w:multiLevelType w:val="hybridMultilevel"/>
    <w:tmpl w:val="E646D002"/>
    <w:lvl w:ilvl="0" w:tplc="1270B89C">
      <w:start w:val="4"/>
      <w:numFmt w:val="bullet"/>
      <w:lvlText w:val="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30D0374"/>
    <w:multiLevelType w:val="hybridMultilevel"/>
    <w:tmpl w:val="9AC4B92C"/>
    <w:lvl w:ilvl="0" w:tplc="E1FC3CCA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9" w15:restartNumberingAfterBreak="0">
    <w:nsid w:val="454074CE"/>
    <w:multiLevelType w:val="hybridMultilevel"/>
    <w:tmpl w:val="CF6E6548"/>
    <w:lvl w:ilvl="0" w:tplc="56543FE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B036815"/>
    <w:multiLevelType w:val="multilevel"/>
    <w:tmpl w:val="E532429C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F4D037D"/>
    <w:multiLevelType w:val="multilevel"/>
    <w:tmpl w:val="552E29B6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C8642AA"/>
    <w:multiLevelType w:val="multilevel"/>
    <w:tmpl w:val="04090023"/>
    <w:lvl w:ilvl="0">
      <w:start w:val="1"/>
      <w:numFmt w:val="upperRoman"/>
      <w:lvlText w:val="문서 %1."/>
      <w:lvlJc w:val="left"/>
      <w:pPr>
        <w:ind w:left="0" w:firstLine="0"/>
      </w:pPr>
    </w:lvl>
    <w:lvl w:ilvl="1">
      <w:start w:val="1"/>
      <w:numFmt w:val="decimalZero"/>
      <w:isLgl/>
      <w:lvlText w:val="구역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3462EE5"/>
    <w:multiLevelType w:val="hybridMultilevel"/>
    <w:tmpl w:val="88BAB102"/>
    <w:lvl w:ilvl="0" w:tplc="00C83F4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62C4851"/>
    <w:multiLevelType w:val="hybridMultilevel"/>
    <w:tmpl w:val="3FE21EBA"/>
    <w:lvl w:ilvl="0" w:tplc="B67E858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1"/>
  </w:num>
  <w:num w:numId="2">
    <w:abstractNumId w:val="22"/>
  </w:num>
  <w:num w:numId="3">
    <w:abstractNumId w:val="11"/>
  </w:num>
  <w:num w:numId="4">
    <w:abstractNumId w:val="16"/>
  </w:num>
  <w:num w:numId="5">
    <w:abstractNumId w:val="14"/>
  </w:num>
  <w:num w:numId="6">
    <w:abstractNumId w:val="20"/>
  </w:num>
  <w:num w:numId="7">
    <w:abstractNumId w:val="17"/>
  </w:num>
  <w:num w:numId="8">
    <w:abstractNumId w:val="2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25"/>
  </w:num>
  <w:num w:numId="21">
    <w:abstractNumId w:val="13"/>
  </w:num>
  <w:num w:numId="22">
    <w:abstractNumId w:val="10"/>
  </w:num>
  <w:num w:numId="23">
    <w:abstractNumId w:val="12"/>
  </w:num>
  <w:num w:numId="24">
    <w:abstractNumId w:val="19"/>
  </w:num>
  <w:num w:numId="25">
    <w:abstractNumId w:val="1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AFC"/>
    <w:rsid w:val="00001191"/>
    <w:rsid w:val="00002860"/>
    <w:rsid w:val="000045A6"/>
    <w:rsid w:val="0000663D"/>
    <w:rsid w:val="00011C73"/>
    <w:rsid w:val="00011F16"/>
    <w:rsid w:val="00015AFC"/>
    <w:rsid w:val="000211B9"/>
    <w:rsid w:val="00023D47"/>
    <w:rsid w:val="00023E26"/>
    <w:rsid w:val="00024CD6"/>
    <w:rsid w:val="00025D63"/>
    <w:rsid w:val="00032E5E"/>
    <w:rsid w:val="000403D5"/>
    <w:rsid w:val="000440AF"/>
    <w:rsid w:val="00047AE9"/>
    <w:rsid w:val="00047DE2"/>
    <w:rsid w:val="00056622"/>
    <w:rsid w:val="0005796D"/>
    <w:rsid w:val="00061B4A"/>
    <w:rsid w:val="00062345"/>
    <w:rsid w:val="0006304A"/>
    <w:rsid w:val="000637D9"/>
    <w:rsid w:val="000642E0"/>
    <w:rsid w:val="00072ED0"/>
    <w:rsid w:val="00074EFF"/>
    <w:rsid w:val="000817E6"/>
    <w:rsid w:val="00092B82"/>
    <w:rsid w:val="0009372C"/>
    <w:rsid w:val="00093EA7"/>
    <w:rsid w:val="0009415E"/>
    <w:rsid w:val="000A25FA"/>
    <w:rsid w:val="000A49C0"/>
    <w:rsid w:val="000A4A9A"/>
    <w:rsid w:val="000A7E36"/>
    <w:rsid w:val="000B47DA"/>
    <w:rsid w:val="000B4E1C"/>
    <w:rsid w:val="000B5AE5"/>
    <w:rsid w:val="000B7692"/>
    <w:rsid w:val="000C5573"/>
    <w:rsid w:val="000D5B90"/>
    <w:rsid w:val="000D7A83"/>
    <w:rsid w:val="000E14C6"/>
    <w:rsid w:val="000E3921"/>
    <w:rsid w:val="000E3B1C"/>
    <w:rsid w:val="000E51D8"/>
    <w:rsid w:val="000E568C"/>
    <w:rsid w:val="000E5953"/>
    <w:rsid w:val="000E6960"/>
    <w:rsid w:val="000F0568"/>
    <w:rsid w:val="000F10BA"/>
    <w:rsid w:val="000F138F"/>
    <w:rsid w:val="000F1F48"/>
    <w:rsid w:val="000F26B7"/>
    <w:rsid w:val="000F7833"/>
    <w:rsid w:val="001033B9"/>
    <w:rsid w:val="00110A8C"/>
    <w:rsid w:val="001232C2"/>
    <w:rsid w:val="00126F62"/>
    <w:rsid w:val="001303FE"/>
    <w:rsid w:val="001328E1"/>
    <w:rsid w:val="001341BA"/>
    <w:rsid w:val="00134FAD"/>
    <w:rsid w:val="00137DE4"/>
    <w:rsid w:val="00141AB7"/>
    <w:rsid w:val="00146C21"/>
    <w:rsid w:val="00147231"/>
    <w:rsid w:val="00150DF8"/>
    <w:rsid w:val="00151AD9"/>
    <w:rsid w:val="00153EF2"/>
    <w:rsid w:val="00160DF5"/>
    <w:rsid w:val="00163580"/>
    <w:rsid w:val="00164CF5"/>
    <w:rsid w:val="00174239"/>
    <w:rsid w:val="00181A80"/>
    <w:rsid w:val="00184C25"/>
    <w:rsid w:val="00187D87"/>
    <w:rsid w:val="00192865"/>
    <w:rsid w:val="00195902"/>
    <w:rsid w:val="00197269"/>
    <w:rsid w:val="001A27C9"/>
    <w:rsid w:val="001A3781"/>
    <w:rsid w:val="001A38FE"/>
    <w:rsid w:val="001A7B4E"/>
    <w:rsid w:val="001B2F0E"/>
    <w:rsid w:val="001B3F08"/>
    <w:rsid w:val="001C0944"/>
    <w:rsid w:val="001C2E98"/>
    <w:rsid w:val="001C311A"/>
    <w:rsid w:val="001C40B7"/>
    <w:rsid w:val="001C4FB9"/>
    <w:rsid w:val="001C6180"/>
    <w:rsid w:val="001D1C13"/>
    <w:rsid w:val="001D52B6"/>
    <w:rsid w:val="001E1933"/>
    <w:rsid w:val="001E5E00"/>
    <w:rsid w:val="001E7B60"/>
    <w:rsid w:val="001F259B"/>
    <w:rsid w:val="00202C58"/>
    <w:rsid w:val="0020418D"/>
    <w:rsid w:val="00204C74"/>
    <w:rsid w:val="00210152"/>
    <w:rsid w:val="00220224"/>
    <w:rsid w:val="002235FC"/>
    <w:rsid w:val="00224E48"/>
    <w:rsid w:val="002275B7"/>
    <w:rsid w:val="00227BA3"/>
    <w:rsid w:val="00232FA5"/>
    <w:rsid w:val="002332CA"/>
    <w:rsid w:val="00235DEB"/>
    <w:rsid w:val="002367B6"/>
    <w:rsid w:val="002370D5"/>
    <w:rsid w:val="0024440E"/>
    <w:rsid w:val="00256B72"/>
    <w:rsid w:val="00265622"/>
    <w:rsid w:val="00265BD6"/>
    <w:rsid w:val="00266C7C"/>
    <w:rsid w:val="002706C9"/>
    <w:rsid w:val="002718A5"/>
    <w:rsid w:val="0027390D"/>
    <w:rsid w:val="0027763C"/>
    <w:rsid w:val="00281E0B"/>
    <w:rsid w:val="00282542"/>
    <w:rsid w:val="0028320B"/>
    <w:rsid w:val="00283D90"/>
    <w:rsid w:val="002862CB"/>
    <w:rsid w:val="00291601"/>
    <w:rsid w:val="00291AE7"/>
    <w:rsid w:val="00293B83"/>
    <w:rsid w:val="002971D4"/>
    <w:rsid w:val="002B5412"/>
    <w:rsid w:val="002B68FE"/>
    <w:rsid w:val="002C00A7"/>
    <w:rsid w:val="002C0DA4"/>
    <w:rsid w:val="002C17F2"/>
    <w:rsid w:val="002C1951"/>
    <w:rsid w:val="002C69F5"/>
    <w:rsid w:val="002C728B"/>
    <w:rsid w:val="002D075C"/>
    <w:rsid w:val="002D286D"/>
    <w:rsid w:val="002D3D3C"/>
    <w:rsid w:val="002D598D"/>
    <w:rsid w:val="002E0D3D"/>
    <w:rsid w:val="002E14BA"/>
    <w:rsid w:val="002F0A96"/>
    <w:rsid w:val="002F6759"/>
    <w:rsid w:val="002F7FAD"/>
    <w:rsid w:val="00301399"/>
    <w:rsid w:val="0030178E"/>
    <w:rsid w:val="00301A64"/>
    <w:rsid w:val="0030296B"/>
    <w:rsid w:val="00303F85"/>
    <w:rsid w:val="0030693C"/>
    <w:rsid w:val="0031059F"/>
    <w:rsid w:val="00312E38"/>
    <w:rsid w:val="003135BA"/>
    <w:rsid w:val="0031400C"/>
    <w:rsid w:val="003151DE"/>
    <w:rsid w:val="003160AF"/>
    <w:rsid w:val="00317C15"/>
    <w:rsid w:val="003215C1"/>
    <w:rsid w:val="003304F0"/>
    <w:rsid w:val="00331243"/>
    <w:rsid w:val="00335150"/>
    <w:rsid w:val="0034563F"/>
    <w:rsid w:val="00351351"/>
    <w:rsid w:val="00352FBC"/>
    <w:rsid w:val="00357192"/>
    <w:rsid w:val="00360CD7"/>
    <w:rsid w:val="003631BA"/>
    <w:rsid w:val="003632F2"/>
    <w:rsid w:val="0037212C"/>
    <w:rsid w:val="00375DD5"/>
    <w:rsid w:val="00376C8B"/>
    <w:rsid w:val="00383336"/>
    <w:rsid w:val="0039418F"/>
    <w:rsid w:val="003B05E7"/>
    <w:rsid w:val="003B0B79"/>
    <w:rsid w:val="003B2533"/>
    <w:rsid w:val="003B2683"/>
    <w:rsid w:val="003B5AD7"/>
    <w:rsid w:val="003C608D"/>
    <w:rsid w:val="003E0C02"/>
    <w:rsid w:val="003E19AE"/>
    <w:rsid w:val="003E1D8E"/>
    <w:rsid w:val="003E5379"/>
    <w:rsid w:val="003E7885"/>
    <w:rsid w:val="003F471D"/>
    <w:rsid w:val="00404B18"/>
    <w:rsid w:val="004052CF"/>
    <w:rsid w:val="00412507"/>
    <w:rsid w:val="00422639"/>
    <w:rsid w:val="00443412"/>
    <w:rsid w:val="00443A3A"/>
    <w:rsid w:val="004635AB"/>
    <w:rsid w:val="00465CD5"/>
    <w:rsid w:val="0047017D"/>
    <w:rsid w:val="00471016"/>
    <w:rsid w:val="00471609"/>
    <w:rsid w:val="00477341"/>
    <w:rsid w:val="0048286E"/>
    <w:rsid w:val="00483940"/>
    <w:rsid w:val="00484244"/>
    <w:rsid w:val="00484EEA"/>
    <w:rsid w:val="00486B13"/>
    <w:rsid w:val="004902C9"/>
    <w:rsid w:val="00492711"/>
    <w:rsid w:val="0049378F"/>
    <w:rsid w:val="004A7542"/>
    <w:rsid w:val="004B1A81"/>
    <w:rsid w:val="004B5A0C"/>
    <w:rsid w:val="004B7870"/>
    <w:rsid w:val="004B7A8B"/>
    <w:rsid w:val="004C3195"/>
    <w:rsid w:val="004C44B2"/>
    <w:rsid w:val="004D1F45"/>
    <w:rsid w:val="004D4140"/>
    <w:rsid w:val="004E52CA"/>
    <w:rsid w:val="004E58D4"/>
    <w:rsid w:val="00503AA2"/>
    <w:rsid w:val="005054E5"/>
    <w:rsid w:val="00532FC5"/>
    <w:rsid w:val="0053616F"/>
    <w:rsid w:val="005424B3"/>
    <w:rsid w:val="00553743"/>
    <w:rsid w:val="00556E8E"/>
    <w:rsid w:val="00565E0D"/>
    <w:rsid w:val="00575CD7"/>
    <w:rsid w:val="00584452"/>
    <w:rsid w:val="00584D03"/>
    <w:rsid w:val="0059680C"/>
    <w:rsid w:val="005973A6"/>
    <w:rsid w:val="00597F0B"/>
    <w:rsid w:val="005A16DB"/>
    <w:rsid w:val="005A4B22"/>
    <w:rsid w:val="005A4CBC"/>
    <w:rsid w:val="005A6A46"/>
    <w:rsid w:val="005B1658"/>
    <w:rsid w:val="005B2009"/>
    <w:rsid w:val="005B2959"/>
    <w:rsid w:val="005C0304"/>
    <w:rsid w:val="005C38A7"/>
    <w:rsid w:val="005C53BB"/>
    <w:rsid w:val="005C6143"/>
    <w:rsid w:val="005D36F1"/>
    <w:rsid w:val="005D65A9"/>
    <w:rsid w:val="005E0368"/>
    <w:rsid w:val="005E2BA5"/>
    <w:rsid w:val="005E2CA6"/>
    <w:rsid w:val="005E32B7"/>
    <w:rsid w:val="005E62E2"/>
    <w:rsid w:val="005F06C3"/>
    <w:rsid w:val="005F233B"/>
    <w:rsid w:val="005F312B"/>
    <w:rsid w:val="006014C6"/>
    <w:rsid w:val="006022E4"/>
    <w:rsid w:val="006039C7"/>
    <w:rsid w:val="0060443D"/>
    <w:rsid w:val="00622A2C"/>
    <w:rsid w:val="00624047"/>
    <w:rsid w:val="00624494"/>
    <w:rsid w:val="0062455E"/>
    <w:rsid w:val="00625D86"/>
    <w:rsid w:val="00630CF4"/>
    <w:rsid w:val="00630F92"/>
    <w:rsid w:val="00633FF4"/>
    <w:rsid w:val="00634364"/>
    <w:rsid w:val="00640470"/>
    <w:rsid w:val="006409A9"/>
    <w:rsid w:val="00641ED9"/>
    <w:rsid w:val="0065008A"/>
    <w:rsid w:val="00651D2A"/>
    <w:rsid w:val="0065341A"/>
    <w:rsid w:val="0065511A"/>
    <w:rsid w:val="00662FB9"/>
    <w:rsid w:val="006658C8"/>
    <w:rsid w:val="006679C2"/>
    <w:rsid w:val="0067131E"/>
    <w:rsid w:val="00673FEF"/>
    <w:rsid w:val="00677C04"/>
    <w:rsid w:val="00677D67"/>
    <w:rsid w:val="006854C2"/>
    <w:rsid w:val="00687750"/>
    <w:rsid w:val="00695D2F"/>
    <w:rsid w:val="006970CD"/>
    <w:rsid w:val="006A08B7"/>
    <w:rsid w:val="006A33F2"/>
    <w:rsid w:val="006A3CE7"/>
    <w:rsid w:val="006A7BD5"/>
    <w:rsid w:val="006B4848"/>
    <w:rsid w:val="006B4B96"/>
    <w:rsid w:val="006C5800"/>
    <w:rsid w:val="006C61BF"/>
    <w:rsid w:val="006E1422"/>
    <w:rsid w:val="006E3C0F"/>
    <w:rsid w:val="006F2F31"/>
    <w:rsid w:val="006F6B75"/>
    <w:rsid w:val="007028D2"/>
    <w:rsid w:val="00707FDC"/>
    <w:rsid w:val="00712013"/>
    <w:rsid w:val="0072734F"/>
    <w:rsid w:val="00740EAC"/>
    <w:rsid w:val="007428DD"/>
    <w:rsid w:val="007462AF"/>
    <w:rsid w:val="00752FAC"/>
    <w:rsid w:val="00754E3B"/>
    <w:rsid w:val="00777066"/>
    <w:rsid w:val="00777405"/>
    <w:rsid w:val="00777610"/>
    <w:rsid w:val="00780C5D"/>
    <w:rsid w:val="007832B2"/>
    <w:rsid w:val="00784754"/>
    <w:rsid w:val="007900C1"/>
    <w:rsid w:val="007913FB"/>
    <w:rsid w:val="00791A56"/>
    <w:rsid w:val="0079304B"/>
    <w:rsid w:val="007974F1"/>
    <w:rsid w:val="007A0B70"/>
    <w:rsid w:val="007A0EEE"/>
    <w:rsid w:val="007A39D5"/>
    <w:rsid w:val="007A6088"/>
    <w:rsid w:val="007A7BE0"/>
    <w:rsid w:val="007C1ECE"/>
    <w:rsid w:val="007C3D0D"/>
    <w:rsid w:val="007C551D"/>
    <w:rsid w:val="007C77F8"/>
    <w:rsid w:val="007D13C2"/>
    <w:rsid w:val="007D1FF5"/>
    <w:rsid w:val="007D2FE2"/>
    <w:rsid w:val="007D4785"/>
    <w:rsid w:val="007D6B03"/>
    <w:rsid w:val="007E486B"/>
    <w:rsid w:val="007E778A"/>
    <w:rsid w:val="007E77B5"/>
    <w:rsid w:val="007F1F4D"/>
    <w:rsid w:val="007F4604"/>
    <w:rsid w:val="00804FDA"/>
    <w:rsid w:val="00807376"/>
    <w:rsid w:val="0082032F"/>
    <w:rsid w:val="00825DCC"/>
    <w:rsid w:val="008266B0"/>
    <w:rsid w:val="00843C96"/>
    <w:rsid w:val="00855047"/>
    <w:rsid w:val="00863F57"/>
    <w:rsid w:val="008710E3"/>
    <w:rsid w:val="00873CC2"/>
    <w:rsid w:val="00875F0A"/>
    <w:rsid w:val="008813BE"/>
    <w:rsid w:val="008854CD"/>
    <w:rsid w:val="00885ED1"/>
    <w:rsid w:val="00886531"/>
    <w:rsid w:val="008901F5"/>
    <w:rsid w:val="00892EEE"/>
    <w:rsid w:val="008938BC"/>
    <w:rsid w:val="008952E6"/>
    <w:rsid w:val="00896E95"/>
    <w:rsid w:val="00897DD2"/>
    <w:rsid w:val="008A447C"/>
    <w:rsid w:val="008A5E1C"/>
    <w:rsid w:val="008A6B5E"/>
    <w:rsid w:val="008B5868"/>
    <w:rsid w:val="008D6398"/>
    <w:rsid w:val="008D79B1"/>
    <w:rsid w:val="008E3330"/>
    <w:rsid w:val="008E493E"/>
    <w:rsid w:val="008F204A"/>
    <w:rsid w:val="008F2091"/>
    <w:rsid w:val="008F4EAD"/>
    <w:rsid w:val="008F719A"/>
    <w:rsid w:val="009150FF"/>
    <w:rsid w:val="009155B5"/>
    <w:rsid w:val="00923D29"/>
    <w:rsid w:val="009318E2"/>
    <w:rsid w:val="00942A22"/>
    <w:rsid w:val="0094325A"/>
    <w:rsid w:val="00944272"/>
    <w:rsid w:val="009458B2"/>
    <w:rsid w:val="00947059"/>
    <w:rsid w:val="00954102"/>
    <w:rsid w:val="009642E9"/>
    <w:rsid w:val="00966F2D"/>
    <w:rsid w:val="00971645"/>
    <w:rsid w:val="009731AA"/>
    <w:rsid w:val="00986180"/>
    <w:rsid w:val="00986436"/>
    <w:rsid w:val="00993B10"/>
    <w:rsid w:val="009946E0"/>
    <w:rsid w:val="00994BF2"/>
    <w:rsid w:val="00996FD4"/>
    <w:rsid w:val="009A0EFA"/>
    <w:rsid w:val="009A61FA"/>
    <w:rsid w:val="009B0B52"/>
    <w:rsid w:val="009B1CDC"/>
    <w:rsid w:val="009B3906"/>
    <w:rsid w:val="009B67EB"/>
    <w:rsid w:val="009C025E"/>
    <w:rsid w:val="009C1332"/>
    <w:rsid w:val="009C22AA"/>
    <w:rsid w:val="009C57FD"/>
    <w:rsid w:val="009C68EF"/>
    <w:rsid w:val="009D0E3D"/>
    <w:rsid w:val="009E4CFD"/>
    <w:rsid w:val="009E7656"/>
    <w:rsid w:val="009F224F"/>
    <w:rsid w:val="009F5158"/>
    <w:rsid w:val="00A232FE"/>
    <w:rsid w:val="00A27730"/>
    <w:rsid w:val="00A30397"/>
    <w:rsid w:val="00A33E10"/>
    <w:rsid w:val="00A41799"/>
    <w:rsid w:val="00A421BE"/>
    <w:rsid w:val="00A51696"/>
    <w:rsid w:val="00A60A33"/>
    <w:rsid w:val="00A657F0"/>
    <w:rsid w:val="00A6603A"/>
    <w:rsid w:val="00A66FA4"/>
    <w:rsid w:val="00A72D45"/>
    <w:rsid w:val="00A750D9"/>
    <w:rsid w:val="00A81F6E"/>
    <w:rsid w:val="00A82956"/>
    <w:rsid w:val="00A83F80"/>
    <w:rsid w:val="00A84FFC"/>
    <w:rsid w:val="00A8539F"/>
    <w:rsid w:val="00A900C3"/>
    <w:rsid w:val="00A90D89"/>
    <w:rsid w:val="00AA06AA"/>
    <w:rsid w:val="00AA3F54"/>
    <w:rsid w:val="00AA4F8D"/>
    <w:rsid w:val="00AA5CE9"/>
    <w:rsid w:val="00AA742F"/>
    <w:rsid w:val="00AB7254"/>
    <w:rsid w:val="00AC6C16"/>
    <w:rsid w:val="00AD0A05"/>
    <w:rsid w:val="00AD385D"/>
    <w:rsid w:val="00AD4FD6"/>
    <w:rsid w:val="00AD604C"/>
    <w:rsid w:val="00AE084B"/>
    <w:rsid w:val="00AE1D4D"/>
    <w:rsid w:val="00AE2F83"/>
    <w:rsid w:val="00AE5428"/>
    <w:rsid w:val="00AE6B23"/>
    <w:rsid w:val="00AF1E9D"/>
    <w:rsid w:val="00B01A16"/>
    <w:rsid w:val="00B023F4"/>
    <w:rsid w:val="00B02FD1"/>
    <w:rsid w:val="00B03F24"/>
    <w:rsid w:val="00B0725D"/>
    <w:rsid w:val="00B077D9"/>
    <w:rsid w:val="00B12D72"/>
    <w:rsid w:val="00B13FE2"/>
    <w:rsid w:val="00B1708E"/>
    <w:rsid w:val="00B1769B"/>
    <w:rsid w:val="00B23119"/>
    <w:rsid w:val="00B25531"/>
    <w:rsid w:val="00B3072A"/>
    <w:rsid w:val="00B32646"/>
    <w:rsid w:val="00B333E2"/>
    <w:rsid w:val="00B36C61"/>
    <w:rsid w:val="00B40A08"/>
    <w:rsid w:val="00B448CC"/>
    <w:rsid w:val="00B50C8B"/>
    <w:rsid w:val="00B52552"/>
    <w:rsid w:val="00B61C89"/>
    <w:rsid w:val="00B7046D"/>
    <w:rsid w:val="00B70AD9"/>
    <w:rsid w:val="00B7485C"/>
    <w:rsid w:val="00B7485D"/>
    <w:rsid w:val="00B74ACB"/>
    <w:rsid w:val="00B77D06"/>
    <w:rsid w:val="00B804D0"/>
    <w:rsid w:val="00B81390"/>
    <w:rsid w:val="00B86CA4"/>
    <w:rsid w:val="00B902C2"/>
    <w:rsid w:val="00B91198"/>
    <w:rsid w:val="00B9562F"/>
    <w:rsid w:val="00BA0CB8"/>
    <w:rsid w:val="00BA1C17"/>
    <w:rsid w:val="00BB272E"/>
    <w:rsid w:val="00BB4E46"/>
    <w:rsid w:val="00BB7FF0"/>
    <w:rsid w:val="00BC2736"/>
    <w:rsid w:val="00BD0F70"/>
    <w:rsid w:val="00BD4648"/>
    <w:rsid w:val="00BD4909"/>
    <w:rsid w:val="00BE157C"/>
    <w:rsid w:val="00BE27B9"/>
    <w:rsid w:val="00BE39A6"/>
    <w:rsid w:val="00BE4EF4"/>
    <w:rsid w:val="00BF6902"/>
    <w:rsid w:val="00C00DA7"/>
    <w:rsid w:val="00C012B6"/>
    <w:rsid w:val="00C02B11"/>
    <w:rsid w:val="00C03050"/>
    <w:rsid w:val="00C13BFF"/>
    <w:rsid w:val="00C26843"/>
    <w:rsid w:val="00C37C69"/>
    <w:rsid w:val="00C44303"/>
    <w:rsid w:val="00C45C46"/>
    <w:rsid w:val="00C51828"/>
    <w:rsid w:val="00C54A65"/>
    <w:rsid w:val="00C6046B"/>
    <w:rsid w:val="00C60480"/>
    <w:rsid w:val="00C63D06"/>
    <w:rsid w:val="00C646D2"/>
    <w:rsid w:val="00C66BFF"/>
    <w:rsid w:val="00C80485"/>
    <w:rsid w:val="00C821A5"/>
    <w:rsid w:val="00C83A95"/>
    <w:rsid w:val="00C83F59"/>
    <w:rsid w:val="00C845D1"/>
    <w:rsid w:val="00C90B2A"/>
    <w:rsid w:val="00C922EA"/>
    <w:rsid w:val="00C93AAE"/>
    <w:rsid w:val="00C951D0"/>
    <w:rsid w:val="00C97F51"/>
    <w:rsid w:val="00CA070B"/>
    <w:rsid w:val="00CA132D"/>
    <w:rsid w:val="00CA219A"/>
    <w:rsid w:val="00CA2FA1"/>
    <w:rsid w:val="00CB21B4"/>
    <w:rsid w:val="00CB3759"/>
    <w:rsid w:val="00CC3379"/>
    <w:rsid w:val="00CC4FE5"/>
    <w:rsid w:val="00CD65B3"/>
    <w:rsid w:val="00CE0C47"/>
    <w:rsid w:val="00CE2AC5"/>
    <w:rsid w:val="00CE36AE"/>
    <w:rsid w:val="00CE4EA7"/>
    <w:rsid w:val="00CE541D"/>
    <w:rsid w:val="00CF483D"/>
    <w:rsid w:val="00D03C18"/>
    <w:rsid w:val="00D12438"/>
    <w:rsid w:val="00D125F4"/>
    <w:rsid w:val="00D15054"/>
    <w:rsid w:val="00D20D00"/>
    <w:rsid w:val="00D23130"/>
    <w:rsid w:val="00D27312"/>
    <w:rsid w:val="00D3490B"/>
    <w:rsid w:val="00D41876"/>
    <w:rsid w:val="00D428BE"/>
    <w:rsid w:val="00D45DB8"/>
    <w:rsid w:val="00D5253F"/>
    <w:rsid w:val="00D53D6B"/>
    <w:rsid w:val="00D550F8"/>
    <w:rsid w:val="00D552E5"/>
    <w:rsid w:val="00D600B4"/>
    <w:rsid w:val="00D6234C"/>
    <w:rsid w:val="00D63813"/>
    <w:rsid w:val="00D63DD9"/>
    <w:rsid w:val="00D72166"/>
    <w:rsid w:val="00D7404D"/>
    <w:rsid w:val="00D77C78"/>
    <w:rsid w:val="00D909A0"/>
    <w:rsid w:val="00DB13A3"/>
    <w:rsid w:val="00DB609F"/>
    <w:rsid w:val="00DD101E"/>
    <w:rsid w:val="00DD67B3"/>
    <w:rsid w:val="00DD76FC"/>
    <w:rsid w:val="00DE0D74"/>
    <w:rsid w:val="00DE31EE"/>
    <w:rsid w:val="00DE5F1E"/>
    <w:rsid w:val="00DE7F89"/>
    <w:rsid w:val="00DF56B2"/>
    <w:rsid w:val="00DF6F12"/>
    <w:rsid w:val="00E016C0"/>
    <w:rsid w:val="00E03745"/>
    <w:rsid w:val="00E040A3"/>
    <w:rsid w:val="00E10DD6"/>
    <w:rsid w:val="00E16D6B"/>
    <w:rsid w:val="00E21214"/>
    <w:rsid w:val="00E26C19"/>
    <w:rsid w:val="00E30F97"/>
    <w:rsid w:val="00E34858"/>
    <w:rsid w:val="00E43480"/>
    <w:rsid w:val="00E437CA"/>
    <w:rsid w:val="00E46330"/>
    <w:rsid w:val="00E52160"/>
    <w:rsid w:val="00E55645"/>
    <w:rsid w:val="00E57491"/>
    <w:rsid w:val="00E61CCF"/>
    <w:rsid w:val="00E6417F"/>
    <w:rsid w:val="00E641AA"/>
    <w:rsid w:val="00E67474"/>
    <w:rsid w:val="00E708D3"/>
    <w:rsid w:val="00E74039"/>
    <w:rsid w:val="00E76A5E"/>
    <w:rsid w:val="00E77C94"/>
    <w:rsid w:val="00E77E90"/>
    <w:rsid w:val="00E803ED"/>
    <w:rsid w:val="00E84BE1"/>
    <w:rsid w:val="00E86123"/>
    <w:rsid w:val="00E91F5D"/>
    <w:rsid w:val="00E94872"/>
    <w:rsid w:val="00E96BCC"/>
    <w:rsid w:val="00EA3C5D"/>
    <w:rsid w:val="00EA51C8"/>
    <w:rsid w:val="00EB0190"/>
    <w:rsid w:val="00EB09CE"/>
    <w:rsid w:val="00EB183C"/>
    <w:rsid w:val="00EC1658"/>
    <w:rsid w:val="00EC48F6"/>
    <w:rsid w:val="00ED1846"/>
    <w:rsid w:val="00ED68E8"/>
    <w:rsid w:val="00EE24F8"/>
    <w:rsid w:val="00EE2628"/>
    <w:rsid w:val="00EF5F78"/>
    <w:rsid w:val="00EF6790"/>
    <w:rsid w:val="00EF6B3C"/>
    <w:rsid w:val="00F018DB"/>
    <w:rsid w:val="00F05CB5"/>
    <w:rsid w:val="00F15BE1"/>
    <w:rsid w:val="00F16717"/>
    <w:rsid w:val="00F2184A"/>
    <w:rsid w:val="00F25E3B"/>
    <w:rsid w:val="00F368C9"/>
    <w:rsid w:val="00F36AC1"/>
    <w:rsid w:val="00F37BD9"/>
    <w:rsid w:val="00F4159C"/>
    <w:rsid w:val="00F437F2"/>
    <w:rsid w:val="00F56AB8"/>
    <w:rsid w:val="00F6141E"/>
    <w:rsid w:val="00F65417"/>
    <w:rsid w:val="00F704EB"/>
    <w:rsid w:val="00F70DD5"/>
    <w:rsid w:val="00F71E97"/>
    <w:rsid w:val="00F749E6"/>
    <w:rsid w:val="00F80811"/>
    <w:rsid w:val="00F864C3"/>
    <w:rsid w:val="00F927E2"/>
    <w:rsid w:val="00F93EB2"/>
    <w:rsid w:val="00F94517"/>
    <w:rsid w:val="00FA40D2"/>
    <w:rsid w:val="00FA4194"/>
    <w:rsid w:val="00FB00B7"/>
    <w:rsid w:val="00FB12FE"/>
    <w:rsid w:val="00FB2802"/>
    <w:rsid w:val="00FB2C3E"/>
    <w:rsid w:val="00FB4D6E"/>
    <w:rsid w:val="00FB586D"/>
    <w:rsid w:val="00FC03C6"/>
    <w:rsid w:val="00FC1806"/>
    <w:rsid w:val="00FD3268"/>
    <w:rsid w:val="00FD4D17"/>
    <w:rsid w:val="00FE1B5F"/>
    <w:rsid w:val="00FE54A2"/>
    <w:rsid w:val="00FE55AA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A311B4"/>
  <w15:chartTrackingRefBased/>
  <w15:docId w15:val="{2BC84DCA-D415-48C2-B488-9E98210B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636A6B" w:themeColor="text2"/>
        <w:sz w:val="22"/>
        <w:szCs w:val="22"/>
        <w:lang w:val="en-US" w:eastAsia="ko-KR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2860"/>
    <w:rPr>
      <w:rFonts w:eastAsia="맑은 고딕"/>
    </w:rPr>
  </w:style>
  <w:style w:type="paragraph" w:styleId="1">
    <w:name w:val="heading 1"/>
    <w:basedOn w:val="a"/>
    <w:next w:val="a"/>
    <w:link w:val="1Char"/>
    <w:uiPriority w:val="9"/>
    <w:unhideWhenUsed/>
    <w:qFormat/>
    <w:rsid w:val="005424B3"/>
    <w:pPr>
      <w:keepNext/>
      <w:keepLines/>
      <w:spacing w:before="360"/>
      <w:contextualSpacing/>
      <w:jc w:val="center"/>
      <w:outlineLvl w:val="0"/>
    </w:pPr>
    <w:rPr>
      <w:rFonts w:asciiTheme="majorHAnsi" w:hAnsiTheme="majorHAnsi" w:cstheme="majorBidi"/>
      <w:caps/>
      <w:spacing w:val="50"/>
      <w:sz w:val="28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424B3"/>
    <w:pPr>
      <w:keepNext/>
      <w:keepLines/>
      <w:jc w:val="center"/>
      <w:outlineLvl w:val="1"/>
    </w:pPr>
    <w:rPr>
      <w:rFonts w:asciiTheme="majorHAnsi" w:hAnsiTheme="majorHAnsi" w:cstheme="majorBidi"/>
      <w:b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13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1Char">
    <w:name w:val="제목 1 Char"/>
    <w:basedOn w:val="a0"/>
    <w:link w:val="1"/>
    <w:uiPriority w:val="9"/>
    <w:rsid w:val="005424B3"/>
    <w:rPr>
      <w:rFonts w:asciiTheme="majorHAnsi" w:eastAsia="맑은 고딕" w:hAnsiTheme="majorHAnsi" w:cstheme="majorBidi"/>
      <w:caps/>
      <w:spacing w:val="50"/>
      <w:sz w:val="28"/>
      <w:szCs w:val="32"/>
    </w:rPr>
  </w:style>
  <w:style w:type="character" w:customStyle="1" w:styleId="2Char">
    <w:name w:val="제목 2 Char"/>
    <w:basedOn w:val="a0"/>
    <w:link w:val="2"/>
    <w:uiPriority w:val="9"/>
    <w:rsid w:val="005424B3"/>
    <w:rPr>
      <w:rFonts w:asciiTheme="majorHAnsi" w:eastAsia="맑은 고딕" w:hAnsiTheme="majorHAnsi" w:cstheme="majorBidi"/>
      <w:b/>
      <w:szCs w:val="26"/>
    </w:rPr>
  </w:style>
  <w:style w:type="paragraph" w:styleId="a3">
    <w:name w:val="header"/>
    <w:basedOn w:val="a"/>
    <w:link w:val="Char"/>
    <w:uiPriority w:val="99"/>
    <w:unhideWhenUsed/>
    <w:rsid w:val="00FC03C6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customStyle="1" w:styleId="Char">
    <w:name w:val="머리글 Char"/>
    <w:basedOn w:val="a0"/>
    <w:link w:val="a3"/>
    <w:uiPriority w:val="99"/>
    <w:rsid w:val="00FC03C6"/>
    <w:rPr>
      <w:caps/>
      <w:color w:val="404040" w:themeColor="text1" w:themeTint="BF"/>
      <w:spacing w:val="80"/>
      <w:sz w:val="46"/>
    </w:rPr>
  </w:style>
  <w:style w:type="paragraph" w:styleId="a4">
    <w:name w:val="footer"/>
    <w:basedOn w:val="a"/>
    <w:link w:val="Char0"/>
    <w:uiPriority w:val="99"/>
    <w:unhideWhenUsed/>
    <w:rsid w:val="00FC03C6"/>
    <w:pPr>
      <w:spacing w:after="0" w:line="240" w:lineRule="auto"/>
      <w:jc w:val="center"/>
    </w:pPr>
  </w:style>
  <w:style w:type="character" w:customStyle="1" w:styleId="Char0">
    <w:name w:val="바닥글 Char"/>
    <w:basedOn w:val="a0"/>
    <w:link w:val="a4"/>
    <w:uiPriority w:val="99"/>
    <w:rsid w:val="00FC03C6"/>
  </w:style>
  <w:style w:type="paragraph" w:styleId="a5">
    <w:name w:val="No Spacing"/>
    <w:uiPriority w:val="11"/>
    <w:qFormat/>
    <w:rsid w:val="004A7542"/>
    <w:pPr>
      <w:spacing w:after="0" w:line="240" w:lineRule="auto"/>
    </w:pPr>
  </w:style>
  <w:style w:type="paragraph" w:customStyle="1" w:styleId="a6">
    <w:name w:val="그래픽"/>
    <w:basedOn w:val="a"/>
    <w:next w:val="a"/>
    <w:link w:val="a7"/>
    <w:uiPriority w:val="10"/>
    <w:qFormat/>
    <w:rsid w:val="004A7542"/>
  </w:style>
  <w:style w:type="character" w:customStyle="1" w:styleId="a7">
    <w:name w:val="그래픽 문자"/>
    <w:basedOn w:val="a0"/>
    <w:link w:val="a6"/>
    <w:uiPriority w:val="10"/>
    <w:rsid w:val="004A7542"/>
  </w:style>
  <w:style w:type="character" w:styleId="a8">
    <w:name w:val="Placeholder Text"/>
    <w:basedOn w:val="a0"/>
    <w:uiPriority w:val="99"/>
    <w:semiHidden/>
    <w:rsid w:val="004A7542"/>
    <w:rPr>
      <w:color w:val="808080"/>
    </w:rPr>
  </w:style>
  <w:style w:type="character" w:customStyle="1" w:styleId="4Char">
    <w:name w:val="제목 4 Char"/>
    <w:basedOn w:val="a0"/>
    <w:link w:val="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5Char">
    <w:name w:val="제목 5 Char"/>
    <w:basedOn w:val="a0"/>
    <w:link w:val="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6Char">
    <w:name w:val="제목 6 Char"/>
    <w:basedOn w:val="a0"/>
    <w:link w:val="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7Char">
    <w:name w:val="제목 7 Char"/>
    <w:basedOn w:val="a0"/>
    <w:link w:val="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8Char">
    <w:name w:val="제목 8 Char"/>
    <w:basedOn w:val="a0"/>
    <w:link w:val="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a9">
    <w:name w:val="Intense Emphasis"/>
    <w:basedOn w:val="a0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aa">
    <w:name w:val="Intense Quote"/>
    <w:basedOn w:val="a"/>
    <w:next w:val="a"/>
    <w:link w:val="Char1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Char1">
    <w:name w:val="강한 인용 Char"/>
    <w:basedOn w:val="a0"/>
    <w:link w:val="aa"/>
    <w:uiPriority w:val="30"/>
    <w:semiHidden/>
    <w:rsid w:val="002D075C"/>
    <w:rPr>
      <w:i/>
      <w:iCs/>
      <w:color w:val="806000" w:themeColor="accent4" w:themeShade="80"/>
    </w:rPr>
  </w:style>
  <w:style w:type="character" w:styleId="ab">
    <w:name w:val="Intense Reference"/>
    <w:basedOn w:val="a0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ac">
    <w:name w:val="Block Text"/>
    <w:basedOn w:val="a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30">
    <w:name w:val="Body Text 3"/>
    <w:basedOn w:val="a"/>
    <w:link w:val="3Char0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3Char0">
    <w:name w:val="본문 3 Char"/>
    <w:basedOn w:val="a0"/>
    <w:link w:val="30"/>
    <w:uiPriority w:val="99"/>
    <w:semiHidden/>
    <w:rsid w:val="002D075C"/>
    <w:rPr>
      <w:szCs w:val="16"/>
    </w:rPr>
  </w:style>
  <w:style w:type="paragraph" w:styleId="ad">
    <w:name w:val="Balloon Text"/>
    <w:basedOn w:val="a"/>
    <w:link w:val="Char2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2D075C"/>
    <w:rPr>
      <w:rFonts w:ascii="Segoe UI" w:hAnsi="Segoe UI" w:cs="Segoe UI"/>
      <w:szCs w:val="18"/>
    </w:rPr>
  </w:style>
  <w:style w:type="paragraph" w:styleId="31">
    <w:name w:val="Body Text Indent 3"/>
    <w:basedOn w:val="a"/>
    <w:link w:val="3Char1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3Char1">
    <w:name w:val="본문 들여쓰기 3 Char"/>
    <w:basedOn w:val="a0"/>
    <w:link w:val="31"/>
    <w:uiPriority w:val="99"/>
    <w:semiHidden/>
    <w:rsid w:val="002D075C"/>
    <w:rPr>
      <w:szCs w:val="16"/>
    </w:rPr>
  </w:style>
  <w:style w:type="character" w:styleId="ae">
    <w:name w:val="annotation reference"/>
    <w:basedOn w:val="a0"/>
    <w:uiPriority w:val="99"/>
    <w:semiHidden/>
    <w:unhideWhenUsed/>
    <w:rsid w:val="002D075C"/>
    <w:rPr>
      <w:sz w:val="22"/>
      <w:szCs w:val="16"/>
    </w:rPr>
  </w:style>
  <w:style w:type="paragraph" w:styleId="af">
    <w:name w:val="annotation text"/>
    <w:basedOn w:val="a"/>
    <w:link w:val="Char3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Char3">
    <w:name w:val="메모 텍스트 Char"/>
    <w:basedOn w:val="a0"/>
    <w:link w:val="af"/>
    <w:uiPriority w:val="99"/>
    <w:semiHidden/>
    <w:rsid w:val="002D075C"/>
    <w:rPr>
      <w:szCs w:val="20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2D075C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2D075C"/>
    <w:rPr>
      <w:b/>
      <w:bCs/>
      <w:szCs w:val="20"/>
    </w:rPr>
  </w:style>
  <w:style w:type="paragraph" w:styleId="af1">
    <w:name w:val="Document Map"/>
    <w:basedOn w:val="a"/>
    <w:link w:val="Char5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5">
    <w:name w:val="문서 구조 Char"/>
    <w:basedOn w:val="a0"/>
    <w:link w:val="af1"/>
    <w:uiPriority w:val="99"/>
    <w:semiHidden/>
    <w:rsid w:val="002D075C"/>
    <w:rPr>
      <w:rFonts w:ascii="Segoe UI" w:hAnsi="Segoe UI" w:cs="Segoe UI"/>
      <w:szCs w:val="16"/>
    </w:rPr>
  </w:style>
  <w:style w:type="paragraph" w:styleId="af2">
    <w:name w:val="endnote text"/>
    <w:basedOn w:val="a"/>
    <w:link w:val="Char6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6">
    <w:name w:val="미주 텍스트 Char"/>
    <w:basedOn w:val="a0"/>
    <w:link w:val="af2"/>
    <w:uiPriority w:val="99"/>
    <w:semiHidden/>
    <w:rsid w:val="002D075C"/>
    <w:rPr>
      <w:szCs w:val="20"/>
    </w:rPr>
  </w:style>
  <w:style w:type="paragraph" w:styleId="af3">
    <w:name w:val="envelope return"/>
    <w:basedOn w:val="a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4">
    <w:name w:val="footnote text"/>
    <w:basedOn w:val="a"/>
    <w:link w:val="Char7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Char7">
    <w:name w:val="각주 텍스트 Char"/>
    <w:basedOn w:val="a0"/>
    <w:link w:val="af4"/>
    <w:uiPriority w:val="99"/>
    <w:semiHidden/>
    <w:rsid w:val="002D075C"/>
    <w:rPr>
      <w:szCs w:val="20"/>
    </w:rPr>
  </w:style>
  <w:style w:type="character" w:styleId="HTML">
    <w:name w:val="HTML Code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Char">
    <w:name w:val="미리 서식이 지정된 HTML Char"/>
    <w:basedOn w:val="a0"/>
    <w:link w:val="HTML1"/>
    <w:uiPriority w:val="99"/>
    <w:semiHidden/>
    <w:rsid w:val="002D075C"/>
    <w:rPr>
      <w:rFonts w:ascii="Consolas" w:hAnsi="Consolas"/>
      <w:szCs w:val="20"/>
    </w:rPr>
  </w:style>
  <w:style w:type="character" w:styleId="HTML2">
    <w:name w:val="HTML Typewriter"/>
    <w:basedOn w:val="a0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af5">
    <w:name w:val="macro"/>
    <w:link w:val="Char8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8">
    <w:name w:val="매크로 텍스트 Char"/>
    <w:basedOn w:val="a0"/>
    <w:link w:val="af5"/>
    <w:uiPriority w:val="99"/>
    <w:semiHidden/>
    <w:rsid w:val="002D075C"/>
    <w:rPr>
      <w:rFonts w:ascii="Consolas" w:hAnsi="Consolas"/>
      <w:szCs w:val="20"/>
    </w:rPr>
  </w:style>
  <w:style w:type="paragraph" w:styleId="af6">
    <w:name w:val="Plain Text"/>
    <w:basedOn w:val="a"/>
    <w:link w:val="Char9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Char9">
    <w:name w:val="글자만 Char"/>
    <w:basedOn w:val="a0"/>
    <w:link w:val="af6"/>
    <w:uiPriority w:val="99"/>
    <w:semiHidden/>
    <w:rsid w:val="002D075C"/>
    <w:rPr>
      <w:rFonts w:ascii="Consolas" w:hAnsi="Consolas"/>
      <w:szCs w:val="21"/>
    </w:rPr>
  </w:style>
  <w:style w:type="paragraph" w:styleId="af7">
    <w:name w:val="Salutation"/>
    <w:basedOn w:val="a"/>
    <w:next w:val="a"/>
    <w:link w:val="Chara"/>
    <w:uiPriority w:val="12"/>
    <w:qFormat/>
    <w:rsid w:val="005424B3"/>
    <w:pPr>
      <w:spacing w:after="120"/>
    </w:pPr>
  </w:style>
  <w:style w:type="character" w:customStyle="1" w:styleId="Chara">
    <w:name w:val="인사말 Char"/>
    <w:basedOn w:val="a0"/>
    <w:link w:val="af7"/>
    <w:uiPriority w:val="12"/>
    <w:rsid w:val="005424B3"/>
    <w:rPr>
      <w:rFonts w:eastAsia="맑은 고딕"/>
    </w:rPr>
  </w:style>
  <w:style w:type="paragraph" w:styleId="af8">
    <w:name w:val="Closing"/>
    <w:basedOn w:val="a"/>
    <w:next w:val="af9"/>
    <w:link w:val="Charb"/>
    <w:uiPriority w:val="13"/>
    <w:qFormat/>
    <w:rsid w:val="00FC03C6"/>
    <w:pPr>
      <w:spacing w:before="360" w:after="120"/>
      <w:contextualSpacing/>
    </w:pPr>
  </w:style>
  <w:style w:type="character" w:customStyle="1" w:styleId="Charb">
    <w:name w:val="맺음말 Char"/>
    <w:basedOn w:val="a0"/>
    <w:link w:val="af8"/>
    <w:uiPriority w:val="13"/>
    <w:rsid w:val="00FC03C6"/>
  </w:style>
  <w:style w:type="paragraph" w:styleId="af9">
    <w:name w:val="Signature"/>
    <w:basedOn w:val="a"/>
    <w:next w:val="a"/>
    <w:link w:val="Charc"/>
    <w:uiPriority w:val="14"/>
    <w:qFormat/>
    <w:rsid w:val="00FC03C6"/>
    <w:pPr>
      <w:spacing w:after="120" w:line="240" w:lineRule="auto"/>
    </w:pPr>
  </w:style>
  <w:style w:type="character" w:customStyle="1" w:styleId="Charc">
    <w:name w:val="서명 Char"/>
    <w:basedOn w:val="a0"/>
    <w:link w:val="af9"/>
    <w:uiPriority w:val="14"/>
    <w:rsid w:val="00FC03C6"/>
  </w:style>
  <w:style w:type="paragraph" w:styleId="afa">
    <w:name w:val="Date"/>
    <w:basedOn w:val="a"/>
    <w:next w:val="a"/>
    <w:link w:val="Chard"/>
    <w:uiPriority w:val="11"/>
    <w:qFormat/>
    <w:rsid w:val="005424B3"/>
    <w:pPr>
      <w:spacing w:after="560"/>
    </w:pPr>
  </w:style>
  <w:style w:type="character" w:customStyle="1" w:styleId="Chard">
    <w:name w:val="날짜 Char"/>
    <w:basedOn w:val="a0"/>
    <w:link w:val="afa"/>
    <w:uiPriority w:val="11"/>
    <w:rsid w:val="005424B3"/>
    <w:rPr>
      <w:rFonts w:eastAsia="맑은 고딕"/>
    </w:rPr>
  </w:style>
  <w:style w:type="character" w:customStyle="1" w:styleId="9Char">
    <w:name w:val="제목 9 Char"/>
    <w:basedOn w:val="a0"/>
    <w:link w:val="9"/>
    <w:uiPriority w:val="9"/>
    <w:semiHidden/>
    <w:rsid w:val="000F138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b">
    <w:name w:val="caption"/>
    <w:basedOn w:val="a"/>
    <w:next w:val="a"/>
    <w:uiPriority w:val="35"/>
    <w:semiHidden/>
    <w:unhideWhenUsed/>
    <w:qFormat/>
    <w:rsid w:val="000F138F"/>
    <w:pPr>
      <w:spacing w:after="200" w:line="240" w:lineRule="auto"/>
    </w:pPr>
    <w:rPr>
      <w:i/>
      <w:iCs/>
      <w:szCs w:val="18"/>
    </w:rPr>
  </w:style>
  <w:style w:type="paragraph" w:styleId="afc">
    <w:name w:val="List Paragraph"/>
    <w:basedOn w:val="a"/>
    <w:uiPriority w:val="34"/>
    <w:unhideWhenUsed/>
    <w:qFormat/>
    <w:rsid w:val="009731A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4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50504;&#49457;&#54788;\AppData\Roaming\Microsoft\Templates\MOO&#50640;&#49436;%20&#46356;&#51088;&#51064;&#54620;%20&#44628;&#45140;&#54620;%20&#51088;&#44592;%20&#49548;&#44060;&#49436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E7F8791C2D43E4B9847F3A9A94439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D87AB3A-9782-4873-9F08-3EC4E0EF0180}"/>
      </w:docPartPr>
      <w:docPartBody>
        <w:p w:rsidR="0011007A" w:rsidRDefault="00A929FB">
          <w:pPr>
            <w:pStyle w:val="61E7F8791C2D43E4B9847F3A9A944392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A0E499172E0A417FBBB3E4A29B3F84A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8FD3229-E544-4063-94E5-58CAD6E27FDF}"/>
      </w:docPartPr>
      <w:docPartBody>
        <w:p w:rsidR="00B173F3" w:rsidRDefault="0084150C" w:rsidP="0084150C">
          <w:pPr>
            <w:pStyle w:val="A0E499172E0A417FBBB3E4A29B3F84AE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46A3053190B74FAABDAEE0C5D8C154D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E4D7492-2BC3-44F7-A1B1-F39D74F237CC}"/>
      </w:docPartPr>
      <w:docPartBody>
        <w:p w:rsidR="006A2C64" w:rsidRDefault="00613C2A" w:rsidP="00613C2A">
          <w:pPr>
            <w:pStyle w:val="46A3053190B74FAABDAEE0C5D8C154DC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E955D9C3FCB54963B083E53C1FC0E2C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C8DE4703-239B-4AB5-9BED-692C9C79C8BB}"/>
      </w:docPartPr>
      <w:docPartBody>
        <w:p w:rsidR="006A2C64" w:rsidRDefault="00613C2A" w:rsidP="00613C2A">
          <w:pPr>
            <w:pStyle w:val="E955D9C3FCB54963B083E53C1FC0E2C9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9C854E5E93474CF9AC840D71E285950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7C5301C-514F-4C3A-B6E7-634FB01935B5}"/>
      </w:docPartPr>
      <w:docPartBody>
        <w:p w:rsidR="006A2C64" w:rsidRDefault="00613C2A" w:rsidP="00613C2A">
          <w:pPr>
            <w:pStyle w:val="9C854E5E93474CF9AC840D71E285950F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B54A07068F8B417290B7429ABB1F3F5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D813891-0197-46B1-86A5-EAFDEF45AC82}"/>
      </w:docPartPr>
      <w:docPartBody>
        <w:p w:rsidR="006A2C64" w:rsidRDefault="00613C2A" w:rsidP="00613C2A">
          <w:pPr>
            <w:pStyle w:val="B54A07068F8B417290B7429ABB1F3F5E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3C2C774510084FF694EA93D97EF1E1A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36A91FD-F898-4458-8BB5-BB54A8E3F4F9}"/>
      </w:docPartPr>
      <w:docPartBody>
        <w:p w:rsidR="006A2C64" w:rsidRDefault="00613C2A" w:rsidP="00613C2A">
          <w:pPr>
            <w:pStyle w:val="3C2C774510084FF694EA93D97EF1E1AC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  <w:docPart>
      <w:docPartPr>
        <w:name w:val="2510765A8C9C493F913243D830E39C7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AED7D48-E890-4DCE-9FFC-28176B1B86A0}"/>
      </w:docPartPr>
      <w:docPartBody>
        <w:p w:rsidR="006A2C64" w:rsidRDefault="00613C2A" w:rsidP="00613C2A">
          <w:pPr>
            <w:pStyle w:val="2510765A8C9C493F913243D830E39C7C"/>
          </w:pPr>
          <w:r w:rsidRPr="005424B3">
            <w:rPr>
              <w:rFonts w:ascii="맑은 고딕" w:hAnsi="맑은 고딕" w:hint="eastAsia"/>
              <w:lang w:val="ko-KR" w:bidi="ko-KR"/>
            </w:rPr>
            <w:t>받는 사람 이름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625"/>
    <w:rsid w:val="00014838"/>
    <w:rsid w:val="00027F60"/>
    <w:rsid w:val="0011007A"/>
    <w:rsid w:val="001909C7"/>
    <w:rsid w:val="001A03FE"/>
    <w:rsid w:val="00247918"/>
    <w:rsid w:val="00266641"/>
    <w:rsid w:val="003B3EB8"/>
    <w:rsid w:val="00436F8F"/>
    <w:rsid w:val="0045295F"/>
    <w:rsid w:val="00552A36"/>
    <w:rsid w:val="005F0822"/>
    <w:rsid w:val="00613C2A"/>
    <w:rsid w:val="006A2C64"/>
    <w:rsid w:val="007F5363"/>
    <w:rsid w:val="0084150C"/>
    <w:rsid w:val="00845F5B"/>
    <w:rsid w:val="00890F17"/>
    <w:rsid w:val="008A04BF"/>
    <w:rsid w:val="0097006D"/>
    <w:rsid w:val="00990698"/>
    <w:rsid w:val="00996BC2"/>
    <w:rsid w:val="009F19AD"/>
    <w:rsid w:val="00A929FB"/>
    <w:rsid w:val="00AB4A46"/>
    <w:rsid w:val="00B173F3"/>
    <w:rsid w:val="00B80D1F"/>
    <w:rsid w:val="00B93E8F"/>
    <w:rsid w:val="00C033CB"/>
    <w:rsid w:val="00CF1616"/>
    <w:rsid w:val="00CF7C91"/>
    <w:rsid w:val="00E01625"/>
    <w:rsid w:val="00E31410"/>
    <w:rsid w:val="00E87AA2"/>
    <w:rsid w:val="00EE0DA2"/>
    <w:rsid w:val="00F06725"/>
    <w:rsid w:val="00F2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E7F8791C2D43E4B9847F3A9A944392">
    <w:name w:val="61E7F8791C2D43E4B9847F3A9A944392"/>
    <w:pPr>
      <w:widowControl w:val="0"/>
      <w:wordWrap w:val="0"/>
      <w:autoSpaceDE w:val="0"/>
      <w:autoSpaceDN w:val="0"/>
    </w:pPr>
  </w:style>
  <w:style w:type="paragraph" w:customStyle="1" w:styleId="9D2ED4CD6EE44D889DEA5E2E2574DE33">
    <w:name w:val="9D2ED4CD6EE44D889DEA5E2E2574DE33"/>
    <w:pPr>
      <w:widowControl w:val="0"/>
      <w:wordWrap w:val="0"/>
      <w:autoSpaceDE w:val="0"/>
      <w:autoSpaceDN w:val="0"/>
    </w:pPr>
  </w:style>
  <w:style w:type="paragraph" w:customStyle="1" w:styleId="7C77A9E00FE9436CBFEA540CFCDA174B">
    <w:name w:val="7C77A9E00FE9436CBFEA540CFCDA174B"/>
    <w:pPr>
      <w:widowControl w:val="0"/>
      <w:wordWrap w:val="0"/>
      <w:autoSpaceDE w:val="0"/>
      <w:autoSpaceDN w:val="0"/>
    </w:pPr>
  </w:style>
  <w:style w:type="paragraph" w:customStyle="1" w:styleId="3C9B279927B54091BB4D3AED8EF9349A">
    <w:name w:val="3C9B279927B54091BB4D3AED8EF9349A"/>
    <w:pPr>
      <w:widowControl w:val="0"/>
      <w:wordWrap w:val="0"/>
      <w:autoSpaceDE w:val="0"/>
      <w:autoSpaceDN w:val="0"/>
    </w:pPr>
  </w:style>
  <w:style w:type="paragraph" w:customStyle="1" w:styleId="5840C17B1C7047D29183D1EC48A051D7">
    <w:name w:val="5840C17B1C7047D29183D1EC48A051D7"/>
    <w:pPr>
      <w:widowControl w:val="0"/>
      <w:wordWrap w:val="0"/>
      <w:autoSpaceDE w:val="0"/>
      <w:autoSpaceDN w:val="0"/>
    </w:pPr>
  </w:style>
  <w:style w:type="paragraph" w:customStyle="1" w:styleId="C8AB88C8BEF4449F8DFEB4859BD777D0">
    <w:name w:val="C8AB88C8BEF4449F8DFEB4859BD777D0"/>
    <w:pPr>
      <w:widowControl w:val="0"/>
      <w:wordWrap w:val="0"/>
      <w:autoSpaceDE w:val="0"/>
      <w:autoSpaceDN w:val="0"/>
    </w:pPr>
  </w:style>
  <w:style w:type="paragraph" w:customStyle="1" w:styleId="DDAA63F663A548218109C89B8DB7B68D">
    <w:name w:val="DDAA63F663A548218109C89B8DB7B68D"/>
    <w:pPr>
      <w:widowControl w:val="0"/>
      <w:wordWrap w:val="0"/>
      <w:autoSpaceDE w:val="0"/>
      <w:autoSpaceDN w:val="0"/>
    </w:pPr>
  </w:style>
  <w:style w:type="paragraph" w:customStyle="1" w:styleId="233B988FC91A4D409E07834900471678">
    <w:name w:val="233B988FC91A4D409E07834900471678"/>
    <w:pPr>
      <w:widowControl w:val="0"/>
      <w:wordWrap w:val="0"/>
      <w:autoSpaceDE w:val="0"/>
      <w:autoSpaceDN w:val="0"/>
    </w:pPr>
  </w:style>
  <w:style w:type="paragraph" w:customStyle="1" w:styleId="4C607E00443645108D23101B7753C56C">
    <w:name w:val="4C607E00443645108D23101B7753C56C"/>
    <w:pPr>
      <w:widowControl w:val="0"/>
      <w:wordWrap w:val="0"/>
      <w:autoSpaceDE w:val="0"/>
      <w:autoSpaceDN w:val="0"/>
    </w:pPr>
  </w:style>
  <w:style w:type="paragraph" w:customStyle="1" w:styleId="74EAFECD2D3340DDA93DDC7679356A51">
    <w:name w:val="74EAFECD2D3340DDA93DDC7679356A51"/>
    <w:pPr>
      <w:widowControl w:val="0"/>
      <w:wordWrap w:val="0"/>
      <w:autoSpaceDE w:val="0"/>
      <w:autoSpaceDN w:val="0"/>
    </w:pPr>
  </w:style>
  <w:style w:type="paragraph" w:customStyle="1" w:styleId="18614CE8271A4E3888D9BFC3D81D7C24">
    <w:name w:val="18614CE8271A4E3888D9BFC3D81D7C24"/>
    <w:pPr>
      <w:widowControl w:val="0"/>
      <w:wordWrap w:val="0"/>
      <w:autoSpaceDE w:val="0"/>
      <w:autoSpaceDN w:val="0"/>
    </w:pPr>
  </w:style>
  <w:style w:type="paragraph" w:customStyle="1" w:styleId="CDBEE064500E48EE9B18D6A95D51F3A4">
    <w:name w:val="CDBEE064500E48EE9B18D6A95D51F3A4"/>
    <w:pPr>
      <w:widowControl w:val="0"/>
      <w:wordWrap w:val="0"/>
      <w:autoSpaceDE w:val="0"/>
      <w:autoSpaceDN w:val="0"/>
    </w:pPr>
  </w:style>
  <w:style w:type="paragraph" w:customStyle="1" w:styleId="095005528B134D2389BCD2460114EE0B">
    <w:name w:val="095005528B134D2389BCD2460114EE0B"/>
    <w:pPr>
      <w:widowControl w:val="0"/>
      <w:wordWrap w:val="0"/>
      <w:autoSpaceDE w:val="0"/>
      <w:autoSpaceDN w:val="0"/>
    </w:pPr>
  </w:style>
  <w:style w:type="paragraph" w:customStyle="1" w:styleId="228F95B8A02440B5962A97B4A6EB8F15">
    <w:name w:val="228F95B8A02440B5962A97B4A6EB8F15"/>
    <w:pPr>
      <w:widowControl w:val="0"/>
      <w:wordWrap w:val="0"/>
      <w:autoSpaceDE w:val="0"/>
      <w:autoSpaceDN w:val="0"/>
    </w:pPr>
  </w:style>
  <w:style w:type="paragraph" w:customStyle="1" w:styleId="8FCA51DE62C14C76B21EDE11255F5043">
    <w:name w:val="8FCA51DE62C14C76B21EDE11255F5043"/>
    <w:pPr>
      <w:widowControl w:val="0"/>
      <w:wordWrap w:val="0"/>
      <w:autoSpaceDE w:val="0"/>
      <w:autoSpaceDN w:val="0"/>
    </w:pPr>
  </w:style>
  <w:style w:type="paragraph" w:customStyle="1" w:styleId="FDDF8B2702DB4ABD9EBF714BBBFA7F31">
    <w:name w:val="FDDF8B2702DB4ABD9EBF714BBBFA7F31"/>
    <w:rsid w:val="00E01625"/>
    <w:pPr>
      <w:widowControl w:val="0"/>
      <w:wordWrap w:val="0"/>
      <w:autoSpaceDE w:val="0"/>
      <w:autoSpaceDN w:val="0"/>
    </w:pPr>
  </w:style>
  <w:style w:type="paragraph" w:customStyle="1" w:styleId="9E907B323EE844719D58DD1A3091AB59">
    <w:name w:val="9E907B323EE844719D58DD1A3091AB59"/>
    <w:rsid w:val="00E01625"/>
    <w:pPr>
      <w:widowControl w:val="0"/>
      <w:wordWrap w:val="0"/>
      <w:autoSpaceDE w:val="0"/>
      <w:autoSpaceDN w:val="0"/>
    </w:pPr>
  </w:style>
  <w:style w:type="paragraph" w:customStyle="1" w:styleId="6785CB4F6A2842818436977309DC0C04">
    <w:name w:val="6785CB4F6A2842818436977309DC0C04"/>
    <w:rsid w:val="00E01625"/>
    <w:pPr>
      <w:widowControl w:val="0"/>
      <w:wordWrap w:val="0"/>
      <w:autoSpaceDE w:val="0"/>
      <w:autoSpaceDN w:val="0"/>
    </w:pPr>
  </w:style>
  <w:style w:type="paragraph" w:customStyle="1" w:styleId="E66F4325B177402DBC50CF1016769708">
    <w:name w:val="E66F4325B177402DBC50CF1016769708"/>
    <w:rsid w:val="00E01625"/>
    <w:pPr>
      <w:widowControl w:val="0"/>
      <w:wordWrap w:val="0"/>
      <w:autoSpaceDE w:val="0"/>
      <w:autoSpaceDN w:val="0"/>
    </w:pPr>
  </w:style>
  <w:style w:type="paragraph" w:customStyle="1" w:styleId="B0689808509146F08C8313AFA6B4EC61">
    <w:name w:val="B0689808509146F08C8313AFA6B4EC61"/>
    <w:rsid w:val="00E01625"/>
    <w:pPr>
      <w:widowControl w:val="0"/>
      <w:wordWrap w:val="0"/>
      <w:autoSpaceDE w:val="0"/>
      <w:autoSpaceDN w:val="0"/>
    </w:pPr>
  </w:style>
  <w:style w:type="paragraph" w:customStyle="1" w:styleId="E01217C06B264C7AA5DB48C8F9B03A84">
    <w:name w:val="E01217C06B264C7AA5DB48C8F9B03A84"/>
    <w:rsid w:val="00E01625"/>
    <w:pPr>
      <w:widowControl w:val="0"/>
      <w:wordWrap w:val="0"/>
      <w:autoSpaceDE w:val="0"/>
      <w:autoSpaceDN w:val="0"/>
    </w:pPr>
  </w:style>
  <w:style w:type="paragraph" w:customStyle="1" w:styleId="1760705F81214D1285B96DA1DEE47752">
    <w:name w:val="1760705F81214D1285B96DA1DEE47752"/>
    <w:rsid w:val="00E01625"/>
    <w:pPr>
      <w:widowControl w:val="0"/>
      <w:wordWrap w:val="0"/>
      <w:autoSpaceDE w:val="0"/>
      <w:autoSpaceDN w:val="0"/>
    </w:pPr>
  </w:style>
  <w:style w:type="paragraph" w:customStyle="1" w:styleId="899CE0D0E15E4E7D9A439462F93127BE">
    <w:name w:val="899CE0D0E15E4E7D9A439462F93127BE"/>
    <w:rsid w:val="00E01625"/>
    <w:pPr>
      <w:widowControl w:val="0"/>
      <w:wordWrap w:val="0"/>
      <w:autoSpaceDE w:val="0"/>
      <w:autoSpaceDN w:val="0"/>
    </w:pPr>
  </w:style>
  <w:style w:type="paragraph" w:customStyle="1" w:styleId="29596336538B4288A5C4082DFF7C05F7">
    <w:name w:val="29596336538B4288A5C4082DFF7C05F7"/>
    <w:rsid w:val="00E01625"/>
    <w:pPr>
      <w:widowControl w:val="0"/>
      <w:wordWrap w:val="0"/>
      <w:autoSpaceDE w:val="0"/>
      <w:autoSpaceDN w:val="0"/>
    </w:pPr>
  </w:style>
  <w:style w:type="paragraph" w:customStyle="1" w:styleId="473A5F1BED07451A9AD6E808BF778AB1">
    <w:name w:val="473A5F1BED07451A9AD6E808BF778AB1"/>
    <w:rsid w:val="00E01625"/>
    <w:pPr>
      <w:widowControl w:val="0"/>
      <w:wordWrap w:val="0"/>
      <w:autoSpaceDE w:val="0"/>
      <w:autoSpaceDN w:val="0"/>
    </w:pPr>
  </w:style>
  <w:style w:type="paragraph" w:customStyle="1" w:styleId="1198D0C0AE7349008EF44AFCC6E40C3C">
    <w:name w:val="1198D0C0AE7349008EF44AFCC6E40C3C"/>
    <w:rsid w:val="00E01625"/>
    <w:pPr>
      <w:widowControl w:val="0"/>
      <w:wordWrap w:val="0"/>
      <w:autoSpaceDE w:val="0"/>
      <w:autoSpaceDN w:val="0"/>
    </w:pPr>
  </w:style>
  <w:style w:type="paragraph" w:customStyle="1" w:styleId="6AA5A2129D4D4717948F7E41856F989D">
    <w:name w:val="6AA5A2129D4D4717948F7E41856F989D"/>
    <w:rsid w:val="00E01625"/>
    <w:pPr>
      <w:widowControl w:val="0"/>
      <w:wordWrap w:val="0"/>
      <w:autoSpaceDE w:val="0"/>
      <w:autoSpaceDN w:val="0"/>
    </w:pPr>
  </w:style>
  <w:style w:type="paragraph" w:customStyle="1" w:styleId="48565CACC3A44DE78B7BF80509CC1E62">
    <w:name w:val="48565CACC3A44DE78B7BF80509CC1E62"/>
    <w:rsid w:val="00E01625"/>
    <w:pPr>
      <w:widowControl w:val="0"/>
      <w:wordWrap w:val="0"/>
      <w:autoSpaceDE w:val="0"/>
      <w:autoSpaceDN w:val="0"/>
    </w:pPr>
  </w:style>
  <w:style w:type="paragraph" w:customStyle="1" w:styleId="296B43BEDC2B4738B3988B376DFFCA8F">
    <w:name w:val="296B43BEDC2B4738B3988B376DFFCA8F"/>
    <w:rsid w:val="00E01625"/>
    <w:pPr>
      <w:widowControl w:val="0"/>
      <w:wordWrap w:val="0"/>
      <w:autoSpaceDE w:val="0"/>
      <w:autoSpaceDN w:val="0"/>
    </w:pPr>
  </w:style>
  <w:style w:type="paragraph" w:customStyle="1" w:styleId="0719D7684092400AB0F2F3E4177FD93B">
    <w:name w:val="0719D7684092400AB0F2F3E4177FD93B"/>
    <w:rsid w:val="00E01625"/>
    <w:pPr>
      <w:widowControl w:val="0"/>
      <w:wordWrap w:val="0"/>
      <w:autoSpaceDE w:val="0"/>
      <w:autoSpaceDN w:val="0"/>
    </w:pPr>
  </w:style>
  <w:style w:type="paragraph" w:customStyle="1" w:styleId="64B64630C28B48C68CF63083562427D0">
    <w:name w:val="64B64630C28B48C68CF63083562427D0"/>
    <w:rsid w:val="00E01625"/>
    <w:pPr>
      <w:widowControl w:val="0"/>
      <w:wordWrap w:val="0"/>
      <w:autoSpaceDE w:val="0"/>
      <w:autoSpaceDN w:val="0"/>
    </w:pPr>
  </w:style>
  <w:style w:type="paragraph" w:customStyle="1" w:styleId="444B0D6FFF154026ABF058D8F5CC3558">
    <w:name w:val="444B0D6FFF154026ABF058D8F5CC3558"/>
    <w:rsid w:val="00E01625"/>
    <w:pPr>
      <w:widowControl w:val="0"/>
      <w:wordWrap w:val="0"/>
      <w:autoSpaceDE w:val="0"/>
      <w:autoSpaceDN w:val="0"/>
    </w:pPr>
  </w:style>
  <w:style w:type="paragraph" w:customStyle="1" w:styleId="F6BD7E06324F436DB7FC1E70AC4D2A41">
    <w:name w:val="F6BD7E06324F436DB7FC1E70AC4D2A41"/>
    <w:rsid w:val="00E01625"/>
    <w:pPr>
      <w:widowControl w:val="0"/>
      <w:wordWrap w:val="0"/>
      <w:autoSpaceDE w:val="0"/>
      <w:autoSpaceDN w:val="0"/>
    </w:pPr>
  </w:style>
  <w:style w:type="paragraph" w:customStyle="1" w:styleId="9F932D99AC064AB08B8EBADA41A487F6">
    <w:name w:val="9F932D99AC064AB08B8EBADA41A487F6"/>
    <w:rsid w:val="00E01625"/>
    <w:pPr>
      <w:widowControl w:val="0"/>
      <w:wordWrap w:val="0"/>
      <w:autoSpaceDE w:val="0"/>
      <w:autoSpaceDN w:val="0"/>
    </w:pPr>
  </w:style>
  <w:style w:type="paragraph" w:customStyle="1" w:styleId="39C8E8FA52A542049DF7BD49E6926F62">
    <w:name w:val="39C8E8FA52A542049DF7BD49E6926F62"/>
    <w:rsid w:val="00E01625"/>
    <w:pPr>
      <w:widowControl w:val="0"/>
      <w:wordWrap w:val="0"/>
      <w:autoSpaceDE w:val="0"/>
      <w:autoSpaceDN w:val="0"/>
    </w:pPr>
  </w:style>
  <w:style w:type="paragraph" w:customStyle="1" w:styleId="8B4502048697455BB4A92017E6C1FA0B">
    <w:name w:val="8B4502048697455BB4A92017E6C1FA0B"/>
    <w:rsid w:val="00E01625"/>
    <w:pPr>
      <w:widowControl w:val="0"/>
      <w:wordWrap w:val="0"/>
      <w:autoSpaceDE w:val="0"/>
      <w:autoSpaceDN w:val="0"/>
    </w:pPr>
  </w:style>
  <w:style w:type="paragraph" w:customStyle="1" w:styleId="4B0A57FEFBB1439FB2B8789FF7DDCE25">
    <w:name w:val="4B0A57FEFBB1439FB2B8789FF7DDCE25"/>
    <w:rsid w:val="00E01625"/>
    <w:pPr>
      <w:widowControl w:val="0"/>
      <w:wordWrap w:val="0"/>
      <w:autoSpaceDE w:val="0"/>
      <w:autoSpaceDN w:val="0"/>
    </w:pPr>
  </w:style>
  <w:style w:type="paragraph" w:customStyle="1" w:styleId="72256EFF798F4682AB9B3152BBAEB724">
    <w:name w:val="72256EFF798F4682AB9B3152BBAEB724"/>
    <w:rsid w:val="00E01625"/>
    <w:pPr>
      <w:widowControl w:val="0"/>
      <w:wordWrap w:val="0"/>
      <w:autoSpaceDE w:val="0"/>
      <w:autoSpaceDN w:val="0"/>
    </w:pPr>
  </w:style>
  <w:style w:type="paragraph" w:customStyle="1" w:styleId="EC2E661CCE90494DAADDE758E3B99407">
    <w:name w:val="EC2E661CCE90494DAADDE758E3B99407"/>
    <w:rsid w:val="00E01625"/>
    <w:pPr>
      <w:widowControl w:val="0"/>
      <w:wordWrap w:val="0"/>
      <w:autoSpaceDE w:val="0"/>
      <w:autoSpaceDN w:val="0"/>
    </w:pPr>
  </w:style>
  <w:style w:type="paragraph" w:customStyle="1" w:styleId="F5F0D6B6390943FE8AB15016ED961E13">
    <w:name w:val="F5F0D6B6390943FE8AB15016ED961E13"/>
    <w:rsid w:val="00E01625"/>
    <w:pPr>
      <w:widowControl w:val="0"/>
      <w:wordWrap w:val="0"/>
      <w:autoSpaceDE w:val="0"/>
      <w:autoSpaceDN w:val="0"/>
    </w:pPr>
  </w:style>
  <w:style w:type="paragraph" w:customStyle="1" w:styleId="9C254B642A124E3795927BD57A3CA338">
    <w:name w:val="9C254B642A124E3795927BD57A3CA338"/>
    <w:rsid w:val="00E01625"/>
    <w:pPr>
      <w:widowControl w:val="0"/>
      <w:wordWrap w:val="0"/>
      <w:autoSpaceDE w:val="0"/>
      <w:autoSpaceDN w:val="0"/>
    </w:pPr>
  </w:style>
  <w:style w:type="paragraph" w:customStyle="1" w:styleId="3BE8807C1CA94BA9A82AE89AF79E5550">
    <w:name w:val="3BE8807C1CA94BA9A82AE89AF79E5550"/>
    <w:rsid w:val="00E01625"/>
    <w:pPr>
      <w:widowControl w:val="0"/>
      <w:wordWrap w:val="0"/>
      <w:autoSpaceDE w:val="0"/>
      <w:autoSpaceDN w:val="0"/>
    </w:pPr>
  </w:style>
  <w:style w:type="paragraph" w:customStyle="1" w:styleId="758339A73CB2464789840C56349C7FAE">
    <w:name w:val="758339A73CB2464789840C56349C7FAE"/>
    <w:rsid w:val="00E01625"/>
    <w:pPr>
      <w:widowControl w:val="0"/>
      <w:wordWrap w:val="0"/>
      <w:autoSpaceDE w:val="0"/>
      <w:autoSpaceDN w:val="0"/>
    </w:pPr>
  </w:style>
  <w:style w:type="paragraph" w:customStyle="1" w:styleId="C4BB225F02364647AABF7BB458F1755A">
    <w:name w:val="C4BB225F02364647AABF7BB458F1755A"/>
    <w:rsid w:val="00E01625"/>
    <w:pPr>
      <w:widowControl w:val="0"/>
      <w:wordWrap w:val="0"/>
      <w:autoSpaceDE w:val="0"/>
      <w:autoSpaceDN w:val="0"/>
    </w:pPr>
  </w:style>
  <w:style w:type="paragraph" w:customStyle="1" w:styleId="EB8892A1BB134022A632FA61FC406C3D">
    <w:name w:val="EB8892A1BB134022A632FA61FC406C3D"/>
    <w:rsid w:val="00E01625"/>
    <w:pPr>
      <w:widowControl w:val="0"/>
      <w:wordWrap w:val="0"/>
      <w:autoSpaceDE w:val="0"/>
      <w:autoSpaceDN w:val="0"/>
    </w:pPr>
  </w:style>
  <w:style w:type="paragraph" w:customStyle="1" w:styleId="8919A8E984FE4E948B8C6844A993BC4A">
    <w:name w:val="8919A8E984FE4E948B8C6844A993BC4A"/>
    <w:rsid w:val="00E01625"/>
    <w:pPr>
      <w:widowControl w:val="0"/>
      <w:wordWrap w:val="0"/>
      <w:autoSpaceDE w:val="0"/>
      <w:autoSpaceDN w:val="0"/>
    </w:pPr>
  </w:style>
  <w:style w:type="paragraph" w:customStyle="1" w:styleId="91B9A63EE002491A82C09145DE24CD88">
    <w:name w:val="91B9A63EE002491A82C09145DE24CD88"/>
    <w:rsid w:val="00E01625"/>
    <w:pPr>
      <w:widowControl w:val="0"/>
      <w:wordWrap w:val="0"/>
      <w:autoSpaceDE w:val="0"/>
      <w:autoSpaceDN w:val="0"/>
    </w:pPr>
  </w:style>
  <w:style w:type="paragraph" w:customStyle="1" w:styleId="23D8034C37EF41C799F47E27B6F5C68D">
    <w:name w:val="23D8034C37EF41C799F47E27B6F5C68D"/>
    <w:rsid w:val="00E01625"/>
    <w:pPr>
      <w:widowControl w:val="0"/>
      <w:wordWrap w:val="0"/>
      <w:autoSpaceDE w:val="0"/>
      <w:autoSpaceDN w:val="0"/>
    </w:pPr>
  </w:style>
  <w:style w:type="paragraph" w:customStyle="1" w:styleId="DAB92594D397403ABB86D0E9FF4AD526">
    <w:name w:val="DAB92594D397403ABB86D0E9FF4AD526"/>
    <w:rsid w:val="00E01625"/>
    <w:pPr>
      <w:widowControl w:val="0"/>
      <w:wordWrap w:val="0"/>
      <w:autoSpaceDE w:val="0"/>
      <w:autoSpaceDN w:val="0"/>
    </w:pPr>
  </w:style>
  <w:style w:type="paragraph" w:customStyle="1" w:styleId="F71E2CC3B2404D3396498219AB3309E0">
    <w:name w:val="F71E2CC3B2404D3396498219AB3309E0"/>
    <w:rsid w:val="00E01625"/>
    <w:pPr>
      <w:widowControl w:val="0"/>
      <w:wordWrap w:val="0"/>
      <w:autoSpaceDE w:val="0"/>
      <w:autoSpaceDN w:val="0"/>
    </w:pPr>
  </w:style>
  <w:style w:type="paragraph" w:customStyle="1" w:styleId="7B7E9CEF4F9F438BB2D7881D724450FB">
    <w:name w:val="7B7E9CEF4F9F438BB2D7881D724450FB"/>
    <w:rsid w:val="00E01625"/>
    <w:pPr>
      <w:widowControl w:val="0"/>
      <w:wordWrap w:val="0"/>
      <w:autoSpaceDE w:val="0"/>
      <w:autoSpaceDN w:val="0"/>
    </w:pPr>
  </w:style>
  <w:style w:type="paragraph" w:customStyle="1" w:styleId="AE5C63216BE6475BBDEF8A97D36186C4">
    <w:name w:val="AE5C63216BE6475BBDEF8A97D36186C4"/>
    <w:rsid w:val="00E01625"/>
    <w:pPr>
      <w:widowControl w:val="0"/>
      <w:wordWrap w:val="0"/>
      <w:autoSpaceDE w:val="0"/>
      <w:autoSpaceDN w:val="0"/>
    </w:pPr>
  </w:style>
  <w:style w:type="paragraph" w:customStyle="1" w:styleId="C6249B7DF3B344BEBCEB34BC2311B060">
    <w:name w:val="C6249B7DF3B344BEBCEB34BC2311B060"/>
    <w:rsid w:val="00E01625"/>
    <w:pPr>
      <w:widowControl w:val="0"/>
      <w:wordWrap w:val="0"/>
      <w:autoSpaceDE w:val="0"/>
      <w:autoSpaceDN w:val="0"/>
    </w:pPr>
  </w:style>
  <w:style w:type="paragraph" w:customStyle="1" w:styleId="D3D0D9EB22B14CD98D3EF9D17E0AEA09">
    <w:name w:val="D3D0D9EB22B14CD98D3EF9D17E0AEA09"/>
    <w:rsid w:val="00E01625"/>
    <w:pPr>
      <w:widowControl w:val="0"/>
      <w:wordWrap w:val="0"/>
      <w:autoSpaceDE w:val="0"/>
      <w:autoSpaceDN w:val="0"/>
    </w:pPr>
  </w:style>
  <w:style w:type="paragraph" w:customStyle="1" w:styleId="31E14EC67ADD4BE5B8A5954463E7CFC6">
    <w:name w:val="31E14EC67ADD4BE5B8A5954463E7CFC6"/>
    <w:rsid w:val="00E01625"/>
    <w:pPr>
      <w:widowControl w:val="0"/>
      <w:wordWrap w:val="0"/>
      <w:autoSpaceDE w:val="0"/>
      <w:autoSpaceDN w:val="0"/>
    </w:pPr>
  </w:style>
  <w:style w:type="paragraph" w:customStyle="1" w:styleId="6C18369AFC1D4063B5B2B426F5756E5E">
    <w:name w:val="6C18369AFC1D4063B5B2B426F5756E5E"/>
    <w:rsid w:val="00E01625"/>
    <w:pPr>
      <w:widowControl w:val="0"/>
      <w:wordWrap w:val="0"/>
      <w:autoSpaceDE w:val="0"/>
      <w:autoSpaceDN w:val="0"/>
    </w:pPr>
  </w:style>
  <w:style w:type="paragraph" w:customStyle="1" w:styleId="2FD9B2030BEA4DD29C87CBAE7334276E">
    <w:name w:val="2FD9B2030BEA4DD29C87CBAE7334276E"/>
    <w:rsid w:val="00E01625"/>
    <w:pPr>
      <w:widowControl w:val="0"/>
      <w:wordWrap w:val="0"/>
      <w:autoSpaceDE w:val="0"/>
      <w:autoSpaceDN w:val="0"/>
    </w:pPr>
  </w:style>
  <w:style w:type="paragraph" w:customStyle="1" w:styleId="49D3F3B27FBE4E1A949C0C9ED37F454E">
    <w:name w:val="49D3F3B27FBE4E1A949C0C9ED37F454E"/>
    <w:rsid w:val="00E01625"/>
    <w:pPr>
      <w:widowControl w:val="0"/>
      <w:wordWrap w:val="0"/>
      <w:autoSpaceDE w:val="0"/>
      <w:autoSpaceDN w:val="0"/>
    </w:pPr>
  </w:style>
  <w:style w:type="paragraph" w:customStyle="1" w:styleId="58C792E95B52468EA5201D134E2B2E99">
    <w:name w:val="58C792E95B52468EA5201D134E2B2E99"/>
    <w:rsid w:val="00E01625"/>
    <w:pPr>
      <w:widowControl w:val="0"/>
      <w:wordWrap w:val="0"/>
      <w:autoSpaceDE w:val="0"/>
      <w:autoSpaceDN w:val="0"/>
    </w:pPr>
  </w:style>
  <w:style w:type="paragraph" w:customStyle="1" w:styleId="5D75B64B63FC4431A288AF83D4BEB70D">
    <w:name w:val="5D75B64B63FC4431A288AF83D4BEB70D"/>
    <w:rsid w:val="00E01625"/>
    <w:pPr>
      <w:widowControl w:val="0"/>
      <w:wordWrap w:val="0"/>
      <w:autoSpaceDE w:val="0"/>
      <w:autoSpaceDN w:val="0"/>
    </w:pPr>
  </w:style>
  <w:style w:type="paragraph" w:customStyle="1" w:styleId="CD5FAB5F87EB49FDA54060C314509905">
    <w:name w:val="CD5FAB5F87EB49FDA54060C314509905"/>
    <w:rsid w:val="00E01625"/>
    <w:pPr>
      <w:widowControl w:val="0"/>
      <w:wordWrap w:val="0"/>
      <w:autoSpaceDE w:val="0"/>
      <w:autoSpaceDN w:val="0"/>
    </w:pPr>
  </w:style>
  <w:style w:type="paragraph" w:customStyle="1" w:styleId="EB8E4EBC6B204DEA8211EB7CC78D045A">
    <w:name w:val="EB8E4EBC6B204DEA8211EB7CC78D045A"/>
    <w:rsid w:val="00E01625"/>
    <w:pPr>
      <w:widowControl w:val="0"/>
      <w:wordWrap w:val="0"/>
      <w:autoSpaceDE w:val="0"/>
      <w:autoSpaceDN w:val="0"/>
    </w:pPr>
  </w:style>
  <w:style w:type="paragraph" w:customStyle="1" w:styleId="372F31A73C5A4A5CBAB09A39CF421B6B">
    <w:name w:val="372F31A73C5A4A5CBAB09A39CF421B6B"/>
    <w:rsid w:val="00E01625"/>
    <w:pPr>
      <w:widowControl w:val="0"/>
      <w:wordWrap w:val="0"/>
      <w:autoSpaceDE w:val="0"/>
      <w:autoSpaceDN w:val="0"/>
    </w:pPr>
  </w:style>
  <w:style w:type="paragraph" w:customStyle="1" w:styleId="48D619B46BBE4A91A0673D0C04542C91">
    <w:name w:val="48D619B46BBE4A91A0673D0C04542C91"/>
    <w:rsid w:val="00E01625"/>
    <w:pPr>
      <w:widowControl w:val="0"/>
      <w:wordWrap w:val="0"/>
      <w:autoSpaceDE w:val="0"/>
      <w:autoSpaceDN w:val="0"/>
    </w:pPr>
  </w:style>
  <w:style w:type="paragraph" w:customStyle="1" w:styleId="F6091BFFC09B46A8800B8D84905716B8">
    <w:name w:val="F6091BFFC09B46A8800B8D84905716B8"/>
    <w:rsid w:val="00E01625"/>
    <w:pPr>
      <w:widowControl w:val="0"/>
      <w:wordWrap w:val="0"/>
      <w:autoSpaceDE w:val="0"/>
      <w:autoSpaceDN w:val="0"/>
    </w:pPr>
  </w:style>
  <w:style w:type="paragraph" w:customStyle="1" w:styleId="815782B78A36487797EB73A9D07D10FA">
    <w:name w:val="815782B78A36487797EB73A9D07D10FA"/>
    <w:rsid w:val="00E01625"/>
    <w:pPr>
      <w:widowControl w:val="0"/>
      <w:wordWrap w:val="0"/>
      <w:autoSpaceDE w:val="0"/>
      <w:autoSpaceDN w:val="0"/>
    </w:pPr>
  </w:style>
  <w:style w:type="paragraph" w:customStyle="1" w:styleId="394CECB8E52340CA9DC398C5D725FAA8">
    <w:name w:val="394CECB8E52340CA9DC398C5D725FAA8"/>
    <w:rsid w:val="00E01625"/>
    <w:pPr>
      <w:widowControl w:val="0"/>
      <w:wordWrap w:val="0"/>
      <w:autoSpaceDE w:val="0"/>
      <w:autoSpaceDN w:val="0"/>
    </w:pPr>
  </w:style>
  <w:style w:type="paragraph" w:customStyle="1" w:styleId="2A03BCE089604D5A9DCD51E563F3A28A">
    <w:name w:val="2A03BCE089604D5A9DCD51E563F3A28A"/>
    <w:rsid w:val="00E01625"/>
    <w:pPr>
      <w:widowControl w:val="0"/>
      <w:wordWrap w:val="0"/>
      <w:autoSpaceDE w:val="0"/>
      <w:autoSpaceDN w:val="0"/>
    </w:pPr>
  </w:style>
  <w:style w:type="paragraph" w:customStyle="1" w:styleId="1CF4676B614140C09EF27F3E0C3E4932">
    <w:name w:val="1CF4676B614140C09EF27F3E0C3E4932"/>
    <w:rsid w:val="00E01625"/>
    <w:pPr>
      <w:widowControl w:val="0"/>
      <w:wordWrap w:val="0"/>
      <w:autoSpaceDE w:val="0"/>
      <w:autoSpaceDN w:val="0"/>
    </w:pPr>
  </w:style>
  <w:style w:type="paragraph" w:customStyle="1" w:styleId="EE39A388A39A41238F467410E8002E3F">
    <w:name w:val="EE39A388A39A41238F467410E8002E3F"/>
    <w:rsid w:val="00E01625"/>
    <w:pPr>
      <w:widowControl w:val="0"/>
      <w:wordWrap w:val="0"/>
      <w:autoSpaceDE w:val="0"/>
      <w:autoSpaceDN w:val="0"/>
    </w:pPr>
  </w:style>
  <w:style w:type="paragraph" w:customStyle="1" w:styleId="90B4FF85F4DC41279E8F8AFCCCB9ABAD">
    <w:name w:val="90B4FF85F4DC41279E8F8AFCCCB9ABAD"/>
    <w:rsid w:val="00E01625"/>
    <w:pPr>
      <w:widowControl w:val="0"/>
      <w:wordWrap w:val="0"/>
      <w:autoSpaceDE w:val="0"/>
      <w:autoSpaceDN w:val="0"/>
    </w:pPr>
  </w:style>
  <w:style w:type="paragraph" w:customStyle="1" w:styleId="785F2DDF57744CE7AEA24A98CE0626A1">
    <w:name w:val="785F2DDF57744CE7AEA24A98CE0626A1"/>
    <w:rsid w:val="00E01625"/>
    <w:pPr>
      <w:widowControl w:val="0"/>
      <w:wordWrap w:val="0"/>
      <w:autoSpaceDE w:val="0"/>
      <w:autoSpaceDN w:val="0"/>
    </w:pPr>
  </w:style>
  <w:style w:type="paragraph" w:customStyle="1" w:styleId="031397D60E264AEC8087429AFF4241AA">
    <w:name w:val="031397D60E264AEC8087429AFF4241AA"/>
    <w:rsid w:val="00E01625"/>
    <w:pPr>
      <w:widowControl w:val="0"/>
      <w:wordWrap w:val="0"/>
      <w:autoSpaceDE w:val="0"/>
      <w:autoSpaceDN w:val="0"/>
    </w:pPr>
  </w:style>
  <w:style w:type="paragraph" w:customStyle="1" w:styleId="A21A6C6B1DB44626864ED1A249967BAC">
    <w:name w:val="A21A6C6B1DB44626864ED1A249967BAC"/>
    <w:rsid w:val="00E01625"/>
    <w:pPr>
      <w:widowControl w:val="0"/>
      <w:wordWrap w:val="0"/>
      <w:autoSpaceDE w:val="0"/>
      <w:autoSpaceDN w:val="0"/>
    </w:pPr>
  </w:style>
  <w:style w:type="paragraph" w:customStyle="1" w:styleId="3631BE7E8A0F40249609056F3E238D93">
    <w:name w:val="3631BE7E8A0F40249609056F3E238D93"/>
    <w:rsid w:val="00E01625"/>
    <w:pPr>
      <w:widowControl w:val="0"/>
      <w:wordWrap w:val="0"/>
      <w:autoSpaceDE w:val="0"/>
      <w:autoSpaceDN w:val="0"/>
    </w:pPr>
  </w:style>
  <w:style w:type="paragraph" w:customStyle="1" w:styleId="60A0664DEFAC4B458A2F146A615B515F">
    <w:name w:val="60A0664DEFAC4B458A2F146A615B515F"/>
    <w:rsid w:val="00E01625"/>
    <w:pPr>
      <w:widowControl w:val="0"/>
      <w:wordWrap w:val="0"/>
      <w:autoSpaceDE w:val="0"/>
      <w:autoSpaceDN w:val="0"/>
    </w:pPr>
  </w:style>
  <w:style w:type="paragraph" w:customStyle="1" w:styleId="A2AB8431622F417CB52D97FAE1512469">
    <w:name w:val="A2AB8431622F417CB52D97FAE1512469"/>
    <w:rsid w:val="00E01625"/>
    <w:pPr>
      <w:widowControl w:val="0"/>
      <w:wordWrap w:val="0"/>
      <w:autoSpaceDE w:val="0"/>
      <w:autoSpaceDN w:val="0"/>
    </w:pPr>
  </w:style>
  <w:style w:type="paragraph" w:customStyle="1" w:styleId="F114A9D635E54C72BB4D93D7D9AD934C">
    <w:name w:val="F114A9D635E54C72BB4D93D7D9AD934C"/>
    <w:rsid w:val="00E01625"/>
    <w:pPr>
      <w:widowControl w:val="0"/>
      <w:wordWrap w:val="0"/>
      <w:autoSpaceDE w:val="0"/>
      <w:autoSpaceDN w:val="0"/>
    </w:pPr>
  </w:style>
  <w:style w:type="paragraph" w:customStyle="1" w:styleId="CF9FA16FFE5443E1A026BD6E2AD2986C">
    <w:name w:val="CF9FA16FFE5443E1A026BD6E2AD2986C"/>
    <w:rsid w:val="00E01625"/>
    <w:pPr>
      <w:widowControl w:val="0"/>
      <w:wordWrap w:val="0"/>
      <w:autoSpaceDE w:val="0"/>
      <w:autoSpaceDN w:val="0"/>
    </w:pPr>
  </w:style>
  <w:style w:type="paragraph" w:customStyle="1" w:styleId="BDC1FBE2EDD2468D9210CDDE4AF01A00">
    <w:name w:val="BDC1FBE2EDD2468D9210CDDE4AF01A00"/>
    <w:rsid w:val="00E01625"/>
    <w:pPr>
      <w:widowControl w:val="0"/>
      <w:wordWrap w:val="0"/>
      <w:autoSpaceDE w:val="0"/>
      <w:autoSpaceDN w:val="0"/>
    </w:pPr>
  </w:style>
  <w:style w:type="paragraph" w:customStyle="1" w:styleId="7577A5C87284467FB4AEB4E896235814">
    <w:name w:val="7577A5C87284467FB4AEB4E896235814"/>
    <w:rsid w:val="00E01625"/>
    <w:pPr>
      <w:widowControl w:val="0"/>
      <w:wordWrap w:val="0"/>
      <w:autoSpaceDE w:val="0"/>
      <w:autoSpaceDN w:val="0"/>
    </w:pPr>
  </w:style>
  <w:style w:type="paragraph" w:customStyle="1" w:styleId="028F689CA0394EEC9E5D2F2A3061ED79">
    <w:name w:val="028F689CA0394EEC9E5D2F2A3061ED79"/>
    <w:rsid w:val="00B93E8F"/>
    <w:pPr>
      <w:widowControl w:val="0"/>
      <w:wordWrap w:val="0"/>
      <w:autoSpaceDE w:val="0"/>
      <w:autoSpaceDN w:val="0"/>
    </w:pPr>
  </w:style>
  <w:style w:type="paragraph" w:customStyle="1" w:styleId="FC7DD5BC9140444981DBF6AB2D25D9AB">
    <w:name w:val="FC7DD5BC9140444981DBF6AB2D25D9AB"/>
    <w:rsid w:val="00B93E8F"/>
    <w:pPr>
      <w:widowControl w:val="0"/>
      <w:wordWrap w:val="0"/>
      <w:autoSpaceDE w:val="0"/>
      <w:autoSpaceDN w:val="0"/>
    </w:pPr>
  </w:style>
  <w:style w:type="paragraph" w:customStyle="1" w:styleId="D1972E9180E449179EE67250A4B49F1A">
    <w:name w:val="D1972E9180E449179EE67250A4B49F1A"/>
    <w:rsid w:val="00B93E8F"/>
    <w:pPr>
      <w:widowControl w:val="0"/>
      <w:wordWrap w:val="0"/>
      <w:autoSpaceDE w:val="0"/>
      <w:autoSpaceDN w:val="0"/>
    </w:pPr>
  </w:style>
  <w:style w:type="paragraph" w:customStyle="1" w:styleId="1678BDA2304A4E83BAE359305D24E1D2">
    <w:name w:val="1678BDA2304A4E83BAE359305D24E1D2"/>
    <w:rsid w:val="00B93E8F"/>
    <w:pPr>
      <w:widowControl w:val="0"/>
      <w:wordWrap w:val="0"/>
      <w:autoSpaceDE w:val="0"/>
      <w:autoSpaceDN w:val="0"/>
    </w:pPr>
  </w:style>
  <w:style w:type="paragraph" w:customStyle="1" w:styleId="C44CCE22FB224C908DBFEC605A7DD062">
    <w:name w:val="C44CCE22FB224C908DBFEC605A7DD062"/>
    <w:rsid w:val="00B93E8F"/>
    <w:pPr>
      <w:widowControl w:val="0"/>
      <w:wordWrap w:val="0"/>
      <w:autoSpaceDE w:val="0"/>
      <w:autoSpaceDN w:val="0"/>
    </w:pPr>
  </w:style>
  <w:style w:type="paragraph" w:customStyle="1" w:styleId="2340BED991A24778AABB832A5BF5A291">
    <w:name w:val="2340BED991A24778AABB832A5BF5A291"/>
    <w:rsid w:val="00B93E8F"/>
    <w:pPr>
      <w:widowControl w:val="0"/>
      <w:wordWrap w:val="0"/>
      <w:autoSpaceDE w:val="0"/>
      <w:autoSpaceDN w:val="0"/>
    </w:pPr>
  </w:style>
  <w:style w:type="paragraph" w:customStyle="1" w:styleId="012388F53327467BB9CA7758904A83C5">
    <w:name w:val="012388F53327467BB9CA7758904A83C5"/>
    <w:rsid w:val="00B93E8F"/>
    <w:pPr>
      <w:widowControl w:val="0"/>
      <w:wordWrap w:val="0"/>
      <w:autoSpaceDE w:val="0"/>
      <w:autoSpaceDN w:val="0"/>
    </w:pPr>
  </w:style>
  <w:style w:type="paragraph" w:customStyle="1" w:styleId="D7BC0F43B07B4222B723F7AFC535231F">
    <w:name w:val="D7BC0F43B07B4222B723F7AFC535231F"/>
    <w:rsid w:val="00B93E8F"/>
    <w:pPr>
      <w:widowControl w:val="0"/>
      <w:wordWrap w:val="0"/>
      <w:autoSpaceDE w:val="0"/>
      <w:autoSpaceDN w:val="0"/>
    </w:pPr>
  </w:style>
  <w:style w:type="paragraph" w:customStyle="1" w:styleId="F9C1539799DB45BAA1D849A7DEEDF7F1">
    <w:name w:val="F9C1539799DB45BAA1D849A7DEEDF7F1"/>
    <w:rsid w:val="00B93E8F"/>
    <w:pPr>
      <w:widowControl w:val="0"/>
      <w:wordWrap w:val="0"/>
      <w:autoSpaceDE w:val="0"/>
      <w:autoSpaceDN w:val="0"/>
    </w:pPr>
  </w:style>
  <w:style w:type="paragraph" w:customStyle="1" w:styleId="5C7D24C59A144AB89A556B248C76D492">
    <w:name w:val="5C7D24C59A144AB89A556B248C76D492"/>
    <w:rsid w:val="00B93E8F"/>
    <w:pPr>
      <w:widowControl w:val="0"/>
      <w:wordWrap w:val="0"/>
      <w:autoSpaceDE w:val="0"/>
      <w:autoSpaceDN w:val="0"/>
    </w:pPr>
  </w:style>
  <w:style w:type="paragraph" w:customStyle="1" w:styleId="EDA2783A930C48148E890D54205508BC">
    <w:name w:val="EDA2783A930C48148E890D54205508BC"/>
    <w:rsid w:val="00B93E8F"/>
    <w:pPr>
      <w:widowControl w:val="0"/>
      <w:wordWrap w:val="0"/>
      <w:autoSpaceDE w:val="0"/>
      <w:autoSpaceDN w:val="0"/>
    </w:pPr>
  </w:style>
  <w:style w:type="paragraph" w:customStyle="1" w:styleId="8223876B91C449188CDC0AB889C37269">
    <w:name w:val="8223876B91C449188CDC0AB889C37269"/>
    <w:rsid w:val="00B93E8F"/>
    <w:pPr>
      <w:widowControl w:val="0"/>
      <w:wordWrap w:val="0"/>
      <w:autoSpaceDE w:val="0"/>
      <w:autoSpaceDN w:val="0"/>
    </w:pPr>
  </w:style>
  <w:style w:type="paragraph" w:customStyle="1" w:styleId="1AB705C7A7A443FBAB50879EAA6F8CF3">
    <w:name w:val="1AB705C7A7A443FBAB50879EAA6F8CF3"/>
    <w:rsid w:val="00B93E8F"/>
    <w:pPr>
      <w:widowControl w:val="0"/>
      <w:wordWrap w:val="0"/>
      <w:autoSpaceDE w:val="0"/>
      <w:autoSpaceDN w:val="0"/>
    </w:pPr>
  </w:style>
  <w:style w:type="paragraph" w:customStyle="1" w:styleId="8DDE1B9790E442F7975BFE4FCEE22F13">
    <w:name w:val="8DDE1B9790E442F7975BFE4FCEE22F13"/>
    <w:rsid w:val="00B93E8F"/>
    <w:pPr>
      <w:widowControl w:val="0"/>
      <w:wordWrap w:val="0"/>
      <w:autoSpaceDE w:val="0"/>
      <w:autoSpaceDN w:val="0"/>
    </w:pPr>
  </w:style>
  <w:style w:type="paragraph" w:customStyle="1" w:styleId="A0E499172E0A417FBBB3E4A29B3F84AE">
    <w:name w:val="A0E499172E0A417FBBB3E4A29B3F84AE"/>
    <w:rsid w:val="0084150C"/>
    <w:pPr>
      <w:widowControl w:val="0"/>
      <w:wordWrap w:val="0"/>
      <w:autoSpaceDE w:val="0"/>
      <w:autoSpaceDN w:val="0"/>
    </w:pPr>
  </w:style>
  <w:style w:type="paragraph" w:customStyle="1" w:styleId="B9DF7A406D57495BBADCC0AF40DE5A83">
    <w:name w:val="B9DF7A406D57495BBADCC0AF40DE5A83"/>
    <w:rsid w:val="0084150C"/>
    <w:pPr>
      <w:widowControl w:val="0"/>
      <w:wordWrap w:val="0"/>
      <w:autoSpaceDE w:val="0"/>
      <w:autoSpaceDN w:val="0"/>
    </w:pPr>
  </w:style>
  <w:style w:type="paragraph" w:customStyle="1" w:styleId="236509820DC64933BFD70AE3CF75AAE2">
    <w:name w:val="236509820DC64933BFD70AE3CF75AAE2"/>
    <w:rsid w:val="0084150C"/>
    <w:pPr>
      <w:widowControl w:val="0"/>
      <w:wordWrap w:val="0"/>
      <w:autoSpaceDE w:val="0"/>
      <w:autoSpaceDN w:val="0"/>
    </w:pPr>
  </w:style>
  <w:style w:type="paragraph" w:customStyle="1" w:styleId="5317B1931B7A41E3BFEE821D3F9D7D20">
    <w:name w:val="5317B1931B7A41E3BFEE821D3F9D7D20"/>
    <w:rsid w:val="0084150C"/>
    <w:pPr>
      <w:widowControl w:val="0"/>
      <w:wordWrap w:val="0"/>
      <w:autoSpaceDE w:val="0"/>
      <w:autoSpaceDN w:val="0"/>
    </w:pPr>
  </w:style>
  <w:style w:type="paragraph" w:customStyle="1" w:styleId="7DCECFDEC920469FB7EC1F68C7A96170">
    <w:name w:val="7DCECFDEC920469FB7EC1F68C7A96170"/>
    <w:rsid w:val="0084150C"/>
    <w:pPr>
      <w:widowControl w:val="0"/>
      <w:wordWrap w:val="0"/>
      <w:autoSpaceDE w:val="0"/>
      <w:autoSpaceDN w:val="0"/>
    </w:pPr>
  </w:style>
  <w:style w:type="paragraph" w:customStyle="1" w:styleId="21D929D7F6B04F71A1ACB447FB8AA926">
    <w:name w:val="21D929D7F6B04F71A1ACB447FB8AA926"/>
    <w:rsid w:val="0084150C"/>
    <w:pPr>
      <w:widowControl w:val="0"/>
      <w:wordWrap w:val="0"/>
      <w:autoSpaceDE w:val="0"/>
      <w:autoSpaceDN w:val="0"/>
    </w:pPr>
  </w:style>
  <w:style w:type="paragraph" w:customStyle="1" w:styleId="837A970C177A4625B96BD7031156780A">
    <w:name w:val="837A970C177A4625B96BD7031156780A"/>
    <w:rsid w:val="0084150C"/>
    <w:pPr>
      <w:widowControl w:val="0"/>
      <w:wordWrap w:val="0"/>
      <w:autoSpaceDE w:val="0"/>
      <w:autoSpaceDN w:val="0"/>
    </w:pPr>
  </w:style>
  <w:style w:type="paragraph" w:customStyle="1" w:styleId="560760C133814DE5B61772817A7B7FEA">
    <w:name w:val="560760C133814DE5B61772817A7B7FEA"/>
    <w:rsid w:val="0084150C"/>
    <w:pPr>
      <w:widowControl w:val="0"/>
      <w:wordWrap w:val="0"/>
      <w:autoSpaceDE w:val="0"/>
      <w:autoSpaceDN w:val="0"/>
    </w:pPr>
  </w:style>
  <w:style w:type="paragraph" w:customStyle="1" w:styleId="D01DA723C34D4E8484018EB0900C5109">
    <w:name w:val="D01DA723C34D4E8484018EB0900C5109"/>
    <w:rsid w:val="0084150C"/>
    <w:pPr>
      <w:widowControl w:val="0"/>
      <w:wordWrap w:val="0"/>
      <w:autoSpaceDE w:val="0"/>
      <w:autoSpaceDN w:val="0"/>
    </w:pPr>
  </w:style>
  <w:style w:type="paragraph" w:customStyle="1" w:styleId="F0807BF4ADEA42FEA02B422A2EBF9C9D">
    <w:name w:val="F0807BF4ADEA42FEA02B422A2EBF9C9D"/>
    <w:rsid w:val="008A04BF"/>
    <w:pPr>
      <w:widowControl w:val="0"/>
      <w:wordWrap w:val="0"/>
      <w:autoSpaceDE w:val="0"/>
      <w:autoSpaceDN w:val="0"/>
    </w:pPr>
  </w:style>
  <w:style w:type="paragraph" w:customStyle="1" w:styleId="D4164FB5996A445D860A16ABDD4220B0">
    <w:name w:val="D4164FB5996A445D860A16ABDD4220B0"/>
    <w:rsid w:val="008A04BF"/>
    <w:pPr>
      <w:widowControl w:val="0"/>
      <w:wordWrap w:val="0"/>
      <w:autoSpaceDE w:val="0"/>
      <w:autoSpaceDN w:val="0"/>
    </w:pPr>
  </w:style>
  <w:style w:type="paragraph" w:customStyle="1" w:styleId="A0F72542157E4B0FA68A970754E7EDBE">
    <w:name w:val="A0F72542157E4B0FA68A970754E7EDBE"/>
    <w:rsid w:val="008A04BF"/>
    <w:pPr>
      <w:widowControl w:val="0"/>
      <w:wordWrap w:val="0"/>
      <w:autoSpaceDE w:val="0"/>
      <w:autoSpaceDN w:val="0"/>
    </w:pPr>
  </w:style>
  <w:style w:type="paragraph" w:customStyle="1" w:styleId="46A3053190B74FAABDAEE0C5D8C154DC">
    <w:name w:val="46A3053190B74FAABDAEE0C5D8C154DC"/>
    <w:rsid w:val="00613C2A"/>
    <w:pPr>
      <w:widowControl w:val="0"/>
      <w:wordWrap w:val="0"/>
      <w:autoSpaceDE w:val="0"/>
      <w:autoSpaceDN w:val="0"/>
    </w:pPr>
  </w:style>
  <w:style w:type="paragraph" w:customStyle="1" w:styleId="42C31C2F51E64933B36B74D9B32AA35B">
    <w:name w:val="42C31C2F51E64933B36B74D9B32AA35B"/>
    <w:rsid w:val="00613C2A"/>
    <w:pPr>
      <w:widowControl w:val="0"/>
      <w:wordWrap w:val="0"/>
      <w:autoSpaceDE w:val="0"/>
      <w:autoSpaceDN w:val="0"/>
    </w:pPr>
  </w:style>
  <w:style w:type="paragraph" w:customStyle="1" w:styleId="E955D9C3FCB54963B083E53C1FC0E2C9">
    <w:name w:val="E955D9C3FCB54963B083E53C1FC0E2C9"/>
    <w:rsid w:val="00613C2A"/>
    <w:pPr>
      <w:widowControl w:val="0"/>
      <w:wordWrap w:val="0"/>
      <w:autoSpaceDE w:val="0"/>
      <w:autoSpaceDN w:val="0"/>
    </w:pPr>
  </w:style>
  <w:style w:type="paragraph" w:customStyle="1" w:styleId="9C854E5E93474CF9AC840D71E285950F">
    <w:name w:val="9C854E5E93474CF9AC840D71E285950F"/>
    <w:rsid w:val="00613C2A"/>
    <w:pPr>
      <w:widowControl w:val="0"/>
      <w:wordWrap w:val="0"/>
      <w:autoSpaceDE w:val="0"/>
      <w:autoSpaceDN w:val="0"/>
    </w:pPr>
  </w:style>
  <w:style w:type="paragraph" w:customStyle="1" w:styleId="B54A07068F8B417290B7429ABB1F3F5E">
    <w:name w:val="B54A07068F8B417290B7429ABB1F3F5E"/>
    <w:rsid w:val="00613C2A"/>
    <w:pPr>
      <w:widowControl w:val="0"/>
      <w:wordWrap w:val="0"/>
      <w:autoSpaceDE w:val="0"/>
      <w:autoSpaceDN w:val="0"/>
    </w:pPr>
  </w:style>
  <w:style w:type="paragraph" w:customStyle="1" w:styleId="3C2C774510084FF694EA93D97EF1E1AC">
    <w:name w:val="3C2C774510084FF694EA93D97EF1E1AC"/>
    <w:rsid w:val="00613C2A"/>
    <w:pPr>
      <w:widowControl w:val="0"/>
      <w:wordWrap w:val="0"/>
      <w:autoSpaceDE w:val="0"/>
      <w:autoSpaceDN w:val="0"/>
    </w:pPr>
  </w:style>
  <w:style w:type="paragraph" w:customStyle="1" w:styleId="2510765A8C9C493F913243D830E39C7C">
    <w:name w:val="2510765A8C9C493F913243D830E39C7C"/>
    <w:rsid w:val="00613C2A"/>
    <w:pPr>
      <w:widowControl w:val="0"/>
      <w:wordWrap w:val="0"/>
      <w:autoSpaceDE w:val="0"/>
      <w:autoSpaceDN w:val="0"/>
    </w:pPr>
  </w:style>
  <w:style w:type="paragraph" w:customStyle="1" w:styleId="967EA90CEE1C4030B290B5AF486C9FAC">
    <w:name w:val="967EA90CEE1C4030B290B5AF486C9FAC"/>
    <w:rsid w:val="00613C2A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>matplotlib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5BE4C5-48A7-48F1-9485-1DFC9BD99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1D6D8-B8B4-42A6-A2C1-5FD15E95B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A7DA40-C0FC-4FC0-BAF6-52498A126ABD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5.xml><?xml version="1.0" encoding="utf-8"?>
<ds:datastoreItem xmlns:ds="http://schemas.openxmlformats.org/officeDocument/2006/customXml" ds:itemID="{8FA114C7-2F73-4B47-BD0F-F7D927F1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MOO에서 디자인한 깔끔한 자기 소개서</Template>
  <TotalTime>303</TotalTime>
  <Pages>9</Pages>
  <Words>1243</Words>
  <Characters>7089</Characters>
  <Application>Microsoft Office Word</Application>
  <DocSecurity>0</DocSecurity>
  <Lines>59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안성현</dc:creator>
  <cp:keywords/>
  <dc:description/>
  <cp:lastModifiedBy>안성현</cp:lastModifiedBy>
  <cp:revision>70</cp:revision>
  <dcterms:created xsi:type="dcterms:W3CDTF">2018-11-25T11:19:00Z</dcterms:created>
  <dcterms:modified xsi:type="dcterms:W3CDTF">2018-12-11T14:31:00Z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