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FC03C6" w:rsidRPr="005424B3" w:rsidTr="00015AFC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FC03C6" w:rsidRPr="005424B3" w:rsidTr="0059680C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FC03C6" w:rsidRPr="005424B3" w:rsidRDefault="00A60A33" w:rsidP="00B13FE2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2044861746"/>
                      <w:placeholder>
                        <w:docPart w:val="61E7F8791C2D43E4B9847F3A9A944392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FC03C6" w:rsidRPr="005424B3" w:rsidRDefault="00D552E5" w:rsidP="00B13FE2">
                  <w:pPr>
                    <w:pStyle w:val="2"/>
                    <w:rPr>
                      <w:rFonts w:ascii="맑은 고딕" w:hAnsi="맑은 고딕"/>
                    </w:rPr>
                  </w:pPr>
                  <w:r w:rsidRPr="00D552E5">
                    <w:rPr>
                      <w:rFonts w:ascii="맑은 고딕" w:hAnsi="맑은 고딕"/>
                    </w:rPr>
                    <w:t>GUI_message_box</w:t>
                  </w:r>
                  <w:r w:rsidR="00015AFC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FC03C6" w:rsidRPr="005424B3" w:rsidTr="00FF7021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B70AD9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from</w:t>
                  </w:r>
                  <w:r w:rsidRPr="00B70AD9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tkinter </w:t>
                  </w:r>
                  <w:r w:rsidRPr="00B70AD9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import</w:t>
                  </w:r>
                  <w:r w:rsidRPr="00B70AD9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messagebox </w:t>
                  </w:r>
                  <w:r w:rsidRPr="00B70AD9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as</w:t>
                  </w:r>
                  <w:r w:rsidRPr="00B70AD9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msg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win=tk.Tk()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win.title(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Python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GUI"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633FF4" w:rsidRPr="00897DD2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# 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새로운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메시지박스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위젯</w:t>
                  </w:r>
                  <w:r w:rsidRPr="00897DD2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  <w:p w:rsidR="00633FF4" w:rsidRPr="00897DD2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def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897DD2"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_msgBox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():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msg.show</w:t>
                  </w:r>
                  <w:r w:rsidRPr="00897DD2">
                    <w:rPr>
                      <w:rFonts w:ascii="Consolas" w:eastAsiaTheme="minorEastAsia" w:hAnsi="Consolas" w:cs="Consolas" w:hint="eastAsia"/>
                      <w:color w:val="000000"/>
                      <w:sz w:val="20"/>
                      <w:szCs w:val="20"/>
                      <w:highlight w:val="yellow"/>
                    </w:rPr>
                    <w:t>i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nfo(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Message Info Box'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,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'A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GUI created using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tkinter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:\nThe year is 2017.'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 = Menu(win)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win.config(menu=menu_bar) 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 = Menu(menu_bar,tearoff=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메뉴안에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=&gt;(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안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아이템칸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생성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file_menu.add_command(label=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"New"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file_menu.add_command(label=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"Exit"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,command=win.quit)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아이템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추가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및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입력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받을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콜백함수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호출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file_menu.add_separator()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menu_bar.add_cascade(label=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"File"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,menu=file_menu)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help_menu=Menu(menu_bar, tearoff=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menu_bar.add_cascade(label=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"Help"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,menu=help_menu)</w:t>
                  </w:r>
                </w:p>
                <w:p w:rsidR="00633FF4" w:rsidRDefault="00633FF4" w:rsidP="00633F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help_menu.add_command(label=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"About"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command=_msgBox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   </w:t>
                  </w:r>
                </w:p>
                <w:p w:rsidR="00FC03C6" w:rsidRPr="00633FF4" w:rsidRDefault="00FC03C6" w:rsidP="00F71E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061B4A" w:rsidRDefault="00061B4A" w:rsidP="00061B4A"/>
                <w:p w:rsidR="00061B4A" w:rsidRPr="00061B4A" w:rsidRDefault="00061B4A" w:rsidP="00061B4A"/>
              </w:tc>
            </w:tr>
          </w:tbl>
          <w:p w:rsidR="00FC03C6" w:rsidRPr="005424B3" w:rsidRDefault="00FC03C6" w:rsidP="00B13FE2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FC03C6" w:rsidRPr="005424B3" w:rsidTr="00B13FE2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F71E97" w:rsidRPr="006A7BD5" w:rsidRDefault="006A7BD5" w:rsidP="00F71E97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6A7BD5" w:rsidRPr="006A7BD5" w:rsidRDefault="006A7BD5" w:rsidP="006A7BD5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D550F8" w:rsidRDefault="00AD0A05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메시지 박스 위젯은 말 그대로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메시지 </w:t>
            </w:r>
            <w:r w:rsidR="00B70AD9">
              <w:rPr>
                <w:rFonts w:ascii="맑은 고딕" w:hAnsi="맑은 고딕" w:hint="eastAsia"/>
                <w:sz w:val="20"/>
                <w:szCs w:val="20"/>
              </w:rPr>
              <w:t>창을 나타내는 위젯이다.</w:t>
            </w:r>
            <w:r w:rsidR="00B70AD9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D550F8" w:rsidRDefault="00B70AD9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메시지 박스를 만드려면 먼저 </w:t>
            </w:r>
            <w:r>
              <w:rPr>
                <w:rFonts w:ascii="맑은 고딕" w:hAnsi="맑은 고딕"/>
                <w:sz w:val="20"/>
                <w:szCs w:val="20"/>
              </w:rPr>
              <w:t>tkinter</w:t>
            </w:r>
            <w:r>
              <w:rPr>
                <w:rFonts w:ascii="맑은 고딕" w:hAnsi="맑은 고딕" w:hint="eastAsia"/>
                <w:sz w:val="20"/>
                <w:szCs w:val="20"/>
              </w:rPr>
              <w:t>패키지에 있는 m</w:t>
            </w:r>
            <w:r>
              <w:rPr>
                <w:rFonts w:ascii="맑은 고딕" w:hAnsi="맑은 고딕"/>
                <w:sz w:val="20"/>
                <w:szCs w:val="20"/>
              </w:rPr>
              <w:t>essagebox</w:t>
            </w:r>
            <w:r>
              <w:rPr>
                <w:rFonts w:ascii="맑은 고딕" w:hAnsi="맑은 고딕" w:hint="eastAsia"/>
                <w:sz w:val="20"/>
                <w:szCs w:val="20"/>
              </w:rPr>
              <w:t>라이브러리를 가져와야 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이후 이 모듈을 쉽게 쓰기 위해서 </w:t>
            </w:r>
            <w:r>
              <w:rPr>
                <w:rFonts w:ascii="맑은 고딕" w:hAnsi="맑은 고딕"/>
                <w:sz w:val="20"/>
                <w:szCs w:val="20"/>
              </w:rPr>
              <w:t>msg</w:t>
            </w:r>
            <w:r>
              <w:rPr>
                <w:rFonts w:ascii="맑은 고딕" w:hAnsi="맑은 고딕" w:hint="eastAsia"/>
                <w:sz w:val="20"/>
                <w:szCs w:val="20"/>
              </w:rPr>
              <w:t>라고 쓰기로 하였다.</w:t>
            </w:r>
          </w:p>
          <w:p w:rsidR="00D550F8" w:rsidRDefault="00B70AD9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이 메시지 박스는 h</w:t>
            </w:r>
            <w:r>
              <w:rPr>
                <w:rFonts w:ascii="맑은 고딕" w:hAnsi="맑은 고딕"/>
                <w:sz w:val="20"/>
                <w:szCs w:val="20"/>
              </w:rPr>
              <w:t>elp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메뉴 아이템 속성을 봐도 알겠지만 </w:t>
            </w:r>
            <w:r>
              <w:rPr>
                <w:rFonts w:ascii="맑은 고딕" w:hAnsi="맑은 고딕"/>
                <w:sz w:val="20"/>
                <w:szCs w:val="20"/>
              </w:rPr>
              <w:t>“About”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이라는 메뉴 아이템을 클릭하면 </w:t>
            </w:r>
            <w:r>
              <w:rPr>
                <w:rFonts w:ascii="맑은 고딕" w:hAnsi="맑은 고딕"/>
                <w:sz w:val="20"/>
                <w:szCs w:val="20"/>
              </w:rPr>
              <w:t>command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속성에 의해서 </w:t>
            </w:r>
            <w:r>
              <w:rPr>
                <w:rFonts w:ascii="맑은 고딕" w:hAnsi="맑은 고딕"/>
                <w:sz w:val="20"/>
                <w:szCs w:val="20"/>
              </w:rPr>
              <w:t>_</w:t>
            </w:r>
            <w:r>
              <w:rPr>
                <w:rFonts w:ascii="맑은 고딕" w:hAnsi="맑은 고딕" w:hint="eastAsia"/>
                <w:sz w:val="20"/>
                <w:szCs w:val="20"/>
              </w:rPr>
              <w:t>m</w:t>
            </w:r>
            <w:r>
              <w:rPr>
                <w:rFonts w:ascii="맑은 고딕" w:hAnsi="맑은 고딕"/>
                <w:sz w:val="20"/>
                <w:szCs w:val="20"/>
              </w:rPr>
              <w:t>sgbox</w:t>
            </w:r>
            <w:r>
              <w:rPr>
                <w:rFonts w:ascii="맑은 고딕" w:hAnsi="맑은 고딕" w:hint="eastAsia"/>
                <w:sz w:val="20"/>
                <w:szCs w:val="20"/>
              </w:rPr>
              <w:t>콜백함수가 실행되면서 나오게 된다.</w:t>
            </w:r>
          </w:p>
          <w:p w:rsidR="00B70AD9" w:rsidRDefault="00B70AD9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콜백함수의 내용은 다음과 같다.</w:t>
            </w:r>
          </w:p>
          <w:p w:rsidR="00224E48" w:rsidRDefault="00B70AD9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m</w:t>
            </w:r>
            <w:r>
              <w:rPr>
                <w:rFonts w:ascii="맑은 고딕" w:hAnsi="맑은 고딕"/>
                <w:sz w:val="20"/>
                <w:szCs w:val="20"/>
              </w:rPr>
              <w:t>sg</w:t>
            </w:r>
            <w:r>
              <w:rPr>
                <w:rFonts w:ascii="맑은 고딕" w:hAnsi="맑은 고딕" w:hint="eastAsia"/>
                <w:sz w:val="20"/>
                <w:szCs w:val="20"/>
              </w:rPr>
              <w:t>모듈의 showin</w:t>
            </w:r>
            <w:r>
              <w:rPr>
                <w:rFonts w:ascii="맑은 고딕" w:hAnsi="맑은 고딕"/>
                <w:sz w:val="20"/>
                <w:szCs w:val="20"/>
              </w:rPr>
              <w:t>fo</w:t>
            </w:r>
            <w:r>
              <w:rPr>
                <w:rFonts w:ascii="맑은 고딕" w:hAnsi="맑은 고딕" w:hint="eastAsia"/>
                <w:sz w:val="20"/>
                <w:szCs w:val="20"/>
              </w:rPr>
              <w:t>(클래스의)생성자를 호출한다.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호출할 때 첫 번째 인수는 메시지 박스의 제목 부분을 </w:t>
            </w:r>
            <w:r w:rsidR="00375DD5">
              <w:rPr>
                <w:rFonts w:ascii="맑은 고딕" w:hAnsi="맑은 고딕" w:hint="eastAsia"/>
                <w:sz w:val="20"/>
                <w:szCs w:val="20"/>
              </w:rPr>
              <w:t>요구하는 것이</w:t>
            </w:r>
            <w:r>
              <w:rPr>
                <w:rFonts w:ascii="맑은 고딕" w:hAnsi="맑은 고딕" w:hint="eastAsia"/>
                <w:sz w:val="20"/>
                <w:szCs w:val="20"/>
              </w:rPr>
              <w:t>고,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두 번째 인수는 내용 부분을 </w:t>
            </w:r>
            <w:r w:rsidR="00375DD5">
              <w:rPr>
                <w:rFonts w:ascii="맑은 고딕" w:hAnsi="맑은 고딕" w:hint="eastAsia"/>
                <w:sz w:val="20"/>
                <w:szCs w:val="20"/>
              </w:rPr>
              <w:t>요구하는 것이다.</w:t>
            </w:r>
            <w:r w:rsidR="00375DD5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224E48" w:rsidRDefault="00375DD5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위 생성자가 결국</w:t>
            </w:r>
            <w:r w:rsidR="00996FD4">
              <w:rPr>
                <w:rFonts w:ascii="맑은 고딕" w:hAnsi="맑은 고딕" w:hint="eastAsia"/>
                <w:sz w:val="20"/>
                <w:szCs w:val="20"/>
              </w:rPr>
              <w:t xml:space="preserve"> 전달된 인수를 바탕으로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메시지 박스 위젯을 나타낸다.</w:t>
            </w:r>
          </w:p>
          <w:p w:rsidR="00375DD5" w:rsidRPr="00996FD4" w:rsidRDefault="00375DD5" w:rsidP="00E96BCC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550F8" w:rsidRPr="000B5AE5" w:rsidRDefault="00224E48" w:rsidP="00E96BCC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9A50B58" wp14:editId="329C8C37">
                  <wp:extent cx="2729230" cy="1537970"/>
                  <wp:effectExtent l="0" t="0" r="0" b="508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50F8" w:rsidRPr="001E5E00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595825893"/>
                      <w:placeholder>
                        <w:docPart w:val="A0E499172E0A417FBBB3E4A29B3F84AE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550F8" w:rsidRPr="005424B3" w:rsidRDefault="00C13BFF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52160">
                    <w:rPr>
                      <w:rFonts w:ascii="맑은 고딕" w:hAnsi="맑은 고딕"/>
                    </w:rPr>
                    <w:t>GUI_independent_msg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D550F8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root=tk.Tk()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root.withdraw()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룻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폼창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제거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13BFF" w:rsidRPr="00B50C8B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msg.showerror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Message 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Error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Box'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'A 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GUI created using 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tkinter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:\nThe year is 2017.'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msg.showwarning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</w:t>
                  </w:r>
                  <w:r w:rsidR="004052CF"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="004052CF"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Message 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Warning</w:t>
                  </w:r>
                  <w:r w:rsidR="004052CF"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Box 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Python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GUI created using 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tkinter</w:t>
                  </w:r>
                  <w:r w:rsidRPr="00B50C8B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:\nThe year is 2017.'</w:t>
                  </w:r>
                  <w:r w:rsidRPr="00B50C8B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A30397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root.mainloop()</w:t>
                  </w:r>
                </w:p>
                <w:p w:rsidR="00584452" w:rsidRDefault="00584452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A30397" w:rsidRDefault="00A30397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F36AC1" w:rsidRDefault="00D45DB8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12ED311" wp14:editId="6E94A68A">
                        <wp:extent cx="3286125" cy="1838325"/>
                        <wp:effectExtent l="0" t="0" r="9525" b="9525"/>
                        <wp:docPr id="3" name="그림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86125" cy="1838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5DB8" w:rsidRDefault="00D45DB8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D45DB8" w:rsidRDefault="0065341A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2CE1469" wp14:editId="51629BB6">
                        <wp:extent cx="3340100" cy="1838325"/>
                        <wp:effectExtent l="0" t="0" r="0" b="9525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40100" cy="1838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36AC1" w:rsidRDefault="00F36AC1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F36AC1" w:rsidRPr="00633FF4" w:rsidRDefault="00F36AC1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D550F8" w:rsidRDefault="00D550F8" w:rsidP="001C311A"/>
                <w:p w:rsidR="00D550F8" w:rsidRPr="00061B4A" w:rsidRDefault="00D550F8" w:rsidP="001C311A"/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A7BD5" w:rsidRDefault="00D550F8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D550F8" w:rsidRPr="006A7BD5" w:rsidRDefault="00D550F8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256B72" w:rsidRDefault="00256B72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메시지 박스 위젯의 종류는 여러가지가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정보를 알려주는 메시지 창도 있겠지만 에러 창을 띄울 수도 있고 </w:t>
            </w:r>
            <w:r w:rsidR="001E5E00">
              <w:rPr>
                <w:rFonts w:ascii="맑은 고딕" w:hAnsi="맑은 고딕" w:hint="eastAsia"/>
                <w:sz w:val="20"/>
                <w:szCs w:val="20"/>
              </w:rPr>
              <w:t>경고 창을 띄울 수도 있는 것이다.</w:t>
            </w:r>
            <w:r w:rsidR="001E5E00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1E5E00">
              <w:rPr>
                <w:rFonts w:ascii="맑은 고딕" w:hAnsi="맑은 고딕" w:hint="eastAsia"/>
                <w:sz w:val="20"/>
                <w:szCs w:val="20"/>
              </w:rPr>
              <w:t xml:space="preserve">이전 소스에서 </w:t>
            </w:r>
            <w:r w:rsidR="001E5E00">
              <w:rPr>
                <w:rFonts w:ascii="맑은 고딕" w:hAnsi="맑은 고딕"/>
                <w:sz w:val="20"/>
                <w:szCs w:val="20"/>
              </w:rPr>
              <w:t>(show</w:t>
            </w:r>
            <w:r w:rsidR="001E5E00">
              <w:rPr>
                <w:rFonts w:ascii="맑은 고딕" w:hAnsi="맑은 고딕" w:hint="eastAsia"/>
                <w:sz w:val="20"/>
                <w:szCs w:val="20"/>
              </w:rPr>
              <w:t>i</w:t>
            </w:r>
            <w:r w:rsidR="001E5E00">
              <w:rPr>
                <w:rFonts w:ascii="맑은 고딕" w:hAnsi="맑은 고딕"/>
                <w:sz w:val="20"/>
                <w:szCs w:val="20"/>
              </w:rPr>
              <w:t>nfo)</w:t>
            </w:r>
            <w:r w:rsidR="001E5E00">
              <w:rPr>
                <w:rFonts w:ascii="맑은 고딕" w:hAnsi="맑은 고딕" w:hint="eastAsia"/>
                <w:sz w:val="20"/>
                <w:szCs w:val="20"/>
              </w:rPr>
              <w:t>생성자 같은 경우,</w:t>
            </w:r>
            <w:r w:rsidR="001E5E00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1E5E00">
              <w:rPr>
                <w:rFonts w:ascii="맑은 고딕" w:hAnsi="맑은 고딕" w:hint="eastAsia"/>
                <w:sz w:val="20"/>
                <w:szCs w:val="20"/>
              </w:rPr>
              <w:t>정보를 알려주는 메시지 창을 담당한다.</w:t>
            </w: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왼쪽 소스에 나오는 </w:t>
            </w:r>
            <w:r>
              <w:rPr>
                <w:rFonts w:ascii="맑은 고딕" w:hAnsi="맑은 고딕"/>
                <w:sz w:val="20"/>
                <w:szCs w:val="20"/>
              </w:rPr>
              <w:t>(showerror)</w:t>
            </w:r>
            <w:r>
              <w:rPr>
                <w:rFonts w:ascii="맑은 고딕" w:hAnsi="맑은 고딕" w:hint="eastAsia"/>
                <w:sz w:val="20"/>
                <w:szCs w:val="20"/>
              </w:rPr>
              <w:t>은</w:t>
            </w: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(에러 메시지를 띄우는 메시지 박스)를 생성하는 생성자이고,</w:t>
            </w: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hAnsi="맑은 고딕"/>
                <w:sz w:val="20"/>
                <w:szCs w:val="20"/>
              </w:rPr>
              <w:t>showwarning)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은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경고 메시지를 띄우는 메시지 박스)</w:t>
            </w:r>
            <w:r>
              <w:rPr>
                <w:rFonts w:ascii="맑은 고딕" w:hAnsi="맑은 고딕"/>
                <w:sz w:val="20"/>
                <w:szCs w:val="20"/>
              </w:rPr>
              <w:t xml:space="preserve">를 </w:t>
            </w:r>
            <w:r>
              <w:rPr>
                <w:rFonts w:ascii="맑은 고딕" w:hAnsi="맑은 고딕" w:hint="eastAsia"/>
                <w:sz w:val="20"/>
                <w:szCs w:val="20"/>
              </w:rPr>
              <w:t>생성하는 생성자이다.</w:t>
            </w: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이러한 생성자의 호출법은 </w:t>
            </w:r>
            <w:r>
              <w:rPr>
                <w:rFonts w:ascii="맑은 고딕" w:hAnsi="맑은 고딕"/>
                <w:sz w:val="20"/>
                <w:szCs w:val="20"/>
              </w:rPr>
              <w:t>(showinfo)</w:t>
            </w:r>
            <w:r>
              <w:rPr>
                <w:rFonts w:ascii="맑은 고딕" w:hAnsi="맑은 고딕" w:hint="eastAsia"/>
                <w:sz w:val="20"/>
                <w:szCs w:val="20"/>
              </w:rPr>
              <w:t>와 같다.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E5E00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E5E00" w:rsidRPr="000B5AE5" w:rsidRDefault="001E5E0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D550F8" w:rsidRDefault="00D550F8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D550F8" w:rsidRPr="00947059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344285064"/>
                      <w:placeholder>
                        <w:docPart w:val="B9DF7A406D57495BBADCC0AF40DE5A83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550F8" w:rsidRPr="005424B3" w:rsidRDefault="00C13BFF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52160">
                    <w:rPr>
                      <w:rFonts w:ascii="맑은 고딕" w:hAnsi="맑은 고딕"/>
                    </w:rPr>
                    <w:t>GUI_independent_msg</w:t>
                  </w:r>
                  <w:r>
                    <w:rPr>
                      <w:rFonts w:ascii="맑은 고딕" w:hAnsi="맑은 고딕"/>
                    </w:rPr>
                    <w:t>2.py</w:t>
                  </w:r>
                </w:p>
              </w:tc>
            </w:tr>
            <w:tr w:rsidR="00D550F8" w:rsidRPr="005424B3" w:rsidTr="00F70DD5">
              <w:trPr>
                <w:trHeight w:val="1260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root=tk.Tk()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root.withdraw()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룻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폼창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제거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13BFF" w:rsidRPr="00897DD2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ret</w:t>
                  </w:r>
                  <w:r w:rsidR="00471609"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1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 xml:space="preserve"> =msg.ask</w:t>
                  </w:r>
                  <w:r w:rsidR="009B0B5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question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Ask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question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Messag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e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Box"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,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"Is it correct?"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C13BFF" w:rsidRPr="00897DD2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print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="0024440E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ret</w:t>
                  </w:r>
                  <w:r w:rsidR="00FA4194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1</w:t>
                  </w:r>
                  <w:r w:rsidR="0024440E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C13BFF" w:rsidRPr="00897DD2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    </w:t>
                  </w:r>
                </w:p>
                <w:p w:rsidR="00C13BFF" w:rsidRPr="00897DD2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</w:p>
                <w:p w:rsidR="00C13BFF" w:rsidRPr="00897DD2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ret2 =msg.ask</w:t>
                  </w:r>
                  <w:r w:rsidR="00FA4194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retry</w:t>
                  </w:r>
                  <w:r w:rsidR="00484244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cancel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Ask</w:t>
                  </w:r>
                  <w:r w:rsidR="00FA4194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retry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cancel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Messag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  <w:u w:val="single"/>
                    </w:rPr>
                    <w:t>e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 xml:space="preserve"> Box"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, </w:t>
                  </w:r>
                  <w:r w:rsidRPr="00897DD2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"Is it correct?"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C13BFF" w:rsidRPr="00F70DD5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print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</w:t>
                  </w:r>
                  <w:r w:rsidR="00F70DD5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ret</w:t>
                  </w:r>
                  <w:r w:rsidR="00FA4194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2</w:t>
                  </w: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root.mainloop()</w:t>
                  </w:r>
                </w:p>
                <w:p w:rsidR="00C13BFF" w:rsidRDefault="00C13BFF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195902" w:rsidRDefault="00FA4194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73FFB2F" wp14:editId="64207F2E">
                        <wp:extent cx="2419350" cy="1819275"/>
                        <wp:effectExtent l="0" t="0" r="0" b="9525"/>
                        <wp:docPr id="10" name="그림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19350" cy="1819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70DD5">
                    <w:rPr>
                      <w:noProof/>
                    </w:rPr>
                    <w:t xml:space="preserve"> </w:t>
                  </w:r>
                  <w:r w:rsidR="00F70DD5">
                    <w:rPr>
                      <w:noProof/>
                    </w:rPr>
                    <w:drawing>
                      <wp:inline distT="0" distB="0" distL="0" distR="0" wp14:anchorId="788BB0BA" wp14:editId="62C90C62">
                        <wp:extent cx="838200" cy="459014"/>
                        <wp:effectExtent l="0" t="0" r="0" b="0"/>
                        <wp:docPr id="6" name="그림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6572" cy="463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0DD5" w:rsidRDefault="00F70DD5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</w:p>
                <w:p w:rsidR="00F70DD5" w:rsidRDefault="00F70DD5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</w:p>
                <w:p w:rsidR="00F70DD5" w:rsidRDefault="00F70DD5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86C813A" wp14:editId="4DA2FF37">
                        <wp:extent cx="2390775" cy="1809750"/>
                        <wp:effectExtent l="0" t="0" r="9525" b="0"/>
                        <wp:docPr id="8" name="그림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90775" cy="180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6436">
                    <w:rPr>
                      <w:noProof/>
                    </w:rPr>
                    <w:t xml:space="preserve"> </w:t>
                  </w:r>
                  <w:r w:rsidR="00986436">
                    <w:rPr>
                      <w:noProof/>
                    </w:rPr>
                    <w:drawing>
                      <wp:inline distT="0" distB="0" distL="0" distR="0" wp14:anchorId="1BE3EA27" wp14:editId="3CE07D10">
                        <wp:extent cx="733425" cy="429322"/>
                        <wp:effectExtent l="0" t="0" r="0" b="8890"/>
                        <wp:docPr id="9" name="그림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4761" cy="4359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0DD5" w:rsidRDefault="00F70DD5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</w:p>
                <w:p w:rsidR="00F70DD5" w:rsidRDefault="00F70DD5" w:rsidP="00C13B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</w:p>
                <w:p w:rsidR="00D550F8" w:rsidRPr="00061B4A" w:rsidRDefault="00D550F8" w:rsidP="00C13BFF"/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A7BD5" w:rsidRDefault="00D550F8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D550F8" w:rsidRPr="006A7BD5" w:rsidRDefault="00D550F8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947059" w:rsidRDefault="00947059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이전 소스의 메시지 박스는 </w:t>
            </w:r>
            <w:r>
              <w:rPr>
                <w:rFonts w:ascii="맑은 고딕" w:hAnsi="맑은 고딕"/>
                <w:sz w:val="20"/>
                <w:szCs w:val="20"/>
              </w:rPr>
              <w:t>‘</w:t>
            </w:r>
            <w:r>
              <w:rPr>
                <w:rFonts w:ascii="맑은 고딕" w:hAnsi="맑은 고딕" w:hint="eastAsia"/>
                <w:sz w:val="20"/>
                <w:szCs w:val="20"/>
              </w:rPr>
              <w:t>정보,에러,경고</w:t>
            </w:r>
            <w:r>
              <w:rPr>
                <w:rFonts w:ascii="맑은 고딕" w:hAnsi="맑은 고딕"/>
                <w:sz w:val="20"/>
                <w:szCs w:val="20"/>
              </w:rPr>
              <w:t xml:space="preserve">’를 </w:t>
            </w:r>
            <w:r>
              <w:rPr>
                <w:rFonts w:ascii="맑은 고딕" w:hAnsi="맑은 고딕" w:hint="eastAsia"/>
                <w:sz w:val="20"/>
                <w:szCs w:val="20"/>
              </w:rPr>
              <w:t>위한 메시지 박스였다.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하지만 우리가 프로그램을 사용하면서 봤겠지만,</w:t>
            </w:r>
            <w:r>
              <w:rPr>
                <w:rFonts w:ascii="맑은 고딕" w:hAnsi="맑은 고딕"/>
                <w:sz w:val="20"/>
                <w:szCs w:val="20"/>
              </w:rPr>
              <w:t xml:space="preserve"> (</w:t>
            </w:r>
            <w:r>
              <w:rPr>
                <w:rFonts w:ascii="맑은 고딕" w:hAnsi="맑은 고딕" w:hint="eastAsia"/>
                <w:sz w:val="20"/>
                <w:szCs w:val="20"/>
              </w:rPr>
              <w:t>예,아니요)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혹은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다시 시도,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취소)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등 직접 사용자가 상태를 클릭하는 메시지 창도 있다.</w:t>
            </w:r>
          </w:p>
          <w:p w:rsidR="00947059" w:rsidRDefault="00947059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2862CB" w:rsidRDefault="00D1243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왼쪽 소스의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a</w:t>
            </w:r>
            <w:r>
              <w:rPr>
                <w:rFonts w:ascii="맑은 고딕" w:hAnsi="맑은 고딕"/>
                <w:sz w:val="20"/>
                <w:szCs w:val="20"/>
              </w:rPr>
              <w:t>skquestion)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생성자는 </w:t>
            </w:r>
            <w:r>
              <w:rPr>
                <w:rFonts w:ascii="맑은 고딕" w:hAnsi="맑은 고딕"/>
                <w:sz w:val="20"/>
                <w:szCs w:val="20"/>
              </w:rPr>
              <w:t>[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사용자에게 질문을 하고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예,아니요)버튼 클릭을 요구하는 메시지 박스]를 생성한다.</w:t>
            </w:r>
          </w:p>
          <w:p w:rsidR="002862CB" w:rsidRDefault="002862CB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만약 (예)</w:t>
            </w:r>
            <w:r>
              <w:rPr>
                <w:rFonts w:ascii="맑은 고딕" w:hAnsi="맑은 고딕"/>
                <w:sz w:val="20"/>
                <w:szCs w:val="20"/>
              </w:rPr>
              <w:t xml:space="preserve">를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클릭하면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a</w:t>
            </w:r>
            <w:r>
              <w:rPr>
                <w:rFonts w:ascii="맑은 고딕" w:hAnsi="맑은 고딕"/>
                <w:sz w:val="20"/>
                <w:szCs w:val="20"/>
              </w:rPr>
              <w:t>skquestion)</w:t>
            </w:r>
            <w:r>
              <w:rPr>
                <w:rFonts w:ascii="맑은 고딕" w:hAnsi="맑은 고딕" w:hint="eastAsia"/>
                <w:sz w:val="20"/>
                <w:szCs w:val="20"/>
              </w:rPr>
              <w:t>생성자는 문자열</w:t>
            </w:r>
            <w:r>
              <w:rPr>
                <w:rFonts w:ascii="맑은 고딕" w:hAnsi="맑은 고딕"/>
                <w:sz w:val="20"/>
                <w:szCs w:val="20"/>
              </w:rPr>
              <w:t>’yes’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를 리턴하게 되고 </w:t>
            </w:r>
            <w:r>
              <w:rPr>
                <w:rFonts w:ascii="맑은 고딕" w:hAnsi="맑은 고딕"/>
                <w:sz w:val="20"/>
                <w:szCs w:val="20"/>
              </w:rPr>
              <w:t>ret1</w:t>
            </w:r>
            <w:r>
              <w:rPr>
                <w:rFonts w:ascii="맑은 고딕" w:hAnsi="맑은 고딕" w:hint="eastAsia"/>
                <w:sz w:val="20"/>
                <w:szCs w:val="20"/>
              </w:rPr>
              <w:t>에 저장시킨다.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그래서 출력 결과가 </w:t>
            </w:r>
            <w:r>
              <w:rPr>
                <w:rFonts w:ascii="맑은 고딕" w:hAnsi="맑은 고딕"/>
                <w:sz w:val="20"/>
                <w:szCs w:val="20"/>
              </w:rPr>
              <w:t>‘yes’</w:t>
            </w:r>
            <w:r>
              <w:rPr>
                <w:rFonts w:ascii="맑은 고딕" w:hAnsi="맑은 고딕" w:hint="eastAsia"/>
                <w:sz w:val="20"/>
                <w:szCs w:val="20"/>
              </w:rPr>
              <w:t>가 나오는 것이다.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반대로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아니요)</w:t>
            </w:r>
            <w:r>
              <w:rPr>
                <w:rFonts w:ascii="맑은 고딕" w:hAnsi="맑은 고딕"/>
                <w:sz w:val="20"/>
                <w:szCs w:val="20"/>
              </w:rPr>
              <w:t xml:space="preserve">를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클릭하면 </w:t>
            </w:r>
            <w:r>
              <w:rPr>
                <w:rFonts w:ascii="맑은 고딕" w:hAnsi="맑은 고딕"/>
                <w:sz w:val="20"/>
                <w:szCs w:val="20"/>
              </w:rPr>
              <w:t>‘no’</w:t>
            </w:r>
            <w:r>
              <w:rPr>
                <w:rFonts w:ascii="맑은 고딕" w:hAnsi="맑은 고딕" w:hint="eastAsia"/>
                <w:sz w:val="20"/>
                <w:szCs w:val="20"/>
              </w:rPr>
              <w:t>가 출력될 것이다.</w:t>
            </w:r>
          </w:p>
          <w:p w:rsidR="00D12438" w:rsidRDefault="00D1243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12438" w:rsidRDefault="00D12438" w:rsidP="00D12438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왼쪽 소스의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a</w:t>
            </w:r>
            <w:r>
              <w:rPr>
                <w:rFonts w:ascii="맑은 고딕" w:hAnsi="맑은 고딕"/>
                <w:sz w:val="20"/>
                <w:szCs w:val="20"/>
              </w:rPr>
              <w:t>sk</w:t>
            </w:r>
            <w:r>
              <w:rPr>
                <w:rFonts w:ascii="맑은 고딕" w:hAnsi="맑은 고딕" w:hint="eastAsia"/>
                <w:sz w:val="20"/>
                <w:szCs w:val="20"/>
              </w:rPr>
              <w:t>r</w:t>
            </w:r>
            <w:r>
              <w:rPr>
                <w:rFonts w:ascii="맑은 고딕" w:hAnsi="맑은 고딕"/>
                <w:sz w:val="20"/>
                <w:szCs w:val="20"/>
              </w:rPr>
              <w:t>etrycancel)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생성자는 </w:t>
            </w:r>
            <w:r>
              <w:rPr>
                <w:rFonts w:ascii="맑은 고딕" w:hAnsi="맑은 고딕"/>
                <w:sz w:val="20"/>
                <w:szCs w:val="20"/>
              </w:rPr>
              <w:t>[</w:t>
            </w:r>
            <w:r>
              <w:rPr>
                <w:rFonts w:ascii="맑은 고딕" w:hAnsi="맑은 고딕" w:hint="eastAsia"/>
                <w:sz w:val="20"/>
                <w:szCs w:val="20"/>
              </w:rPr>
              <w:t>사용자</w:t>
            </w:r>
            <w:r w:rsidR="00E708D3">
              <w:rPr>
                <w:rFonts w:ascii="맑은 고딕" w:hAnsi="맑은 고딕"/>
                <w:sz w:val="20"/>
                <w:szCs w:val="20"/>
              </w:rPr>
              <w:t xml:space="preserve">가 </w:t>
            </w:r>
            <w:r w:rsidR="00E708D3">
              <w:rPr>
                <w:rFonts w:ascii="맑은 고딕" w:hAnsi="맑은 고딕" w:hint="eastAsia"/>
                <w:sz w:val="20"/>
                <w:szCs w:val="20"/>
              </w:rPr>
              <w:t>취한 액션이 올바르지 않았을 때,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 w:rsidR="00E708D3">
              <w:rPr>
                <w:rFonts w:ascii="맑은 고딕" w:hAnsi="맑은 고딕" w:hint="eastAsia"/>
                <w:sz w:val="20"/>
                <w:szCs w:val="20"/>
              </w:rPr>
              <w:t>다시 시도</w:t>
            </w:r>
            <w:r>
              <w:rPr>
                <w:rFonts w:ascii="맑은 고딕" w:hAnsi="맑은 고딕" w:hint="eastAsia"/>
                <w:sz w:val="20"/>
                <w:szCs w:val="20"/>
              </w:rPr>
              <w:t>,</w:t>
            </w:r>
            <w:r w:rsidR="00E708D3">
              <w:rPr>
                <w:rFonts w:ascii="맑은 고딕" w:hAnsi="맑은 고딕" w:hint="eastAsia"/>
                <w:sz w:val="20"/>
                <w:szCs w:val="20"/>
              </w:rPr>
              <w:t>취소</w:t>
            </w:r>
            <w:r>
              <w:rPr>
                <w:rFonts w:ascii="맑은 고딕" w:hAnsi="맑은 고딕" w:hint="eastAsia"/>
                <w:sz w:val="20"/>
                <w:szCs w:val="20"/>
              </w:rPr>
              <w:t>)버튼 클릭을 요구하는 메시지 박스]를 생성한다.</w:t>
            </w:r>
          </w:p>
          <w:p w:rsidR="0034563F" w:rsidRDefault="0034563F" w:rsidP="0034563F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만약 (다시 시도)</w:t>
            </w:r>
            <w:r>
              <w:rPr>
                <w:rFonts w:ascii="맑은 고딕" w:hAnsi="맑은 고딕"/>
                <w:sz w:val="20"/>
                <w:szCs w:val="20"/>
              </w:rPr>
              <w:t xml:space="preserve">를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클릭하면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a</w:t>
            </w:r>
            <w:r>
              <w:rPr>
                <w:rFonts w:ascii="맑은 고딕" w:hAnsi="맑은 고딕"/>
                <w:sz w:val="20"/>
                <w:szCs w:val="20"/>
              </w:rPr>
              <w:t>sk</w:t>
            </w:r>
            <w:r>
              <w:rPr>
                <w:rFonts w:ascii="맑은 고딕" w:hAnsi="맑은 고딕" w:hint="eastAsia"/>
                <w:sz w:val="20"/>
                <w:szCs w:val="20"/>
              </w:rPr>
              <w:t>r</w:t>
            </w:r>
            <w:r>
              <w:rPr>
                <w:rFonts w:ascii="맑은 고딕" w:hAnsi="맑은 고딕"/>
                <w:sz w:val="20"/>
                <w:szCs w:val="20"/>
              </w:rPr>
              <w:t>etrycancel)</w:t>
            </w:r>
            <w:r>
              <w:rPr>
                <w:rFonts w:ascii="맑은 고딕" w:hAnsi="맑은 고딕" w:hint="eastAsia"/>
                <w:sz w:val="20"/>
                <w:szCs w:val="20"/>
              </w:rPr>
              <w:t>생성자는 문자열</w:t>
            </w:r>
            <w:r>
              <w:rPr>
                <w:rFonts w:ascii="맑은 고딕" w:hAnsi="맑은 고딕"/>
                <w:sz w:val="20"/>
                <w:szCs w:val="20"/>
              </w:rPr>
              <w:t>’True’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를 리턴하게 되고 </w:t>
            </w:r>
            <w:r>
              <w:rPr>
                <w:rFonts w:ascii="맑은 고딕" w:hAnsi="맑은 고딕"/>
                <w:sz w:val="20"/>
                <w:szCs w:val="20"/>
              </w:rPr>
              <w:t>ret2</w:t>
            </w:r>
            <w:r>
              <w:rPr>
                <w:rFonts w:ascii="맑은 고딕" w:hAnsi="맑은 고딕" w:hint="eastAsia"/>
                <w:sz w:val="20"/>
                <w:szCs w:val="20"/>
              </w:rPr>
              <w:t>에 저장시킨다.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그래서 출력 결과가 </w:t>
            </w:r>
            <w:r>
              <w:rPr>
                <w:rFonts w:ascii="맑은 고딕" w:hAnsi="맑은 고딕"/>
                <w:sz w:val="20"/>
                <w:szCs w:val="20"/>
              </w:rPr>
              <w:t>‘True’</w:t>
            </w:r>
            <w:r>
              <w:rPr>
                <w:rFonts w:ascii="맑은 고딕" w:hAnsi="맑은 고딕" w:hint="eastAsia"/>
                <w:sz w:val="20"/>
                <w:szCs w:val="20"/>
              </w:rPr>
              <w:t>가 나오는 것이다.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반대로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아니요)</w:t>
            </w:r>
            <w:r>
              <w:rPr>
                <w:rFonts w:ascii="맑은 고딕" w:hAnsi="맑은 고딕"/>
                <w:sz w:val="20"/>
                <w:szCs w:val="20"/>
              </w:rPr>
              <w:t xml:space="preserve">를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클릭하면 </w:t>
            </w:r>
            <w:r>
              <w:rPr>
                <w:rFonts w:ascii="맑은 고딕" w:hAnsi="맑은 고딕"/>
                <w:sz w:val="20"/>
                <w:szCs w:val="20"/>
              </w:rPr>
              <w:t>‘False’</w:t>
            </w:r>
            <w:r>
              <w:rPr>
                <w:rFonts w:ascii="맑은 고딕" w:hAnsi="맑은 고딕" w:hint="eastAsia"/>
                <w:sz w:val="20"/>
                <w:szCs w:val="20"/>
              </w:rPr>
              <w:t>가 출력될 것이다.</w:t>
            </w:r>
          </w:p>
          <w:p w:rsidR="00D12438" w:rsidRPr="0034563F" w:rsidRDefault="00D1243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12438" w:rsidRPr="00D12438" w:rsidRDefault="00D1243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12438" w:rsidRPr="00D12438" w:rsidRDefault="00D1243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F70DD5" w:rsidRPr="00F70DD5" w:rsidRDefault="00F70DD5" w:rsidP="00F70DD5">
      <w:pPr>
        <w:tabs>
          <w:tab w:val="left" w:pos="3320"/>
        </w:tabs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D550F8" w:rsidRPr="00B25531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594168670"/>
                      <w:placeholder>
                        <w:docPart w:val="236509820DC64933BFD70AE3CF75AAE2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550F8" w:rsidRPr="005424B3" w:rsidRDefault="00C13BFF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52160">
                    <w:rPr>
                      <w:rFonts w:ascii="맑은 고딕" w:hAnsi="맑은 고딕"/>
                    </w:rPr>
                    <w:t>GUI_independent_msg</w:t>
                  </w:r>
                  <w:r w:rsidR="00471609">
                    <w:rPr>
                      <w:rFonts w:ascii="맑은 고딕" w:hAnsi="맑은 고딕"/>
                    </w:rPr>
                    <w:t>3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D550F8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root=tk.Tk()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root.withdraw()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룻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폼창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제거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ret1 =msg.askyesno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Askyesno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Messag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e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Box"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"Is it correct?"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ret</w:t>
                  </w:r>
                  <w:r w:rsidR="00FA4194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&gt;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"RETRY"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else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: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"CANCEL"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897DD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ret2 =msg.ask</w:t>
                  </w:r>
                  <w:r w:rsidR="00FA4194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ok</w:t>
                  </w:r>
                  <w:r w:rsidR="009B0B52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cancel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Ask</w:t>
                  </w:r>
                  <w:r w:rsidR="00FA4194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ok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cancel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Messag</w:t>
                  </w:r>
                  <w:r w:rsidR="004052C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e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Box"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"Is it correct?"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ret</w:t>
                  </w:r>
                  <w:r w:rsidR="00FA4194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&gt;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"RETRY"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else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: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"CANCEL"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1609" w:rsidRDefault="00471609" w:rsidP="004716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root.mainloop()</w:t>
                  </w:r>
                </w:p>
                <w:p w:rsidR="00D550F8" w:rsidRDefault="00C83A95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 w:hint="eastAsia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  <w:t xml:space="preserve">                                     </w:t>
                  </w:r>
                </w:p>
                <w:p w:rsidR="00FA4194" w:rsidRPr="00F71E97" w:rsidRDefault="000A49C0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4F55C6C" wp14:editId="46020480">
                        <wp:extent cx="2409825" cy="1819275"/>
                        <wp:effectExtent l="0" t="0" r="9525" b="9525"/>
                        <wp:docPr id="11" name="그림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09825" cy="1819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12B6">
                    <w:rPr>
                      <w:noProof/>
                    </w:rPr>
                    <w:t xml:space="preserve"> </w:t>
                  </w:r>
                  <w:r w:rsidR="00C012B6">
                    <w:rPr>
                      <w:noProof/>
                    </w:rPr>
                    <w:drawing>
                      <wp:inline distT="0" distB="0" distL="0" distR="0" wp14:anchorId="613F9C9E" wp14:editId="25BD0AEE">
                        <wp:extent cx="956280" cy="365125"/>
                        <wp:effectExtent l="0" t="0" r="0" b="0"/>
                        <wp:docPr id="12" name="그림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1840" cy="3672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50F8" w:rsidRDefault="00D550F8" w:rsidP="001C311A"/>
                <w:p w:rsidR="00D550F8" w:rsidRPr="00061B4A" w:rsidRDefault="000F1F48" w:rsidP="001C311A">
                  <w:r>
                    <w:rPr>
                      <w:noProof/>
                    </w:rPr>
                    <w:drawing>
                      <wp:inline distT="0" distB="0" distL="0" distR="0" wp14:anchorId="12D665D7" wp14:editId="1994D2AC">
                        <wp:extent cx="2419350" cy="1857375"/>
                        <wp:effectExtent l="0" t="0" r="0" b="9525"/>
                        <wp:docPr id="13" name="그림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19350" cy="1857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0BF5483" wp14:editId="271A0EF1">
                        <wp:extent cx="956280" cy="365125"/>
                        <wp:effectExtent l="0" t="0" r="0" b="0"/>
                        <wp:docPr id="14" name="그림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1840" cy="3672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6039C7">
              <w:trPr>
                <w:trHeight w:hRule="exact" w:val="329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039C7" w:rsidRDefault="006039C7" w:rsidP="00E10DD6">
                  <w:pPr>
                    <w:pStyle w:val="1"/>
                    <w:ind w:firstLineChars="400" w:firstLine="1160"/>
                    <w:jc w:val="left"/>
                    <w:rPr>
                      <w:rFonts w:ascii="맑은 고딕" w:hAnsi="맑은 고딕"/>
                      <w:b/>
                      <w:sz w:val="24"/>
                      <w:szCs w:val="24"/>
                    </w:rPr>
                  </w:pPr>
                  <w:r w:rsidRPr="006039C7">
                    <w:rPr>
                      <w:rFonts w:ascii="맑은 고딕" w:hAnsi="맑은 고딕" w:hint="eastAsia"/>
                      <w:b/>
                      <w:sz w:val="24"/>
                      <w:szCs w:val="24"/>
                    </w:rPr>
                    <w:t>추가설명</w:t>
                  </w:r>
                </w:p>
                <w:p w:rsidR="006039C7" w:rsidRPr="006039C7" w:rsidRDefault="006039C7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a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>skyesno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 xml:space="preserve">생성자로부터 생성된 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 xml:space="preserve">메시지 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박스 위젯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>(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질문 메시지 박스 위젯)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>,</w:t>
                  </w:r>
                </w:p>
                <w:p w:rsidR="006039C7" w:rsidRPr="006039C7" w:rsidRDefault="006039C7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a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 xml:space="preserve">skquestion 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생성자로부터 생성된 메시지 박스 위젯(질문 메시지 박스 위젯)이  위젯의 풀네임이다.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 xml:space="preserve"> 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하지만 간편함을 위해서</w:t>
                  </w:r>
                </w:p>
                <w:p w:rsidR="006039C7" w:rsidRPr="006A7BD5" w:rsidRDefault="006039C7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a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>skyesno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위젯,</w:t>
                  </w:r>
                  <w:r w:rsidRPr="006039C7">
                    <w:rPr>
                      <w:rFonts w:ascii="맑은 고딕" w:hAnsi="맑은 고딕"/>
                      <w:sz w:val="18"/>
                      <w:szCs w:val="18"/>
                    </w:rPr>
                    <w:t xml:space="preserve"> askquestio</w:t>
                  </w:r>
                  <w:r w:rsidRPr="006039C7">
                    <w:rPr>
                      <w:rFonts w:ascii="맑은 고딕" w:hAnsi="맑은 고딕" w:hint="eastAsia"/>
                      <w:sz w:val="18"/>
                      <w:szCs w:val="18"/>
                    </w:rPr>
                    <w:t>위젯이라고 부르도록 하겠다.</w:t>
                  </w:r>
                  <w:r>
                    <w:rPr>
                      <w:rFonts w:ascii="맑은 고딕" w:hAnsi="맑은 고딕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C80485" w:rsidRDefault="00C80485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Msg2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소스에서 다루는 메시지 박스가 </w:t>
            </w:r>
            <w:r>
              <w:rPr>
                <w:rFonts w:ascii="맑은 고딕" w:hAnsi="맑은 고딕"/>
                <w:sz w:val="20"/>
                <w:szCs w:val="20"/>
              </w:rPr>
              <w:t>‘</w:t>
            </w:r>
            <w:r>
              <w:rPr>
                <w:rFonts w:ascii="맑은 고딕" w:hAnsi="맑은 고딕" w:hint="eastAsia"/>
                <w:sz w:val="20"/>
                <w:szCs w:val="20"/>
              </w:rPr>
              <w:t>질문,</w:t>
            </w:r>
            <w:r w:rsidR="00565E0D">
              <w:rPr>
                <w:rFonts w:ascii="맑은 고딕" w:hAnsi="맑은 고딕" w:hint="eastAsia"/>
                <w:sz w:val="20"/>
                <w:szCs w:val="20"/>
              </w:rPr>
              <w:t>다시 시도 질문</w:t>
            </w:r>
            <w:r w:rsidR="00565E0D">
              <w:rPr>
                <w:rFonts w:ascii="맑은 고딕" w:hAnsi="맑은 고딕"/>
                <w:sz w:val="20"/>
                <w:szCs w:val="20"/>
              </w:rPr>
              <w:t>’</w:t>
            </w:r>
            <w:r w:rsidR="00565E0D">
              <w:rPr>
                <w:rFonts w:ascii="맑은 고딕" w:hAnsi="맑은 고딕" w:hint="eastAsia"/>
                <w:sz w:val="20"/>
                <w:szCs w:val="20"/>
              </w:rPr>
              <w:t>을 위한 것이였다면,</w:t>
            </w:r>
          </w:p>
          <w:p w:rsidR="00565E0D" w:rsidRDefault="00565E0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왼쪽 소스에서 다루는 메시지 박스는</w:t>
            </w:r>
            <w:r w:rsidR="000403D5"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</w:p>
          <w:p w:rsidR="00565E0D" w:rsidRDefault="000403D5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‘</w:t>
            </w:r>
            <w:r>
              <w:rPr>
                <w:rFonts w:ascii="맑은 고딕" w:hAnsi="맑은 고딕" w:hint="eastAsia"/>
                <w:sz w:val="20"/>
                <w:szCs w:val="20"/>
              </w:rPr>
              <w:t>질문,확인 질문</w:t>
            </w:r>
            <w:r>
              <w:rPr>
                <w:rFonts w:ascii="맑은 고딕" w:hAnsi="맑은 고딕"/>
                <w:sz w:val="20"/>
                <w:szCs w:val="20"/>
              </w:rPr>
              <w:t>’</w:t>
            </w:r>
            <w:r>
              <w:rPr>
                <w:rFonts w:ascii="맑은 고딕" w:hAnsi="맑은 고딕" w:hint="eastAsia"/>
                <w:sz w:val="20"/>
                <w:szCs w:val="20"/>
              </w:rPr>
              <w:t>을 위해 있다.</w:t>
            </w:r>
          </w:p>
          <w:p w:rsidR="000403D5" w:rsidRDefault="000403D5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0403D5" w:rsidRDefault="000403D5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사진에도 보다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싶이 </w:t>
            </w:r>
            <w:r>
              <w:rPr>
                <w:rFonts w:ascii="맑은 고딕" w:hAnsi="맑은 고딕"/>
                <w:sz w:val="20"/>
                <w:szCs w:val="20"/>
              </w:rPr>
              <w:t>askquestion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생성자와 </w:t>
            </w:r>
            <w:r w:rsidR="00023D47">
              <w:rPr>
                <w:rFonts w:ascii="맑은 고딕" w:hAnsi="맑은 고딕"/>
                <w:sz w:val="20"/>
                <w:szCs w:val="20"/>
              </w:rPr>
              <w:t>askyesno</w:t>
            </w:r>
            <w:r w:rsidR="00023D47">
              <w:rPr>
                <w:rFonts w:ascii="맑은 고딕" w:hAnsi="맑은 고딕" w:hint="eastAsia"/>
                <w:sz w:val="20"/>
                <w:szCs w:val="20"/>
              </w:rPr>
              <w:t xml:space="preserve">생성자는 둘 다 </w:t>
            </w:r>
            <w:r w:rsidR="00023D47">
              <w:rPr>
                <w:rFonts w:ascii="맑은 고딕" w:hAnsi="맑은 고딕"/>
                <w:sz w:val="20"/>
                <w:szCs w:val="20"/>
              </w:rPr>
              <w:t>‘</w:t>
            </w:r>
            <w:r w:rsidR="00023D47">
              <w:rPr>
                <w:rFonts w:ascii="맑은 고딕" w:hAnsi="맑은 고딕" w:hint="eastAsia"/>
                <w:sz w:val="20"/>
                <w:szCs w:val="20"/>
              </w:rPr>
              <w:t>질문</w:t>
            </w:r>
            <w:r w:rsidR="00023D47">
              <w:rPr>
                <w:rFonts w:ascii="맑은 고딕" w:hAnsi="맑은 고딕"/>
                <w:sz w:val="20"/>
                <w:szCs w:val="20"/>
              </w:rPr>
              <w:t>’</w:t>
            </w:r>
            <w:r w:rsidR="00023D47">
              <w:rPr>
                <w:rFonts w:ascii="맑은 고딕" w:hAnsi="맑은 고딕" w:hint="eastAsia"/>
                <w:sz w:val="20"/>
                <w:szCs w:val="20"/>
              </w:rPr>
              <w:t>을 위한 메시지 창을 생성한다.</w:t>
            </w:r>
            <w:r w:rsidR="00023D47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 xml:space="preserve">하지만 왼쪽 소스에서 버튼 </w:t>
            </w:r>
            <w:r w:rsidR="00B25531">
              <w:rPr>
                <w:rFonts w:ascii="맑은 고딕" w:hAnsi="맑은 고딕"/>
                <w:sz w:val="20"/>
                <w:szCs w:val="20"/>
              </w:rPr>
              <w:t>(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 xml:space="preserve">예)를 클릭한다면 </w:t>
            </w:r>
            <w:r w:rsidR="00B25531">
              <w:rPr>
                <w:rFonts w:ascii="맑은 고딕" w:hAnsi="맑은 고딕"/>
                <w:sz w:val="20"/>
                <w:szCs w:val="20"/>
              </w:rPr>
              <w:t>(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a</w:t>
            </w:r>
            <w:r w:rsidR="00B25531">
              <w:rPr>
                <w:rFonts w:ascii="맑은 고딕" w:hAnsi="맑은 고딕"/>
                <w:sz w:val="20"/>
                <w:szCs w:val="20"/>
              </w:rPr>
              <w:t xml:space="preserve">skyesno) 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 xml:space="preserve">생성자가 </w:t>
            </w:r>
            <w:r w:rsidR="00B25531">
              <w:rPr>
                <w:rFonts w:ascii="맑은 고딕" w:hAnsi="맑은 고딕"/>
                <w:sz w:val="20"/>
                <w:szCs w:val="20"/>
              </w:rPr>
              <w:t>‘True’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를 리턴해서 r</w:t>
            </w:r>
            <w:r w:rsidR="00B25531">
              <w:rPr>
                <w:rFonts w:ascii="맑은 고딕" w:hAnsi="맑은 고딕"/>
                <w:sz w:val="20"/>
                <w:szCs w:val="20"/>
              </w:rPr>
              <w:t>et1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변수에 저장하게 된다.</w:t>
            </w:r>
            <w:r w:rsidR="00B25531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 xml:space="preserve">컴퓨터에서 </w:t>
            </w:r>
            <w:r w:rsidR="00B25531">
              <w:rPr>
                <w:rFonts w:ascii="맑은 고딕" w:hAnsi="맑은 고딕"/>
                <w:sz w:val="20"/>
                <w:szCs w:val="20"/>
              </w:rPr>
              <w:t>‘True’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는 참을 의미함과 동시에 1</w:t>
            </w:r>
            <w:r w:rsidR="00B25531">
              <w:rPr>
                <w:rFonts w:ascii="맑은 고딕" w:hAnsi="맑은 고딕"/>
                <w:sz w:val="20"/>
                <w:szCs w:val="20"/>
              </w:rPr>
              <w:t>(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정수)</w:t>
            </w:r>
            <w:r w:rsidR="00B25531">
              <w:rPr>
                <w:rFonts w:ascii="맑은 고딕" w:hAnsi="맑은 고딕"/>
                <w:sz w:val="20"/>
                <w:szCs w:val="20"/>
              </w:rPr>
              <w:t xml:space="preserve">로 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인식이 된다.</w:t>
            </w:r>
            <w:r w:rsidR="00B25531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 xml:space="preserve">그래서 조건문에서 </w:t>
            </w:r>
            <w:r w:rsidR="00B25531">
              <w:rPr>
                <w:rFonts w:ascii="맑은 고딕" w:hAnsi="맑은 고딕"/>
                <w:sz w:val="20"/>
                <w:szCs w:val="20"/>
              </w:rPr>
              <w:t>0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과 크기를 비교할 수 있는 것이다.</w:t>
            </w:r>
          </w:p>
          <w:p w:rsidR="00B25531" w:rsidRDefault="006F2F31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즉 생성자로부터 리턴된 값</w:t>
            </w:r>
            <w:r>
              <w:rPr>
                <w:rFonts w:ascii="맑은 고딕" w:hAnsi="맑은 고딕"/>
                <w:sz w:val="20"/>
                <w:szCs w:val="20"/>
              </w:rPr>
              <w:t>(ret1</w:t>
            </w:r>
            <w:r>
              <w:rPr>
                <w:rFonts w:ascii="맑은 고딕" w:hAnsi="맑은 고딕" w:hint="eastAsia"/>
                <w:sz w:val="20"/>
                <w:szCs w:val="20"/>
              </w:rPr>
              <w:t>변수 값)</w:t>
            </w:r>
            <w:r w:rsidR="00B25531">
              <w:rPr>
                <w:rFonts w:ascii="맑은 고딕" w:hAnsi="맑은 고딕" w:hint="eastAsia"/>
                <w:sz w:val="20"/>
                <w:szCs w:val="20"/>
              </w:rPr>
              <w:t>을 가지고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상수와 비교할 수 있느냐,없느냐가 </w:t>
            </w:r>
            <w:r>
              <w:rPr>
                <w:rFonts w:ascii="맑은 고딕" w:hAnsi="맑은 고딕"/>
                <w:sz w:val="20"/>
                <w:szCs w:val="20"/>
              </w:rPr>
              <w:t>askyesno</w:t>
            </w:r>
            <w:r>
              <w:rPr>
                <w:rFonts w:ascii="맑은 고딕" w:hAnsi="맑은 고딕" w:hint="eastAsia"/>
                <w:sz w:val="20"/>
                <w:szCs w:val="20"/>
              </w:rPr>
              <w:t>와 a</w:t>
            </w:r>
            <w:r>
              <w:rPr>
                <w:rFonts w:ascii="맑은 고딕" w:hAnsi="맑은 고딕"/>
                <w:sz w:val="20"/>
                <w:szCs w:val="20"/>
              </w:rPr>
              <w:t xml:space="preserve">skquestion </w:t>
            </w:r>
            <w:r>
              <w:rPr>
                <w:rFonts w:ascii="맑은 고딕" w:hAnsi="맑은 고딕" w:hint="eastAsia"/>
                <w:sz w:val="20"/>
                <w:szCs w:val="20"/>
              </w:rPr>
              <w:t>위젯의 차이가 되겠다.</w:t>
            </w:r>
          </w:p>
          <w:p w:rsidR="006F2F31" w:rsidRDefault="006F2F3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6F2F31" w:rsidRDefault="00F368C9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(A</w:t>
            </w:r>
            <w:r w:rsidR="006039C7">
              <w:rPr>
                <w:rFonts w:ascii="맑은 고딕" w:hAnsi="맑은 고딕"/>
                <w:sz w:val="20"/>
                <w:szCs w:val="20"/>
              </w:rPr>
              <w:t>skokcancel</w:t>
            </w:r>
            <w:r>
              <w:rPr>
                <w:rFonts w:ascii="맑은 고딕" w:hAnsi="맑은 고딕" w:hint="eastAsia"/>
                <w:sz w:val="20"/>
                <w:szCs w:val="20"/>
              </w:rPr>
              <w:t>)</w:t>
            </w:r>
            <w:r w:rsidR="006039C7">
              <w:rPr>
                <w:rFonts w:ascii="맑은 고딕" w:hAnsi="맑은 고딕" w:hint="eastAsia"/>
                <w:sz w:val="20"/>
                <w:szCs w:val="20"/>
              </w:rPr>
              <w:t xml:space="preserve">는 </w:t>
            </w:r>
            <w:r w:rsidR="006039C7">
              <w:rPr>
                <w:rFonts w:ascii="맑은 고딕" w:hAnsi="맑은 고딕"/>
                <w:sz w:val="20"/>
                <w:szCs w:val="20"/>
              </w:rPr>
              <w:t>‘</w:t>
            </w:r>
            <w:r w:rsidR="006039C7">
              <w:rPr>
                <w:rFonts w:ascii="맑은 고딕" w:hAnsi="맑은 고딕" w:hint="eastAsia"/>
                <w:sz w:val="20"/>
                <w:szCs w:val="20"/>
              </w:rPr>
              <w:t>확인 질문</w:t>
            </w:r>
            <w:r w:rsidR="006039C7">
              <w:rPr>
                <w:rFonts w:ascii="맑은 고딕" w:hAnsi="맑은 고딕"/>
                <w:sz w:val="20"/>
                <w:szCs w:val="20"/>
              </w:rPr>
              <w:t>’</w:t>
            </w:r>
            <w:r w:rsidR="006039C7">
              <w:rPr>
                <w:rFonts w:ascii="맑은 고딕" w:hAnsi="맑은 고딕" w:hint="eastAsia"/>
                <w:sz w:val="20"/>
                <w:szCs w:val="20"/>
              </w:rPr>
              <w:t xml:space="preserve"> 메시지 </w:t>
            </w:r>
            <w:r>
              <w:rPr>
                <w:rFonts w:ascii="맑은 고딕" w:hAnsi="맑은 고딕" w:hint="eastAsia"/>
                <w:sz w:val="20"/>
                <w:szCs w:val="20"/>
              </w:rPr>
              <w:t>박스를 생성하기 위한 생성자이다.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  <w:r w:rsidR="009B1CDC">
              <w:rPr>
                <w:rFonts w:ascii="맑은 고딕" w:hAnsi="맑은 고딕" w:hint="eastAsia"/>
                <w:sz w:val="20"/>
                <w:szCs w:val="20"/>
              </w:rPr>
              <w:t xml:space="preserve">이 위젯도 </w:t>
            </w:r>
            <w:r w:rsidR="009B1CDC">
              <w:rPr>
                <w:rFonts w:ascii="맑은 고딕" w:hAnsi="맑은 고딕"/>
                <w:sz w:val="20"/>
                <w:szCs w:val="20"/>
              </w:rPr>
              <w:t>‘</w:t>
            </w:r>
            <w:r w:rsidR="009B1CDC">
              <w:rPr>
                <w:rFonts w:ascii="맑은 고딕" w:hAnsi="맑은 고딕" w:hint="eastAsia"/>
                <w:sz w:val="20"/>
                <w:szCs w:val="20"/>
              </w:rPr>
              <w:t>확인</w:t>
            </w:r>
            <w:r w:rsidR="009B1CDC">
              <w:rPr>
                <w:rFonts w:ascii="맑은 고딕" w:hAnsi="맑은 고딕"/>
                <w:sz w:val="20"/>
                <w:szCs w:val="20"/>
              </w:rPr>
              <w:t>’</w:t>
            </w:r>
            <w:r w:rsidR="009B1CDC">
              <w:rPr>
                <w:rFonts w:ascii="맑은 고딕" w:hAnsi="맑은 고딕" w:hint="eastAsia"/>
                <w:sz w:val="20"/>
                <w:szCs w:val="20"/>
              </w:rPr>
              <w:t xml:space="preserve">을 누르면 </w:t>
            </w:r>
            <w:r w:rsidR="009B1CDC">
              <w:rPr>
                <w:rFonts w:ascii="맑은 고딕" w:hAnsi="맑은 고딕"/>
                <w:sz w:val="20"/>
                <w:szCs w:val="20"/>
              </w:rPr>
              <w:t>ret2</w:t>
            </w:r>
            <w:r w:rsidR="009B1CDC">
              <w:rPr>
                <w:rFonts w:ascii="맑은 고딕" w:hAnsi="맑은 고딕" w:hint="eastAsia"/>
                <w:sz w:val="20"/>
                <w:szCs w:val="20"/>
              </w:rPr>
              <w:t xml:space="preserve">값이 </w:t>
            </w:r>
            <w:r w:rsidR="009B1CDC">
              <w:rPr>
                <w:rFonts w:ascii="맑은 고딕" w:hAnsi="맑은 고딕"/>
                <w:sz w:val="20"/>
                <w:szCs w:val="20"/>
              </w:rPr>
              <w:t>‘True’</w:t>
            </w:r>
            <w:r w:rsidR="009B1CDC">
              <w:rPr>
                <w:rFonts w:ascii="맑은 고딕" w:hAnsi="맑은 고딕" w:hint="eastAsia"/>
                <w:sz w:val="20"/>
                <w:szCs w:val="20"/>
              </w:rPr>
              <w:t xml:space="preserve">를 </w:t>
            </w:r>
            <w:r w:rsidR="0031400C">
              <w:rPr>
                <w:rFonts w:ascii="맑은 고딕" w:hAnsi="맑은 고딕" w:hint="eastAsia"/>
                <w:sz w:val="20"/>
                <w:szCs w:val="20"/>
              </w:rPr>
              <w:t>갖게 된다.</w:t>
            </w:r>
          </w:p>
          <w:p w:rsidR="0031400C" w:rsidRPr="006F2F31" w:rsidRDefault="0031400C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‘True’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는 </w:t>
            </w:r>
            <w:r>
              <w:rPr>
                <w:rFonts w:ascii="맑은 고딕" w:hAnsi="맑은 고딕"/>
                <w:sz w:val="20"/>
                <w:szCs w:val="20"/>
              </w:rPr>
              <w:t>0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보다 크므로 </w:t>
            </w:r>
            <w:r>
              <w:rPr>
                <w:rFonts w:ascii="맑은 고딕" w:hAnsi="맑은 고딕"/>
                <w:sz w:val="20"/>
                <w:szCs w:val="20"/>
              </w:rPr>
              <w:t>‘RETR</w:t>
            </w:r>
            <w:r>
              <w:rPr>
                <w:rFonts w:ascii="맑은 고딕" w:hAnsi="맑은 고딕" w:hint="eastAsia"/>
                <w:sz w:val="20"/>
                <w:szCs w:val="20"/>
              </w:rPr>
              <w:t>Y</w:t>
            </w:r>
            <w:r>
              <w:rPr>
                <w:rFonts w:ascii="맑은 고딕" w:hAnsi="맑은 고딕"/>
                <w:sz w:val="20"/>
                <w:szCs w:val="20"/>
              </w:rPr>
              <w:t>’</w:t>
            </w:r>
            <w:r>
              <w:rPr>
                <w:rFonts w:ascii="맑은 고딕" w:hAnsi="맑은 고딕" w:hint="eastAsia"/>
                <w:sz w:val="20"/>
                <w:szCs w:val="20"/>
              </w:rPr>
              <w:t>가 출력된 것을 볼 수가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</w:tbl>
    <w:p w:rsidR="00D550F8" w:rsidRDefault="00D550F8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D550F8" w:rsidRPr="005424B3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246806519"/>
                      <w:placeholder>
                        <w:docPart w:val="7DCECFDEC920469FB7EC1F68C7A96170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550F8" w:rsidRPr="005424B3" w:rsidRDefault="005A4CBC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5A4CBC">
                    <w:rPr>
                      <w:rFonts w:ascii="맑은 고딕" w:hAnsi="맑은 고딕"/>
                    </w:rPr>
                    <w:t>GUI_spinbox</w:t>
                  </w:r>
                  <w:r w:rsidR="00D550F8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D550F8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</w:p>
                <w:p w:rsidR="004635AB" w:rsidRPr="0072734F" w:rsidRDefault="004635AB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# (tab1-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라벨프레임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내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)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스핀박스</w:t>
                  </w:r>
                </w:p>
                <w:p w:rsidR="004635AB" w:rsidRPr="0072734F" w:rsidRDefault="004635AB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spin=tk.Spinbox(mighty,values=(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4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42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100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),width=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5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,bd=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8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D550F8" w:rsidRDefault="004635AB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spin.grid(column=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,row=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5C6143" w:rsidRDefault="005C6143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5C6143" w:rsidRDefault="005C6143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5C6143" w:rsidRPr="00F71E97" w:rsidRDefault="005C6143" w:rsidP="004635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D550F8" w:rsidRDefault="00D550F8" w:rsidP="001C311A"/>
                <w:p w:rsidR="00FE55AA" w:rsidRDefault="00FE55AA" w:rsidP="001C311A"/>
                <w:p w:rsidR="00D550F8" w:rsidRPr="00061B4A" w:rsidRDefault="00FE55AA" w:rsidP="001C311A">
                  <w:r>
                    <w:rPr>
                      <w:noProof/>
                    </w:rPr>
                    <w:drawing>
                      <wp:inline distT="0" distB="0" distL="0" distR="0" wp14:anchorId="38BAC692" wp14:editId="2650A1FF">
                        <wp:extent cx="3472815" cy="2629535"/>
                        <wp:effectExtent l="0" t="0" r="0" b="0"/>
                        <wp:docPr id="17" name="그림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629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A7BD5" w:rsidRDefault="00D550F8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D550F8" w:rsidRPr="006A7BD5" w:rsidRDefault="00D550F8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E016C0" w:rsidRDefault="00E016C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스핀박스 위젯은 콤보박스와 비슷하지만 화살표 버튼을 이용해서 값을 선택한다는 차이점을 지닌다.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E016C0" w:rsidRDefault="00E016C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E016C0" w:rsidRDefault="00E016C0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 위젯을 생성하려면 체크버튼이나 라디오버튼처럼 </w:t>
            </w:r>
            <w:r>
              <w:rPr>
                <w:rFonts w:ascii="맑은 고딕" w:hAnsi="맑은 고딕"/>
                <w:sz w:val="20"/>
                <w:szCs w:val="20"/>
              </w:rPr>
              <w:t>tk</w:t>
            </w:r>
            <w:r>
              <w:rPr>
                <w:rFonts w:ascii="맑은 고딕" w:hAnsi="맑은 고딕" w:hint="eastAsia"/>
                <w:sz w:val="20"/>
                <w:szCs w:val="20"/>
              </w:rPr>
              <w:t>라이브러리에서 생성자를 가져와야 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생성자의 이름은 </w:t>
            </w:r>
            <w:r>
              <w:rPr>
                <w:rFonts w:ascii="맑은 고딕" w:hAnsi="맑은 고딕"/>
                <w:sz w:val="20"/>
                <w:szCs w:val="20"/>
              </w:rPr>
              <w:t>(Spinbox)</w:t>
            </w:r>
            <w:r w:rsidR="00D5253F">
              <w:rPr>
                <w:rFonts w:ascii="맑은 고딕" w:hAnsi="맑은 고딕" w:hint="eastAsia"/>
                <w:sz w:val="20"/>
                <w:szCs w:val="20"/>
              </w:rPr>
              <w:t>이다.</w:t>
            </w:r>
          </w:p>
          <w:p w:rsidR="00D5253F" w:rsidRDefault="00D5253F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5253F" w:rsidRDefault="00D5253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왼쪽 소스는 </w:t>
            </w:r>
            <w:r>
              <w:rPr>
                <w:rFonts w:ascii="맑은 고딕" w:hAnsi="맑은 고딕"/>
                <w:sz w:val="20"/>
                <w:szCs w:val="20"/>
              </w:rPr>
              <w:t>mighty(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라벨 프레임 위젯)안에 값들을 </w:t>
            </w:r>
            <w:r>
              <w:rPr>
                <w:rFonts w:ascii="맑은 고딕" w:hAnsi="맑은 고딕"/>
                <w:sz w:val="20"/>
                <w:szCs w:val="20"/>
              </w:rPr>
              <w:t>(1</w:t>
            </w:r>
            <w:r>
              <w:rPr>
                <w:rFonts w:ascii="맑은 고딕" w:hAnsi="맑은 고딕" w:hint="eastAsia"/>
                <w:sz w:val="20"/>
                <w:szCs w:val="20"/>
              </w:rPr>
              <w:t>,</w:t>
            </w:r>
            <w:r>
              <w:rPr>
                <w:rFonts w:ascii="맑은 고딕" w:hAnsi="맑은 고딕"/>
                <w:sz w:val="20"/>
                <w:szCs w:val="20"/>
              </w:rPr>
              <w:t>2,4,42,100)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에서 선택할 수 있고 가로 길이가 </w:t>
            </w:r>
            <w:r>
              <w:rPr>
                <w:rFonts w:ascii="맑은 고딕" w:hAnsi="맑은 고딕"/>
                <w:sz w:val="20"/>
                <w:szCs w:val="20"/>
              </w:rPr>
              <w:t>5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이면서 테두리가 </w:t>
            </w:r>
            <w:r>
              <w:rPr>
                <w:rFonts w:ascii="맑은 고딕" w:hAnsi="맑은 고딕"/>
                <w:sz w:val="20"/>
                <w:szCs w:val="20"/>
              </w:rPr>
              <w:t>8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인 스핀박스 위젯을 생성하는 </w:t>
            </w:r>
            <w:r w:rsidR="006C61BF">
              <w:rPr>
                <w:rFonts w:ascii="맑은 고딕" w:hAnsi="맑은 고딕" w:hint="eastAsia"/>
                <w:sz w:val="20"/>
                <w:szCs w:val="20"/>
              </w:rPr>
              <w:t>소스이다.</w:t>
            </w:r>
            <w:r w:rsidR="006C61BF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6C61BF" w:rsidRPr="000B5AE5" w:rsidRDefault="006C61B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이후 gr</w:t>
            </w:r>
            <w:r>
              <w:rPr>
                <w:rFonts w:ascii="맑은 고딕" w:hAnsi="맑은 고딕" w:hint="eastAsia"/>
                <w:sz w:val="20"/>
                <w:szCs w:val="20"/>
              </w:rPr>
              <w:t>id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메소드를 이용해서 </w:t>
            </w:r>
            <w:r>
              <w:rPr>
                <w:rFonts w:ascii="맑은 고딕" w:hAnsi="맑은 고딕"/>
                <w:sz w:val="20"/>
                <w:szCs w:val="20"/>
              </w:rPr>
              <w:t>3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열 </w:t>
            </w:r>
            <w:r>
              <w:rPr>
                <w:rFonts w:ascii="맑은 고딕" w:hAnsi="맑은 고딕"/>
                <w:sz w:val="20"/>
                <w:szCs w:val="20"/>
              </w:rPr>
              <w:t>1</w:t>
            </w:r>
            <w:r>
              <w:rPr>
                <w:rFonts w:ascii="맑은 고딕" w:hAnsi="맑은 고딕" w:hint="eastAsia"/>
                <w:sz w:val="20"/>
                <w:szCs w:val="20"/>
              </w:rPr>
              <w:t>행에 위치하도록 세팅하였다.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</w:tbl>
    <w:p w:rsidR="00D550F8" w:rsidRDefault="00D550F8" w:rsidP="00D550F8">
      <w:pPr>
        <w:rPr>
          <w:rFonts w:ascii="맑은 고딕" w:hAnsi="맑은 고딕"/>
        </w:rPr>
      </w:pPr>
    </w:p>
    <w:p w:rsidR="00D550F8" w:rsidRDefault="00D550F8" w:rsidP="00FC03C6">
      <w:pPr>
        <w:rPr>
          <w:rFonts w:ascii="맑은 고딕" w:hAnsi="맑은 고딕"/>
        </w:rPr>
      </w:pPr>
    </w:p>
    <w:p w:rsidR="00D550F8" w:rsidRDefault="00D550F8" w:rsidP="00FC03C6">
      <w:pPr>
        <w:rPr>
          <w:rFonts w:ascii="맑은 고딕" w:hAnsi="맑은 고딕"/>
        </w:rPr>
      </w:pPr>
    </w:p>
    <w:p w:rsidR="00D550F8" w:rsidRDefault="00D550F8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D550F8" w:rsidRPr="005424B3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862970760"/>
                      <w:placeholder>
                        <w:docPart w:val="21D929D7F6B04F71A1ACB447FB8AA926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550F8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550F8" w:rsidRPr="005424B3" w:rsidRDefault="00E77E90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77E90">
                    <w:rPr>
                      <w:rFonts w:ascii="맑은 고딕" w:hAnsi="맑은 고딕"/>
                    </w:rPr>
                    <w:t>GUI_spinbox_small_two_ridge</w:t>
                  </w:r>
                  <w:r w:rsidR="00D550F8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D550F8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</w:pPr>
                </w:p>
                <w:p w:rsidR="00B50C8B" w:rsidRPr="0072734F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def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_spin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():</w:t>
                  </w:r>
                </w:p>
                <w:p w:rsidR="00B50C8B" w:rsidRPr="0072734F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value=spin.get()</w:t>
                  </w:r>
                </w:p>
                <w:p w:rsidR="00B50C8B" w:rsidRPr="0072734F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</w:t>
                  </w:r>
                  <w:r w:rsidRPr="0072734F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print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(value)</w:t>
                  </w:r>
                </w:p>
                <w:p w:rsidR="00D550F8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   scr.insert(tk.INSERT, value+</w:t>
                  </w:r>
                  <w:r w:rsidRPr="0072734F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'\n'</w:t>
                  </w:r>
                  <w:r w:rsidRPr="0072734F">
                    <w:rPr>
                      <w:rFonts w:ascii="Consolas" w:eastAsiaTheme="minorEastAsia" w:hAnsi="Consolas" w:cs="Consolas"/>
                      <w:iCs/>
                      <w:color w:val="000000" w:themeColor="text1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B50C8B" w:rsidRPr="00F71E97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B50C8B" w:rsidRPr="0072734F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# (tab1-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라벨프레임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내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)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스핀박스</w:t>
                  </w:r>
                </w:p>
                <w:p w:rsidR="005C38A7" w:rsidRPr="0072734F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</w:p>
                <w:p w:rsidR="005C38A7" w:rsidRPr="0072734F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spin=tk.Spinbox(mighty,values=(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4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42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100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),width=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5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,bd=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8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,command=_spin)</w:t>
                  </w:r>
                </w:p>
                <w:p w:rsidR="005C38A7" w:rsidRPr="0072734F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spin.grid(column=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,row=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5C38A7" w:rsidRPr="0072734F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</w:p>
                <w:p w:rsidR="005C38A7" w:rsidRPr="0072734F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</w:t>
                  </w:r>
                  <w:r w:rsidR="00A6603A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2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=tk.Spinbox(mighty,values=(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50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100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),width=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5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,bd=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9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relief=tk.FLAT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)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# relief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는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스핀박스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테두리를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디자인하는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  <w:highlight w:val="yellow"/>
                    </w:rPr>
                    <w:t>메소드</w:t>
                  </w:r>
                </w:p>
                <w:p w:rsidR="00B50C8B" w:rsidRP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spin.grid(column=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,row=</w:t>
                  </w:r>
                  <w:r w:rsidRPr="0072734F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2)</w:t>
                  </w:r>
                </w:p>
                <w:p w:rsidR="00D550F8" w:rsidRDefault="00D550F8" w:rsidP="001C311A"/>
                <w:p w:rsidR="005F312B" w:rsidRPr="005F312B" w:rsidRDefault="005F312B" w:rsidP="001C311A">
                  <w:r>
                    <w:rPr>
                      <w:noProof/>
                    </w:rPr>
                    <w:drawing>
                      <wp:inline distT="0" distB="0" distL="0" distR="0" wp14:anchorId="37CD8452" wp14:editId="793FFE9C">
                        <wp:extent cx="3472815" cy="2680335"/>
                        <wp:effectExtent l="0" t="0" r="0" b="5715"/>
                        <wp:docPr id="5" name="그림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6803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50F8" w:rsidRPr="00061B4A" w:rsidRDefault="00D550F8" w:rsidP="001C311A"/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A7BD5" w:rsidRDefault="00D550F8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D550F8" w:rsidRPr="006A7BD5" w:rsidRDefault="00D550F8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D72166" w:rsidRDefault="005973A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_</w:t>
            </w:r>
            <w:r>
              <w:rPr>
                <w:rFonts w:ascii="맑은 고딕" w:hAnsi="맑은 고딕"/>
                <w:sz w:val="20"/>
                <w:szCs w:val="20"/>
              </w:rPr>
              <w:t>spin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함수는 </w:t>
            </w:r>
            <w:r>
              <w:rPr>
                <w:rFonts w:ascii="맑은 고딕" w:hAnsi="맑은 고딕"/>
                <w:sz w:val="20"/>
                <w:szCs w:val="20"/>
              </w:rPr>
              <w:t>spin</w:t>
            </w:r>
            <w:r>
              <w:rPr>
                <w:rFonts w:ascii="맑은 고딕" w:hAnsi="맑은 고딕" w:hint="eastAsia"/>
                <w:sz w:val="20"/>
                <w:szCs w:val="20"/>
              </w:rPr>
              <w:t>객체의 위젯에서 화살표 버튼이 클릭되었을 때 호출되는 콜백함수이다.</w:t>
            </w:r>
          </w:p>
          <w:p w:rsidR="005973A6" w:rsidRDefault="005973A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5973A6" w:rsidRDefault="005973A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함수에서는 </w:t>
            </w:r>
            <w:r>
              <w:rPr>
                <w:rFonts w:ascii="맑은 고딕" w:hAnsi="맑은 고딕"/>
                <w:sz w:val="20"/>
                <w:szCs w:val="20"/>
              </w:rPr>
              <w:t>spin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객체의 값을 가져와서 </w:t>
            </w:r>
            <w:r>
              <w:rPr>
                <w:rFonts w:ascii="맑은 고딕" w:hAnsi="맑은 고딕"/>
                <w:sz w:val="20"/>
                <w:szCs w:val="20"/>
              </w:rPr>
              <w:t>value</w:t>
            </w:r>
            <w:r>
              <w:rPr>
                <w:rFonts w:ascii="맑은 고딕" w:hAnsi="맑은 고딕" w:hint="eastAsia"/>
                <w:sz w:val="20"/>
                <w:szCs w:val="20"/>
              </w:rPr>
              <w:t>변수에 저장하고,</w:t>
            </w:r>
          </w:p>
          <w:p w:rsidR="005973A6" w:rsidRDefault="005973A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value</w:t>
            </w:r>
            <w:r>
              <w:rPr>
                <w:rFonts w:ascii="맑은 고딕" w:hAnsi="맑은 고딕" w:hint="eastAsia"/>
                <w:sz w:val="20"/>
                <w:szCs w:val="20"/>
              </w:rPr>
              <w:t>값을 출력하고,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스크롤드텍스트 위젯에 </w:t>
            </w:r>
            <w:r>
              <w:rPr>
                <w:rFonts w:ascii="맑은 고딕" w:hAnsi="맑은 고딕"/>
                <w:sz w:val="20"/>
                <w:szCs w:val="20"/>
              </w:rPr>
              <w:t>value</w:t>
            </w:r>
            <w:r>
              <w:rPr>
                <w:rFonts w:ascii="맑은 고딕" w:hAnsi="맑은 고딕" w:hint="eastAsia"/>
                <w:sz w:val="20"/>
                <w:szCs w:val="20"/>
              </w:rPr>
              <w:t>값을 삽입하는 기능을 가진다.</w:t>
            </w:r>
          </w:p>
          <w:p w:rsidR="00443A3A" w:rsidRDefault="00443A3A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5973A6" w:rsidRDefault="002367B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그래서 </w:t>
            </w:r>
            <w:r>
              <w:rPr>
                <w:rFonts w:ascii="맑은 고딕" w:hAnsi="맑은 고딕"/>
                <w:sz w:val="20"/>
                <w:szCs w:val="20"/>
              </w:rPr>
              <w:t>spin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객체의 위젯에서 위쪽 화살표를 클릭 시 1에서 </w:t>
            </w:r>
            <w:r>
              <w:rPr>
                <w:rFonts w:ascii="맑은 고딕" w:hAnsi="맑은 고딕"/>
                <w:sz w:val="20"/>
                <w:szCs w:val="20"/>
              </w:rPr>
              <w:t>2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가 됐고 스크롤드 텍스트에 </w:t>
            </w:r>
            <w:r>
              <w:rPr>
                <w:rFonts w:ascii="맑은 고딕" w:hAnsi="맑은 고딕"/>
                <w:sz w:val="20"/>
                <w:szCs w:val="20"/>
              </w:rPr>
              <w:t>2</w:t>
            </w:r>
            <w:r>
              <w:rPr>
                <w:rFonts w:ascii="맑은 고딕" w:hAnsi="맑은 고딕" w:hint="eastAsia"/>
                <w:sz w:val="20"/>
                <w:szCs w:val="20"/>
              </w:rPr>
              <w:t>가 삽입된다.</w:t>
            </w:r>
          </w:p>
          <w:p w:rsidR="002367B6" w:rsidRDefault="002367B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C45C46" w:rsidRDefault="002367B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같은 방식으로 </w:t>
            </w:r>
            <w:r>
              <w:rPr>
                <w:rFonts w:ascii="맑은 고딕" w:hAnsi="맑은 고딕"/>
                <w:sz w:val="20"/>
                <w:szCs w:val="20"/>
              </w:rPr>
              <w:t>scr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 참조하는 </w:t>
            </w:r>
            <w:r>
              <w:rPr>
                <w:rFonts w:ascii="맑은 고딕" w:hAnsi="맑은 고딕"/>
                <w:sz w:val="20"/>
                <w:szCs w:val="20"/>
              </w:rPr>
              <w:t xml:space="preserve">ScrolledText </w:t>
            </w:r>
            <w:r>
              <w:rPr>
                <w:rFonts w:ascii="맑은 고딕" w:hAnsi="맑은 고딕" w:hint="eastAsia"/>
                <w:sz w:val="20"/>
                <w:szCs w:val="20"/>
              </w:rPr>
              <w:t>클래스의 메소드인 i</w:t>
            </w:r>
            <w:r>
              <w:rPr>
                <w:rFonts w:ascii="맑은 고딕" w:hAnsi="맑은 고딕"/>
                <w:sz w:val="20"/>
                <w:szCs w:val="20"/>
              </w:rPr>
              <w:t>nsert</w:t>
            </w:r>
            <w:r>
              <w:rPr>
                <w:rFonts w:ascii="맑은 고딕" w:hAnsi="맑은 고딕" w:hint="eastAsia"/>
                <w:sz w:val="20"/>
                <w:szCs w:val="20"/>
              </w:rPr>
              <w:t>를 이용하면 스크롤드텍스트 위젯에 데이터를 삽입할 수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D72166" w:rsidRDefault="002367B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첫 번째 인수에 </w:t>
            </w:r>
            <w:r>
              <w:rPr>
                <w:rFonts w:ascii="맑은 고딕" w:hAnsi="맑은 고딕"/>
                <w:sz w:val="20"/>
                <w:szCs w:val="20"/>
              </w:rPr>
              <w:t>(tk.INSERT)</w:t>
            </w:r>
            <w:r w:rsidR="00C45C46">
              <w:rPr>
                <w:rFonts w:ascii="맑은 고딕" w:hAnsi="맑은 고딕" w:hint="eastAsia"/>
                <w:sz w:val="20"/>
                <w:szCs w:val="20"/>
              </w:rPr>
              <w:t>(t</w:t>
            </w:r>
            <w:r w:rsidR="00C45C46">
              <w:rPr>
                <w:rFonts w:ascii="맑은 고딕" w:hAnsi="맑은 고딕"/>
                <w:sz w:val="20"/>
                <w:szCs w:val="20"/>
              </w:rPr>
              <w:t>k</w:t>
            </w:r>
            <w:r w:rsidR="00C45C46">
              <w:rPr>
                <w:rFonts w:ascii="맑은 고딕" w:hAnsi="맑은 고딕" w:hint="eastAsia"/>
                <w:sz w:val="20"/>
                <w:szCs w:val="20"/>
              </w:rPr>
              <w:t>모듈의 삽입 함수 호출</w:t>
            </w:r>
            <w:r w:rsidR="00C45C46">
              <w:rPr>
                <w:rFonts w:ascii="맑은 고딕" w:hAnsi="맑은 고딕"/>
                <w:sz w:val="20"/>
                <w:szCs w:val="20"/>
              </w:rPr>
              <w:t>)을</w:t>
            </w:r>
            <w:r w:rsidR="00C45C46">
              <w:rPr>
                <w:rFonts w:ascii="맑은 고딕" w:hAnsi="맑은 고딕" w:hint="eastAsia"/>
                <w:sz w:val="20"/>
                <w:szCs w:val="20"/>
              </w:rPr>
              <w:t xml:space="preserve"> 적고 두 번째 인수에 삽입하고 싶은 데이터를 작성하면 된다.</w:t>
            </w: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72166" w:rsidRDefault="00EA3C5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Spin2</w:t>
            </w:r>
            <w:r>
              <w:rPr>
                <w:rFonts w:ascii="맑은 고딕" w:hAnsi="맑은 고딕" w:hint="eastAsia"/>
                <w:sz w:val="20"/>
                <w:szCs w:val="20"/>
              </w:rPr>
              <w:t>객체에서는</w:t>
            </w:r>
            <w:r>
              <w:rPr>
                <w:rFonts w:ascii="맑은 고딕" w:hAnsi="맑은 고딕"/>
                <w:sz w:val="20"/>
                <w:szCs w:val="20"/>
              </w:rPr>
              <w:t xml:space="preserve"> relief</w:t>
            </w:r>
            <w:r>
              <w:rPr>
                <w:rFonts w:ascii="맑은 고딕" w:hAnsi="맑은 고딕" w:hint="eastAsia"/>
                <w:sz w:val="20"/>
                <w:szCs w:val="20"/>
              </w:rPr>
              <w:t>라는 새로운 속성이 나왔다.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이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속성은 스핀 박스의 테두리 디자인을 담당한다.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등호 뒤에 </w:t>
            </w:r>
            <w:r>
              <w:rPr>
                <w:rFonts w:ascii="맑은 고딕" w:hAnsi="맑은 고딕"/>
                <w:sz w:val="20"/>
                <w:szCs w:val="20"/>
              </w:rPr>
              <w:t>tk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모듈의 </w:t>
            </w:r>
            <w:r w:rsidR="00D909A0">
              <w:rPr>
                <w:rFonts w:ascii="맑은 고딕" w:hAnsi="맑은 고딕" w:hint="eastAsia"/>
                <w:sz w:val="20"/>
                <w:szCs w:val="20"/>
              </w:rPr>
              <w:t xml:space="preserve">선언된 상수를 </w:t>
            </w:r>
            <w:r>
              <w:rPr>
                <w:rFonts w:ascii="맑은 고딕" w:hAnsi="맑은 고딕" w:hint="eastAsia"/>
                <w:sz w:val="20"/>
                <w:szCs w:val="20"/>
              </w:rPr>
              <w:t>선택해서 호출하는 방식이다.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D72166" w:rsidRPr="000B5AE5" w:rsidRDefault="00EA3C5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여러 </w:t>
            </w:r>
            <w:r w:rsidR="001033B9">
              <w:rPr>
                <w:rFonts w:ascii="맑은 고딕" w:hAnsi="맑은 고딕" w:hint="eastAsia"/>
                <w:sz w:val="20"/>
                <w:szCs w:val="20"/>
              </w:rPr>
              <w:t>상</w:t>
            </w:r>
            <w:r>
              <w:rPr>
                <w:rFonts w:ascii="맑은 고딕" w:hAnsi="맑은 고딕" w:hint="eastAsia"/>
                <w:sz w:val="20"/>
                <w:szCs w:val="20"/>
              </w:rPr>
              <w:t>수 중 F</w:t>
            </w:r>
            <w:r>
              <w:rPr>
                <w:rFonts w:ascii="맑은 고딕" w:hAnsi="맑은 고딕"/>
                <w:sz w:val="20"/>
                <w:szCs w:val="20"/>
              </w:rPr>
              <w:t>LAT</w:t>
            </w:r>
            <w:r>
              <w:rPr>
                <w:rFonts w:ascii="맑은 고딕" w:hAnsi="맑은 고딕" w:hint="eastAsia"/>
                <w:sz w:val="20"/>
                <w:szCs w:val="20"/>
              </w:rPr>
              <w:t>을 이용하면 왼쪽 사진과 같이 흰색 테두리 디자인을 볼 수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  <w:tr w:rsidR="00D72166" w:rsidRPr="000B5AE5" w:rsidTr="00D72166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72166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72166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65376573"/>
                      <w:placeholder>
                        <w:docPart w:val="837A970C177A4625B96BD7031156780A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D72166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D72166" w:rsidRPr="005424B3" w:rsidRDefault="001A3781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77E90">
                    <w:rPr>
                      <w:rFonts w:ascii="맑은 고딕" w:hAnsi="맑은 고딕"/>
                    </w:rPr>
                    <w:t>GUI_spinbox_small_two_ridge</w:t>
                  </w:r>
                  <w:r>
                    <w:rPr>
                      <w:rFonts w:ascii="맑은 고딕" w:hAnsi="맑은 고딕"/>
                    </w:rPr>
                    <w:t>2</w:t>
                  </w:r>
                  <w:r w:rsidR="00D72166"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D72166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</w:pP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_spin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():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value=spin.get()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(value)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scr.insert(tk.INSERT, value+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'\n'</w:t>
                  </w:r>
                  <w:r w:rsidRPr="00B50C8B">
                    <w:rPr>
                      <w:rFonts w:ascii="Consolas" w:eastAsiaTheme="minorEastAsia" w:hAnsi="Consolas" w:cs="Consolas"/>
                      <w:iCs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5C38A7" w:rsidRPr="00F71E9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(tab1-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스핀박스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spin=tk.Spinbox(mighty,values=(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100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),width=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,bd=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,command=_spin</w:t>
                  </w:r>
                  <w:r w:rsidR="0047017D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FFFF96"/>
                    </w:rPr>
                    <w:t>,</w:t>
                  </w:r>
                  <w:r w:rsidR="0047017D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 w:rsidR="0047017D"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relief=tk.</w:t>
                  </w:r>
                  <w:r w:rsidR="0055374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SUNKEN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</w:t>
                  </w:r>
                  <w:r w:rsidR="00A6603A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=tk.Spinbox(mighty,values=(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100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),width=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,bd=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9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relief=tk.</w:t>
                  </w:r>
                  <w:r w:rsidR="0055374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RAISED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relief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는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스핀박스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테두리를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디자인하는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메소드</w:t>
                  </w:r>
                </w:p>
                <w:p w:rsidR="005C38A7" w:rsidRPr="005C38A7" w:rsidRDefault="005C38A7" w:rsidP="005C38A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2)</w:t>
                  </w:r>
                </w:p>
                <w:p w:rsidR="00D72166" w:rsidRPr="00F71E97" w:rsidRDefault="00D72166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D72166" w:rsidRDefault="005F312B" w:rsidP="001C311A">
                  <w:r>
                    <w:rPr>
                      <w:noProof/>
                    </w:rPr>
                    <w:drawing>
                      <wp:inline distT="0" distB="0" distL="0" distR="0" wp14:anchorId="2B0A7912" wp14:editId="35077B08">
                        <wp:extent cx="3472815" cy="2664460"/>
                        <wp:effectExtent l="0" t="0" r="0" b="2540"/>
                        <wp:docPr id="7" name="그림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664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166" w:rsidRPr="00061B4A" w:rsidRDefault="00D72166" w:rsidP="001C311A"/>
              </w:tc>
            </w:tr>
          </w:tbl>
          <w:p w:rsidR="00D72166" w:rsidRPr="005424B3" w:rsidRDefault="00D72166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72166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72166" w:rsidRPr="00E10DD6" w:rsidRDefault="00E10DD6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 w:rsidRPr="00E10DD6">
                    <w:rPr>
                      <w:rFonts w:ascii="맑은 고딕" w:hAnsi="맑은 고딕" w:hint="eastAsia"/>
                    </w:rPr>
                    <w:t>추가설명</w:t>
                  </w:r>
                  <w:r w:rsidR="00D72166" w:rsidRPr="00E10DD6"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E10DD6" w:rsidRPr="00E10DD6" w:rsidRDefault="001C6180" w:rsidP="001C6180">
                  <w:pPr>
                    <w:rPr>
                      <w:rFonts w:ascii="맑은 고딕" w:hAnsi="맑은 고딕"/>
                      <w:sz w:val="15"/>
                      <w:szCs w:val="15"/>
                    </w:rPr>
                  </w:pP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t</w:t>
                  </w: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>k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에서 선언된 상수(</w:t>
                  </w: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 xml:space="preserve">GROOVE,RIDGE 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등)는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 xml:space="preserve"> 1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>,2,3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등과 같은 변하지 않는 수이다.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 xml:space="preserve"> 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 xml:space="preserve">하지만 이 상수를 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>relief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속성의 옵션으로 사용하였을 때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 xml:space="preserve">, 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테두리를 디자인할 수 있게 된다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 xml:space="preserve">. 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 xml:space="preserve">예를 들어 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>(relief=1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일 때 테두리를 하얗게 한다.</w:t>
                  </w:r>
                  <w:r w:rsidR="00E10DD6" w:rsidRPr="00E10DD6">
                    <w:rPr>
                      <w:rFonts w:ascii="맑은 고딕" w:hAnsi="맑은 고딕"/>
                      <w:sz w:val="15"/>
                      <w:szCs w:val="15"/>
                    </w:rPr>
                    <w:t>)</w:t>
                  </w:r>
                  <w:r w:rsidR="00E10DD6"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를</w:t>
                  </w:r>
                </w:p>
                <w:p w:rsidR="00D72166" w:rsidRPr="00E10DD6" w:rsidRDefault="00E10DD6" w:rsidP="001C6180">
                  <w:pPr>
                    <w:rPr>
                      <w:rFonts w:ascii="맑은 고딕" w:hAnsi="맑은 고딕" w:hint="eastAsia"/>
                      <w:sz w:val="14"/>
                      <w:szCs w:val="14"/>
                    </w:rPr>
                  </w:pP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>(relief=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t</w:t>
                  </w: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>k.blabla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일 때 테두리를 하얗게 한다.</w:t>
                  </w: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>)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 xml:space="preserve"> </w:t>
                  </w:r>
                  <w:r w:rsidRPr="00E10DD6">
                    <w:rPr>
                      <w:rFonts w:ascii="맑은 고딕" w:hAnsi="맑은 고딕"/>
                      <w:sz w:val="15"/>
                      <w:szCs w:val="15"/>
                    </w:rPr>
                    <w:t>라</w:t>
                  </w:r>
                  <w:r w:rsidRPr="00E10DD6">
                    <w:rPr>
                      <w:rFonts w:ascii="맑은 고딕" w:hAnsi="맑은 고딕" w:hint="eastAsia"/>
                      <w:sz w:val="15"/>
                      <w:szCs w:val="15"/>
                    </w:rPr>
                    <w:t>고 표현한 것이다.</w:t>
                  </w:r>
                  <w:r w:rsidRPr="00E10DD6">
                    <w:rPr>
                      <w:rFonts w:ascii="맑은 고딕" w:hAnsi="맑은 고딕"/>
                      <w:sz w:val="14"/>
                      <w:szCs w:val="14"/>
                    </w:rPr>
                    <w:t xml:space="preserve"> </w:t>
                  </w:r>
                </w:p>
              </w:tc>
            </w:tr>
          </w:tbl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D72166" w:rsidRDefault="002275B7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relief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속성에는 </w:t>
            </w:r>
            <w:r>
              <w:rPr>
                <w:rFonts w:ascii="맑은 고딕" w:hAnsi="맑은 고딕"/>
                <w:sz w:val="20"/>
                <w:szCs w:val="20"/>
              </w:rPr>
              <w:t>tk.FLAT</w:t>
            </w:r>
            <w:r w:rsidR="00C51828">
              <w:rPr>
                <w:rFonts w:ascii="맑은 고딕" w:hAnsi="맑은 고딕" w:hint="eastAsia"/>
                <w:sz w:val="20"/>
                <w:szCs w:val="20"/>
              </w:rPr>
              <w:t>옵션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도 있지만 </w:t>
            </w:r>
            <w:r w:rsidR="00F37BD9">
              <w:rPr>
                <w:rFonts w:ascii="맑은 고딕" w:hAnsi="맑은 고딕"/>
                <w:sz w:val="20"/>
                <w:szCs w:val="20"/>
              </w:rPr>
              <w:t>tk.SUNKEN,</w:t>
            </w:r>
            <w:r w:rsidR="00F37BD9">
              <w:rPr>
                <w:rFonts w:ascii="맑은 고딕" w:hAnsi="맑은 고딕" w:hint="eastAsia"/>
                <w:sz w:val="20"/>
                <w:szCs w:val="20"/>
              </w:rPr>
              <w:t>t</w:t>
            </w:r>
            <w:r w:rsidR="00F37BD9">
              <w:rPr>
                <w:rFonts w:ascii="맑은 고딕" w:hAnsi="맑은 고딕"/>
                <w:sz w:val="20"/>
                <w:szCs w:val="20"/>
              </w:rPr>
              <w:t>k.RAISED</w:t>
            </w:r>
            <w:r w:rsidR="00C51828">
              <w:rPr>
                <w:rFonts w:ascii="맑은 고딕" w:hAnsi="맑은 고딕" w:hint="eastAsia"/>
                <w:sz w:val="20"/>
                <w:szCs w:val="20"/>
              </w:rPr>
              <w:t>옵션</w:t>
            </w:r>
            <w:r w:rsidR="00F37BD9">
              <w:rPr>
                <w:rFonts w:ascii="맑은 고딕" w:hAnsi="맑은 고딕" w:hint="eastAsia"/>
                <w:sz w:val="20"/>
                <w:szCs w:val="20"/>
              </w:rPr>
              <w:t>도 있다.</w:t>
            </w:r>
          </w:p>
          <w:p w:rsidR="00F37BD9" w:rsidRDefault="00F37BD9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F37BD9" w:rsidRDefault="00F37BD9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S</w:t>
            </w:r>
            <w:r>
              <w:rPr>
                <w:rFonts w:ascii="맑은 고딕" w:hAnsi="맑은 고딕"/>
                <w:sz w:val="20"/>
                <w:szCs w:val="20"/>
              </w:rPr>
              <w:t>UNKEN</w:t>
            </w:r>
            <w:r w:rsidR="00220224">
              <w:rPr>
                <w:rFonts w:ascii="맑은 고딕" w:hAnsi="맑은 고딕" w:hint="eastAsia"/>
                <w:sz w:val="20"/>
                <w:szCs w:val="20"/>
              </w:rPr>
              <w:t>을 상수로 쓰면,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기본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테두리와 똑같고</w:t>
            </w:r>
          </w:p>
          <w:p w:rsidR="00F37BD9" w:rsidRDefault="00F37BD9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RAISED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을 쓰면,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왼쪽 상위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부분은 밝은 흰색,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오른쪽 하위 부분은 어두운 회색을 담당하게 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67131E" w:rsidRPr="008D6398" w:rsidRDefault="008D6398" w:rsidP="008D6398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</w:t>
            </w:r>
            <w:r w:rsidR="0067131E" w:rsidRPr="008D6398">
              <w:rPr>
                <w:rFonts w:ascii="맑은 고딕" w:hAnsi="맑은 고딕"/>
                <w:sz w:val="20"/>
                <w:szCs w:val="20"/>
              </w:rPr>
              <w:t>tk.SUNKEN:</w:t>
            </w:r>
            <w:r w:rsidR="002E14BA" w:rsidRPr="008D6398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2E14BA" w:rsidRPr="008D6398">
              <w:rPr>
                <w:rFonts w:ascii="맑은 고딕" w:hAnsi="맑은 고딕" w:hint="eastAsia"/>
                <w:sz w:val="20"/>
                <w:szCs w:val="20"/>
              </w:rPr>
              <w:t xml:space="preserve">기본으로 </w:t>
            </w:r>
            <w:r w:rsidR="002E14BA" w:rsidRPr="008D6398">
              <w:rPr>
                <w:rFonts w:ascii="맑은 고딕" w:hAnsi="맑은 고딕"/>
                <w:sz w:val="20"/>
                <w:szCs w:val="20"/>
              </w:rPr>
              <w:t>(</w:t>
            </w:r>
            <w:r w:rsidR="002E14BA" w:rsidRPr="008D6398">
              <w:rPr>
                <w:rFonts w:ascii="맑은 고딕" w:hAnsi="맑은 고딕" w:hint="eastAsia"/>
                <w:sz w:val="20"/>
                <w:szCs w:val="20"/>
              </w:rPr>
              <w:t>테두리) 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D72166" w:rsidRDefault="008D639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</w:t>
            </w:r>
            <w:r w:rsidR="0067131E">
              <w:rPr>
                <w:rFonts w:ascii="맑은 고딕" w:hAnsi="맑은 고딕"/>
                <w:sz w:val="20"/>
                <w:szCs w:val="20"/>
              </w:rPr>
              <w:t>tk.RAISE</w:t>
            </w:r>
            <w:r w:rsidR="001033B9">
              <w:rPr>
                <w:rFonts w:ascii="맑은 고딕" w:hAnsi="맑은 고딕"/>
                <w:sz w:val="20"/>
                <w:szCs w:val="20"/>
              </w:rPr>
              <w:t>D</w:t>
            </w:r>
            <w:r w:rsidR="002E14BA">
              <w:rPr>
                <w:rFonts w:ascii="맑은 고딕" w:hAnsi="맑은 고딕"/>
                <w:sz w:val="20"/>
                <w:szCs w:val="20"/>
              </w:rPr>
              <w:t xml:space="preserve">: </w:t>
            </w:r>
            <w:r>
              <w:rPr>
                <w:rFonts w:ascii="맑은 고딕" w:hAnsi="맑은 고딕" w:hint="eastAsia"/>
                <w:sz w:val="20"/>
                <w:szCs w:val="20"/>
              </w:rPr>
              <w:t>왼쪽 상위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부분은 밝은 흰색,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오른쪽 하위 부분은 어두운 회색을 담당하게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테두리)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D72166" w:rsidRDefault="008D639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</w:t>
            </w:r>
            <w:r w:rsidR="0067131E">
              <w:rPr>
                <w:rFonts w:ascii="맑은 고딕" w:hAnsi="맑은 고딕"/>
                <w:sz w:val="20"/>
                <w:szCs w:val="20"/>
              </w:rPr>
              <w:t>tk.FLAT:</w:t>
            </w:r>
            <w:r w:rsidR="002E14BA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2E14BA">
              <w:rPr>
                <w:rFonts w:ascii="맑은 고딕" w:hAnsi="맑은 고딕" w:hint="eastAsia"/>
                <w:sz w:val="20"/>
                <w:szCs w:val="20"/>
              </w:rPr>
              <w:t xml:space="preserve">흰색으로 </w:t>
            </w:r>
            <w:r w:rsidR="002E14BA">
              <w:rPr>
                <w:rFonts w:ascii="맑은 고딕" w:hAnsi="맑은 고딕"/>
                <w:sz w:val="20"/>
                <w:szCs w:val="20"/>
              </w:rPr>
              <w:t>(</w:t>
            </w:r>
            <w:r w:rsidR="002E14BA">
              <w:rPr>
                <w:rFonts w:ascii="맑은 고딕" w:hAnsi="맑은 고딕" w:hint="eastAsia"/>
                <w:sz w:val="20"/>
                <w:szCs w:val="20"/>
              </w:rPr>
              <w:t>테두리) 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72166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F65417" w:rsidRDefault="00F65417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F65417" w:rsidRDefault="00F65417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F65417" w:rsidRDefault="00F65417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F65417" w:rsidRDefault="00F65417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72166" w:rsidRPr="000B5AE5" w:rsidRDefault="00D72166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A3781" w:rsidRDefault="001A3781" w:rsidP="00FC03C6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A3781" w:rsidRPr="000B5AE5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A3781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A3781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481583078"/>
                      <w:placeholder>
                        <w:docPart w:val="560760C133814DE5B61772817A7B7FEA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A3781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1A3781" w:rsidRPr="005424B3" w:rsidRDefault="001A3781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77E90">
                    <w:rPr>
                      <w:rFonts w:ascii="맑은 고딕" w:hAnsi="맑은 고딕"/>
                    </w:rPr>
                    <w:t>GUI_spinbox_small_two_ridge</w:t>
                  </w:r>
                  <w:r>
                    <w:rPr>
                      <w:rFonts w:ascii="맑은 고딕" w:hAnsi="맑은 고딕"/>
                    </w:rPr>
                    <w:t>.py3.py</w:t>
                  </w:r>
                </w:p>
              </w:tc>
            </w:tr>
            <w:tr w:rsidR="001A3781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</w:pP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_spin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():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value=spin.get()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print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(value)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scr.insert(tk.INSERT, value+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'\n'</w:t>
                  </w:r>
                  <w:r w:rsidRPr="00B50C8B">
                    <w:rPr>
                      <w:rFonts w:ascii="Consolas" w:eastAsiaTheme="minorEastAsia" w:hAnsi="Consolas" w:cs="Consolas"/>
                      <w:iCs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47017D" w:rsidRPr="00F71E97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(tab1-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스핀박스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spin=tk.Spinbox(mighty,values=(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100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),width=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,bd=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,command=_spin</w:t>
                  </w:r>
                  <w:r w:rsidR="005E2CA6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relief=tk.</w:t>
                  </w:r>
                  <w:r w:rsidR="0055374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GROOVE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47017D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</w:t>
                  </w:r>
                  <w:r w:rsidR="00A6603A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=tk.Spinbox(mighty,values=(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100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),width=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,bd=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9</w:t>
                  </w:r>
                  <w:r w:rsidR="005E2CA6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72734F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relief=tk.</w:t>
                  </w:r>
                  <w:r w:rsidR="0055374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red"/>
                    </w:rPr>
                    <w:t>RIDGE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relief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는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스핀박스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테두리를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디자인하는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메소드</w:t>
                  </w:r>
                </w:p>
                <w:p w:rsidR="0047017D" w:rsidRPr="005C38A7" w:rsidRDefault="0047017D" w:rsidP="004701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spin.grid(column=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2)</w:t>
                  </w:r>
                </w:p>
                <w:p w:rsidR="001A3781" w:rsidRPr="00F71E97" w:rsidRDefault="001A3781" w:rsidP="001C31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1A3781" w:rsidRDefault="0030178E" w:rsidP="001C311A">
                  <w:r>
                    <w:rPr>
                      <w:noProof/>
                    </w:rPr>
                    <w:drawing>
                      <wp:inline distT="0" distB="0" distL="0" distR="0" wp14:anchorId="6F3FB031" wp14:editId="28B7CD9A">
                        <wp:extent cx="3472815" cy="2642870"/>
                        <wp:effectExtent l="0" t="0" r="0" b="5080"/>
                        <wp:docPr id="15" name="그림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6428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A3781" w:rsidRPr="00061B4A" w:rsidRDefault="001A3781" w:rsidP="001C311A"/>
              </w:tc>
            </w:tr>
          </w:tbl>
          <w:p w:rsidR="001A3781" w:rsidRPr="005424B3" w:rsidRDefault="001A3781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A3781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A3781" w:rsidRPr="006A7BD5" w:rsidRDefault="001A3781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E74039" w:rsidRPr="006A7BD5" w:rsidRDefault="00E74039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3F471D" w:rsidRDefault="003F471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r</w:t>
            </w:r>
            <w:r>
              <w:rPr>
                <w:rFonts w:ascii="맑은 고딕" w:hAnsi="맑은 고딕"/>
                <w:sz w:val="20"/>
                <w:szCs w:val="20"/>
              </w:rPr>
              <w:t>elief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속성에는 </w:t>
            </w:r>
            <w:r w:rsidR="00301A64">
              <w:rPr>
                <w:rFonts w:ascii="맑은 고딕" w:hAnsi="맑은 고딕"/>
                <w:sz w:val="20"/>
                <w:szCs w:val="20"/>
              </w:rPr>
              <w:t>tk.GROOVE</w:t>
            </w:r>
            <w:r w:rsidR="00301A64">
              <w:rPr>
                <w:rFonts w:ascii="맑은 고딕" w:hAnsi="맑은 고딕" w:hint="eastAsia"/>
                <w:sz w:val="20"/>
                <w:szCs w:val="20"/>
              </w:rPr>
              <w:t xml:space="preserve">와 </w:t>
            </w:r>
            <w:r w:rsidR="00301A64">
              <w:rPr>
                <w:rFonts w:ascii="맑은 고딕" w:hAnsi="맑은 고딕"/>
                <w:sz w:val="20"/>
                <w:szCs w:val="20"/>
              </w:rPr>
              <w:t>tk.RIDGE</w:t>
            </w:r>
            <w:r w:rsidR="00C51828">
              <w:rPr>
                <w:rFonts w:ascii="맑은 고딕" w:hAnsi="맑은 고딕" w:hint="eastAsia"/>
                <w:sz w:val="20"/>
                <w:szCs w:val="20"/>
              </w:rPr>
              <w:t>옵션</w:t>
            </w:r>
            <w:r w:rsidR="00B91198">
              <w:rPr>
                <w:rFonts w:ascii="맑은 고딕" w:hAnsi="맑은 고딕" w:hint="eastAsia"/>
                <w:sz w:val="20"/>
                <w:szCs w:val="20"/>
              </w:rPr>
              <w:t>도 있다.</w:t>
            </w:r>
          </w:p>
          <w:p w:rsidR="00B91198" w:rsidRPr="00C51828" w:rsidRDefault="00B9119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B91198" w:rsidRDefault="00B9119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GROOVE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상수를 쓰면,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흰색 파인 테두리로 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B91198" w:rsidRDefault="00B9119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RIDGE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상수를 쓰면,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흰색 튀어나온 테두리로 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B91198" w:rsidRPr="001033B9" w:rsidRDefault="00B9119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B91198" w:rsidRDefault="00B91198" w:rsidP="00B91198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3B2683" w:rsidRPr="008D6398" w:rsidRDefault="003B2683" w:rsidP="003B2683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</w:t>
            </w:r>
            <w:r w:rsidRPr="008D6398">
              <w:rPr>
                <w:rFonts w:ascii="맑은 고딕" w:hAnsi="맑은 고딕"/>
                <w:sz w:val="20"/>
                <w:szCs w:val="20"/>
              </w:rPr>
              <w:t xml:space="preserve">tk.SUNKEN: </w:t>
            </w:r>
            <w:r w:rsidRPr="008D6398">
              <w:rPr>
                <w:rFonts w:ascii="맑은 고딕" w:hAnsi="맑은 고딕" w:hint="eastAsia"/>
                <w:sz w:val="20"/>
                <w:szCs w:val="20"/>
              </w:rPr>
              <w:t xml:space="preserve">기본으로 </w:t>
            </w:r>
            <w:r w:rsidRPr="008D6398">
              <w:rPr>
                <w:rFonts w:ascii="맑은 고딕" w:hAnsi="맑은 고딕"/>
                <w:sz w:val="20"/>
                <w:szCs w:val="20"/>
              </w:rPr>
              <w:t>(</w:t>
            </w:r>
            <w:r w:rsidRPr="008D6398">
              <w:rPr>
                <w:rFonts w:ascii="맑은 고딕" w:hAnsi="맑은 고딕" w:hint="eastAsia"/>
                <w:sz w:val="20"/>
                <w:szCs w:val="20"/>
              </w:rPr>
              <w:t>테두리) 디자인</w:t>
            </w:r>
            <w:r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3B2683" w:rsidRDefault="003B2683" w:rsidP="003B2683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tk.RAISED: </w:t>
            </w:r>
            <w:r>
              <w:rPr>
                <w:rFonts w:ascii="맑은 고딕" w:hAnsi="맑은 고딕" w:hint="eastAsia"/>
                <w:sz w:val="20"/>
                <w:szCs w:val="20"/>
              </w:rPr>
              <w:t>왼쪽 상위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부분은 밝은 흰색,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오른쪽 하위 부분은 어두운 회색을 담당하게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테두리)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디자인한다.</w:t>
            </w:r>
          </w:p>
          <w:p w:rsidR="003B2683" w:rsidRDefault="003B2683" w:rsidP="003B2683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- tk.FLAT: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흰색으로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테두리) 디자인한다.</w:t>
            </w:r>
          </w:p>
          <w:p w:rsidR="00B91198" w:rsidRPr="00B91198" w:rsidRDefault="00B9119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- tk.GROOVE: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흰색으로 파이게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테두리) 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B91198" w:rsidRDefault="00B91198" w:rsidP="00B91198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-</w:t>
            </w:r>
            <w:r>
              <w:rPr>
                <w:rFonts w:ascii="맑은 고딕" w:hAnsi="맑은 고딕"/>
                <w:sz w:val="20"/>
                <w:szCs w:val="20"/>
              </w:rPr>
              <w:t xml:space="preserve"> tk.RIDGE: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흰색으로 튀어나오게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>테두리)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디자인</w:t>
            </w:r>
            <w:r w:rsidR="003B2683">
              <w:rPr>
                <w:rFonts w:ascii="맑은 고딕" w:hAnsi="맑은 고딕" w:hint="eastAsia"/>
                <w:sz w:val="20"/>
                <w:szCs w:val="20"/>
              </w:rPr>
              <w:t>한다.</w:t>
            </w:r>
          </w:p>
          <w:p w:rsidR="00B91198" w:rsidRDefault="00B91198" w:rsidP="00B91198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Pr="000B5AE5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A3781" w:rsidRPr="00B91198" w:rsidRDefault="001A3781" w:rsidP="001A3781">
      <w:pPr>
        <w:rPr>
          <w:rFonts w:ascii="맑은 고딕" w:hAnsi="맑은 고딕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A3781" w:rsidRPr="000B5AE5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A3781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A3781" w:rsidRPr="005424B3" w:rsidRDefault="00A60A33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903374152"/>
                      <w:placeholder>
                        <w:docPart w:val="D01DA723C34D4E8484018EB0900C5109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A3781">
                        <w:rPr>
                          <w:rFonts w:ascii="맑은 고딕" w:hAnsi="맑은 고딕" w:hint="eastAsia"/>
                          <w:color w:val="auto"/>
                        </w:rPr>
                        <w:t>사용자 정의 룩앤필</w:t>
                      </w:r>
                    </w:sdtContent>
                  </w:sdt>
                </w:p>
                <w:p w:rsidR="001A3781" w:rsidRPr="005424B3" w:rsidRDefault="001A3781" w:rsidP="001C311A">
                  <w:pPr>
                    <w:pStyle w:val="2"/>
                    <w:rPr>
                      <w:rFonts w:ascii="맑은 고딕" w:hAnsi="맑은 고딕"/>
                    </w:rPr>
                  </w:pPr>
                  <w:r w:rsidRPr="00E77E90">
                    <w:rPr>
                      <w:rFonts w:ascii="맑은 고딕" w:hAnsi="맑은 고딕"/>
                    </w:rPr>
                    <w:t>GUI_</w:t>
                  </w:r>
                  <w:r w:rsidR="00B50C8B">
                    <w:rPr>
                      <w:rFonts w:ascii="맑은 고딕" w:hAnsi="맑은 고딕"/>
                    </w:rPr>
                    <w:t>title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A3781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win=tk.Tk()</w:t>
                  </w:r>
                </w:p>
                <w:p w:rsidR="00B50C8B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win.title(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u w:val="single"/>
                    </w:rPr>
                    <w:t>Python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 xml:space="preserve"> GUI"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1A3781" w:rsidRDefault="00B50C8B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 w:rsidRPr="00EC165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win.iconbitmap(</w:t>
                  </w:r>
                  <w:r w:rsidRPr="00EC1658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'pyc.ico'</w:t>
                  </w:r>
                  <w:r w:rsidRPr="00EC165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651D2A" w:rsidRDefault="00651D2A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9E7656" w:rsidRDefault="009E7656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 w:hint="eastAsia"/>
                      <w:color w:val="000000" w:themeColor="text1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  <w:t>~)</w:t>
                  </w:r>
                </w:p>
                <w:p w:rsidR="009E7656" w:rsidRDefault="009E7656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9E7656" w:rsidRDefault="009E7656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</w:p>
                <w:p w:rsidR="00651D2A" w:rsidRPr="00F71E97" w:rsidRDefault="00651D2A" w:rsidP="00B50C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 w:hint="eastAsia"/>
                      <w:color w:val="000000" w:themeColor="text1"/>
                      <w:sz w:val="20"/>
                      <w:szCs w:val="20"/>
                    </w:rPr>
                    <w:t>w</w:t>
                  </w:r>
                  <w:r>
                    <w:rPr>
                      <w:rFonts w:ascii="Consolas" w:eastAsiaTheme="minorEastAsia" w:hAnsi="Consolas" w:cs="Consolas"/>
                      <w:color w:val="000000" w:themeColor="text1"/>
                      <w:sz w:val="20"/>
                      <w:szCs w:val="20"/>
                    </w:rPr>
                    <w:t>in.mainloop()</w:t>
                  </w:r>
                </w:p>
                <w:p w:rsidR="008813BE" w:rsidRDefault="008813BE" w:rsidP="001C311A"/>
                <w:p w:rsidR="001A3781" w:rsidRPr="0047017D" w:rsidRDefault="008813BE" w:rsidP="001C311A">
                  <w:pPr>
                    <w:rPr>
                      <w:color w:val="000000" w:themeColor="text1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495508" wp14:editId="5C8A9EDB">
                        <wp:extent cx="3472815" cy="2259330"/>
                        <wp:effectExtent l="0" t="0" r="0" b="7620"/>
                        <wp:docPr id="16" name="그림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2593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3781" w:rsidRPr="005424B3" w:rsidRDefault="001A3781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A3781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A3781" w:rsidRPr="006A7BD5" w:rsidRDefault="001A3781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A3781" w:rsidRPr="006A7BD5" w:rsidRDefault="001A3781" w:rsidP="001C311A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A3781" w:rsidRDefault="000E51D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파이썬 윈도우 폼창의 타이틀 옆에 보면 이미지가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이 이미지도 메소드를 통해 변경할 수 있다.</w:t>
            </w:r>
          </w:p>
          <w:p w:rsidR="000E51D8" w:rsidRDefault="000E51D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0E51D8" w:rsidRDefault="000E51D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iconbitmap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이라는 </w:t>
            </w:r>
            <w:r>
              <w:rPr>
                <w:rFonts w:ascii="맑은 고딕" w:hAnsi="맑은 고딕"/>
                <w:sz w:val="20"/>
                <w:szCs w:val="20"/>
              </w:rPr>
              <w:t>Tk</w:t>
            </w:r>
            <w:r>
              <w:rPr>
                <w:rFonts w:ascii="맑은 고딕" w:hAnsi="맑은 고딕" w:hint="eastAsia"/>
                <w:sz w:val="20"/>
                <w:szCs w:val="20"/>
              </w:rPr>
              <w:t>클래스의 메소드를 이용하면 괄호 안에 있는 내용으로 이미지를 변경할 수가 있다.</w:t>
            </w:r>
          </w:p>
          <w:p w:rsidR="000E51D8" w:rsidRDefault="000E51D8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0E51D8" w:rsidRDefault="000E51D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대신 소스를 작성하기 전에,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해당 이름의 이미지 파일을 파이썬 폴더에 미리 넣을 필요성이 있다.</w:t>
            </w: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A3781" w:rsidRDefault="001A3781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E4CFD" w:rsidRDefault="009E4C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E4CFD" w:rsidRDefault="009E4C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E4CFD" w:rsidRDefault="009E4C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E4CFD" w:rsidRDefault="009E4C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E4CFD" w:rsidRPr="000B5AE5" w:rsidRDefault="009E4C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A3781" w:rsidRDefault="001A3781" w:rsidP="00FC03C6">
      <w:pPr>
        <w:rPr>
          <w:rFonts w:ascii="맑은 고딕" w:hAnsi="맑은 고딕"/>
        </w:rPr>
      </w:pPr>
    </w:p>
    <w:p w:rsidR="009E4CFD" w:rsidRDefault="009E4CFD" w:rsidP="00FC03C6">
      <w:pPr>
        <w:rPr>
          <w:rFonts w:ascii="맑은 고딕" w:hAnsi="맑은 고딕"/>
        </w:rPr>
      </w:pPr>
    </w:p>
    <w:p w:rsidR="009E4CFD" w:rsidRDefault="009E4CFD" w:rsidP="00FC03C6">
      <w:pPr>
        <w:rPr>
          <w:rFonts w:ascii="맑은 고딕" w:hAnsi="맑은 고딕"/>
        </w:rPr>
      </w:pPr>
    </w:p>
    <w:p w:rsidR="009E4CFD" w:rsidRDefault="009E4CFD" w:rsidP="00FC03C6">
      <w:pPr>
        <w:rPr>
          <w:rFonts w:ascii="맑은 고딕" w:hAnsi="맑은 고딕"/>
        </w:rPr>
      </w:pPr>
    </w:p>
    <w:p w:rsidR="009E4CFD" w:rsidRDefault="009E4CFD" w:rsidP="00FC03C6">
      <w:pPr>
        <w:rPr>
          <w:rFonts w:ascii="맑은 고딕" w:hAnsi="맑은 고딕"/>
        </w:rPr>
      </w:pPr>
    </w:p>
    <w:p w:rsidR="009E4CFD" w:rsidRDefault="009E4CFD" w:rsidP="00FC03C6">
      <w:pPr>
        <w:rPr>
          <w:rFonts w:ascii="맑은 고딕" w:hAnsi="맑은 고딕"/>
        </w:rPr>
      </w:pPr>
    </w:p>
    <w:p w:rsidR="009E4CFD" w:rsidRPr="009E4CFD" w:rsidRDefault="009E4CFD" w:rsidP="00FC03C6">
      <w:pPr>
        <w:rPr>
          <w:rFonts w:ascii="맑은 고딕" w:hAnsi="맑은 고딕"/>
          <w:b/>
          <w:sz w:val="40"/>
          <w:szCs w:val="40"/>
        </w:rPr>
      </w:pPr>
      <w:r w:rsidRPr="009E4CFD">
        <w:rPr>
          <w:rFonts w:ascii="맑은 고딕" w:hAnsi="맑은 고딕" w:hint="eastAsia"/>
          <w:b/>
          <w:sz w:val="40"/>
          <w:szCs w:val="40"/>
        </w:rPr>
        <w:lastRenderedPageBreak/>
        <w:t xml:space="preserve">사용자 정의 룩앤필 </w:t>
      </w:r>
    </w:p>
    <w:p w:rsidR="009E4CFD" w:rsidRDefault="007428DD" w:rsidP="009E4CF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b/>
          <w:sz w:val="40"/>
          <w:szCs w:val="40"/>
        </w:rPr>
      </w:pPr>
      <w:r>
        <w:rPr>
          <w:rFonts w:ascii="맑은 고딕" w:hAnsi="맑은 고딕" w:hint="eastAsia"/>
          <w:b/>
          <w:sz w:val="40"/>
          <w:szCs w:val="40"/>
        </w:rPr>
        <w:t xml:space="preserve">새로운 </w:t>
      </w:r>
      <w:r w:rsidR="009E4CFD" w:rsidRPr="009E4CFD">
        <w:rPr>
          <w:rFonts w:ascii="맑은 고딕" w:hAnsi="맑은 고딕" w:hint="eastAsia"/>
          <w:b/>
          <w:sz w:val="40"/>
          <w:szCs w:val="40"/>
        </w:rPr>
        <w:t xml:space="preserve">위젯 및 속성 정리 </w:t>
      </w:r>
    </w:p>
    <w:p w:rsidR="00D77C78" w:rsidRDefault="00D77C78" w:rsidP="00D77C78">
      <w:pPr>
        <w:rPr>
          <w:rFonts w:ascii="맑은 고딕" w:hAnsi="맑은 고딕"/>
          <w:b/>
          <w:sz w:val="40"/>
          <w:szCs w:val="40"/>
        </w:rPr>
      </w:pPr>
    </w:p>
    <w:p w:rsidR="00D77C78" w:rsidRPr="00D77C78" w:rsidRDefault="00D77C78" w:rsidP="00D77C78">
      <w:pPr>
        <w:rPr>
          <w:rFonts w:ascii="맑은 고딕" w:hAnsi="맑은 고딕"/>
          <w:b/>
          <w:sz w:val="24"/>
          <w:szCs w:val="24"/>
        </w:rPr>
      </w:pPr>
      <w:r w:rsidRPr="00D77C78">
        <w:rPr>
          <w:rFonts w:ascii="맑은 고딕" w:hAnsi="맑은 고딕" w:hint="eastAsia"/>
          <w:b/>
          <w:sz w:val="24"/>
          <w:szCs w:val="24"/>
        </w:rPr>
        <w:t>메시지 박스 위젯</w:t>
      </w:r>
      <w:r w:rsidR="007428DD">
        <w:rPr>
          <w:rFonts w:ascii="맑은 고딕" w:hAnsi="맑은 고딕" w:hint="eastAsia"/>
          <w:b/>
          <w:sz w:val="24"/>
          <w:szCs w:val="24"/>
        </w:rPr>
        <w:t>:</w:t>
      </w:r>
      <w:r w:rsidR="00677D67">
        <w:rPr>
          <w:rFonts w:ascii="맑은 고딕" w:hAnsi="맑은 고딕"/>
          <w:b/>
          <w:sz w:val="24"/>
          <w:szCs w:val="24"/>
        </w:rPr>
        <w:t xml:space="preserve"> </w:t>
      </w:r>
      <w:r w:rsidR="00677D67">
        <w:rPr>
          <w:rFonts w:ascii="맑은 고딕" w:hAnsi="맑은 고딕" w:hint="eastAsia"/>
          <w:b/>
          <w:sz w:val="24"/>
          <w:szCs w:val="24"/>
        </w:rPr>
        <w:t xml:space="preserve">프로그램에서 </w:t>
      </w:r>
      <w:r w:rsidR="00677D67">
        <w:rPr>
          <w:rFonts w:ascii="맑은 고딕" w:hAnsi="맑은 고딕"/>
          <w:b/>
          <w:sz w:val="24"/>
          <w:szCs w:val="24"/>
        </w:rPr>
        <w:t>‘</w:t>
      </w:r>
      <w:r w:rsidR="00677D67">
        <w:rPr>
          <w:rFonts w:ascii="맑은 고딕" w:hAnsi="맑은 고딕" w:hint="eastAsia"/>
          <w:b/>
          <w:sz w:val="24"/>
          <w:szCs w:val="24"/>
        </w:rPr>
        <w:t>메시지 창</w:t>
      </w:r>
      <w:r w:rsidR="00677D67">
        <w:rPr>
          <w:rFonts w:ascii="맑은 고딕" w:hAnsi="맑은 고딕"/>
          <w:b/>
          <w:sz w:val="24"/>
          <w:szCs w:val="24"/>
        </w:rPr>
        <w:t>’</w:t>
      </w:r>
      <w:r w:rsidR="00677D67">
        <w:rPr>
          <w:rFonts w:ascii="맑은 고딕" w:hAnsi="맑은 고딕" w:hint="eastAsia"/>
          <w:b/>
          <w:sz w:val="24"/>
          <w:szCs w:val="24"/>
        </w:rPr>
        <w:t>을 나타냄</w:t>
      </w:r>
    </w:p>
    <w:p w:rsidR="00D77C78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b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정보 메시지 박스 위젯:</w:t>
      </w:r>
      <w:r w:rsidR="001033B9">
        <w:rPr>
          <w:rFonts w:ascii="맑은 고딕" w:hAnsi="맑은 고딕"/>
          <w:b/>
          <w:sz w:val="24"/>
          <w:szCs w:val="24"/>
        </w:rPr>
        <w:t xml:space="preserve"> </w:t>
      </w:r>
      <w:r w:rsidR="00A51696">
        <w:rPr>
          <w:rFonts w:ascii="맑은 고딕" w:hAnsi="맑은 고딕" w:hint="eastAsia"/>
          <w:sz w:val="24"/>
          <w:szCs w:val="24"/>
        </w:rPr>
        <w:t>정보를 알려주는 메시지 창이다.</w:t>
      </w:r>
    </w:p>
    <w:p w:rsidR="007428DD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b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오류 메시지 박스 위젯:</w:t>
      </w:r>
      <w:r w:rsidR="00A51696">
        <w:rPr>
          <w:rFonts w:ascii="맑은 고딕" w:hAnsi="맑은 고딕"/>
          <w:b/>
          <w:sz w:val="24"/>
          <w:szCs w:val="24"/>
        </w:rPr>
        <w:t xml:space="preserve"> </w:t>
      </w:r>
      <w:r w:rsidR="00A51696" w:rsidRPr="00A51696">
        <w:rPr>
          <w:rFonts w:ascii="맑은 고딕" w:hAnsi="맑은 고딕" w:hint="eastAsia"/>
          <w:sz w:val="24"/>
          <w:szCs w:val="24"/>
        </w:rPr>
        <w:t>오류가 있다고 알려주는 메시지 창이다.</w:t>
      </w:r>
    </w:p>
    <w:p w:rsidR="007428DD" w:rsidRPr="00A51696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경고 메시지 박스 위젯:</w:t>
      </w:r>
      <w:r w:rsidR="00A51696">
        <w:rPr>
          <w:rFonts w:ascii="맑은 고딕" w:hAnsi="맑은 고딕"/>
          <w:b/>
          <w:sz w:val="24"/>
          <w:szCs w:val="24"/>
        </w:rPr>
        <w:t xml:space="preserve"> </w:t>
      </w:r>
      <w:r w:rsidR="00A51696" w:rsidRPr="00A51696">
        <w:rPr>
          <w:rFonts w:ascii="맑은 고딕" w:hAnsi="맑은 고딕" w:hint="eastAsia"/>
          <w:sz w:val="24"/>
          <w:szCs w:val="24"/>
        </w:rPr>
        <w:t>경고문을 나타내는 메시지 창이다.</w:t>
      </w:r>
    </w:p>
    <w:p w:rsidR="007428DD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b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a</w:t>
      </w:r>
      <w:r>
        <w:rPr>
          <w:rFonts w:ascii="맑은 고딕" w:hAnsi="맑은 고딕"/>
          <w:b/>
          <w:sz w:val="24"/>
          <w:szCs w:val="24"/>
        </w:rPr>
        <w:t xml:space="preserve">skquestion </w:t>
      </w:r>
      <w:r>
        <w:rPr>
          <w:rFonts w:ascii="맑은 고딕" w:hAnsi="맑은 고딕" w:hint="eastAsia"/>
          <w:b/>
          <w:sz w:val="24"/>
          <w:szCs w:val="24"/>
        </w:rPr>
        <w:t>위젯</w:t>
      </w:r>
      <w:r w:rsidRPr="00FB12FE">
        <w:rPr>
          <w:rFonts w:ascii="맑은 고딕" w:hAnsi="맑은 고딕" w:hint="eastAsia"/>
          <w:sz w:val="24"/>
          <w:szCs w:val="24"/>
        </w:rPr>
        <w:t>:</w:t>
      </w:r>
      <w:r w:rsidR="00A51696" w:rsidRPr="00FB12FE">
        <w:rPr>
          <w:rFonts w:ascii="맑은 고딕" w:hAnsi="맑은 고딕"/>
          <w:sz w:val="24"/>
          <w:szCs w:val="24"/>
        </w:rPr>
        <w:t xml:space="preserve"> </w:t>
      </w:r>
      <w:r w:rsidR="00FB12FE" w:rsidRPr="00FB12FE">
        <w:rPr>
          <w:rFonts w:ascii="맑은 고딕" w:hAnsi="맑은 고딕" w:hint="eastAsia"/>
          <w:sz w:val="24"/>
          <w:szCs w:val="24"/>
        </w:rPr>
        <w:t>사용자에게 질문을 하는 메시지 창이다</w:t>
      </w:r>
      <w:r w:rsidR="00FB12FE" w:rsidRPr="00FB12FE">
        <w:rPr>
          <w:rFonts w:ascii="맑은 고딕" w:hAnsi="맑은 고딕"/>
          <w:sz w:val="24"/>
          <w:szCs w:val="24"/>
        </w:rPr>
        <w:t>.</w:t>
      </w:r>
    </w:p>
    <w:p w:rsidR="007428DD" w:rsidRPr="00FB12FE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a</w:t>
      </w:r>
      <w:r>
        <w:rPr>
          <w:rFonts w:ascii="맑은 고딕" w:hAnsi="맑은 고딕"/>
          <w:b/>
          <w:sz w:val="24"/>
          <w:szCs w:val="24"/>
        </w:rPr>
        <w:t>skyesno</w:t>
      </w:r>
      <w:r>
        <w:rPr>
          <w:rFonts w:ascii="맑은 고딕" w:hAnsi="맑은 고딕" w:hint="eastAsia"/>
          <w:b/>
          <w:sz w:val="24"/>
          <w:szCs w:val="24"/>
        </w:rPr>
        <w:t>위젯:</w:t>
      </w:r>
      <w:r w:rsidR="00FB12FE">
        <w:rPr>
          <w:rFonts w:ascii="맑은 고딕" w:hAnsi="맑은 고딕"/>
          <w:b/>
          <w:sz w:val="24"/>
          <w:szCs w:val="24"/>
        </w:rPr>
        <w:t xml:space="preserve"> </w:t>
      </w:r>
      <w:r w:rsidR="00FB12FE" w:rsidRPr="00FB12FE">
        <w:rPr>
          <w:rFonts w:ascii="맑은 고딕" w:hAnsi="맑은 고딕" w:hint="eastAsia"/>
          <w:sz w:val="24"/>
          <w:szCs w:val="24"/>
        </w:rPr>
        <w:t>사용자에게 질문을 하는 메시지 창이다.</w:t>
      </w:r>
    </w:p>
    <w:p w:rsidR="007428DD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b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a</w:t>
      </w:r>
      <w:r>
        <w:rPr>
          <w:rFonts w:ascii="맑은 고딕" w:hAnsi="맑은 고딕"/>
          <w:b/>
          <w:sz w:val="24"/>
          <w:szCs w:val="24"/>
        </w:rPr>
        <w:t xml:space="preserve">skokcancel </w:t>
      </w:r>
      <w:r>
        <w:rPr>
          <w:rFonts w:ascii="맑은 고딕" w:hAnsi="맑은 고딕" w:hint="eastAsia"/>
          <w:b/>
          <w:sz w:val="24"/>
          <w:szCs w:val="24"/>
        </w:rPr>
        <w:t>위젯:</w:t>
      </w:r>
      <w:r w:rsidR="00FB12FE">
        <w:rPr>
          <w:rFonts w:ascii="맑은 고딕" w:hAnsi="맑은 고딕"/>
          <w:b/>
          <w:sz w:val="24"/>
          <w:szCs w:val="24"/>
        </w:rPr>
        <w:t xml:space="preserve">  </w:t>
      </w:r>
      <w:r w:rsidR="00FB12FE" w:rsidRPr="00FB12FE">
        <w:rPr>
          <w:rFonts w:ascii="맑은 고딕" w:hAnsi="맑은 고딕" w:hint="eastAsia"/>
          <w:sz w:val="24"/>
          <w:szCs w:val="24"/>
        </w:rPr>
        <w:t>사용자에게 확인 질문을 하는 메시지 창이다.</w:t>
      </w:r>
      <w:r w:rsidR="00FB12FE">
        <w:rPr>
          <w:rFonts w:ascii="맑은 고딕" w:hAnsi="맑은 고딕"/>
          <w:b/>
          <w:sz w:val="24"/>
          <w:szCs w:val="24"/>
        </w:rPr>
        <w:t xml:space="preserve"> </w:t>
      </w:r>
    </w:p>
    <w:p w:rsidR="007428DD" w:rsidRPr="00FB12FE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a</w:t>
      </w:r>
      <w:r>
        <w:rPr>
          <w:rFonts w:ascii="맑은 고딕" w:hAnsi="맑은 고딕"/>
          <w:b/>
          <w:sz w:val="24"/>
          <w:szCs w:val="24"/>
        </w:rPr>
        <w:t xml:space="preserve">skretrycancel </w:t>
      </w:r>
      <w:r>
        <w:rPr>
          <w:rFonts w:ascii="맑은 고딕" w:hAnsi="맑은 고딕" w:hint="eastAsia"/>
          <w:b/>
          <w:sz w:val="24"/>
          <w:szCs w:val="24"/>
        </w:rPr>
        <w:t>위젯:</w:t>
      </w:r>
      <w:r w:rsidR="00FB12FE">
        <w:rPr>
          <w:rFonts w:ascii="맑은 고딕" w:hAnsi="맑은 고딕"/>
          <w:b/>
          <w:sz w:val="24"/>
          <w:szCs w:val="24"/>
        </w:rPr>
        <w:t xml:space="preserve"> </w:t>
      </w:r>
      <w:r w:rsidR="00FB12FE" w:rsidRPr="00FB12FE">
        <w:rPr>
          <w:rFonts w:ascii="맑은 고딕" w:hAnsi="맑은 고딕" w:hint="eastAsia"/>
          <w:sz w:val="24"/>
          <w:szCs w:val="24"/>
        </w:rPr>
        <w:t>사용자가 상태를 클릭하는 메시지 창이다.</w:t>
      </w:r>
    </w:p>
    <w:p w:rsidR="007428DD" w:rsidRDefault="007428DD" w:rsidP="007428DD">
      <w:pPr>
        <w:pStyle w:val="afc"/>
        <w:numPr>
          <w:ilvl w:val="0"/>
          <w:numId w:val="24"/>
        </w:numPr>
        <w:ind w:leftChars="0"/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a</w:t>
      </w:r>
      <w:r>
        <w:rPr>
          <w:rFonts w:ascii="맑은 고딕" w:hAnsi="맑은 고딕"/>
          <w:b/>
          <w:sz w:val="24"/>
          <w:szCs w:val="24"/>
        </w:rPr>
        <w:t>skyesnocancel</w:t>
      </w:r>
      <w:r>
        <w:rPr>
          <w:rFonts w:ascii="맑은 고딕" w:hAnsi="맑은 고딕" w:hint="eastAsia"/>
          <w:b/>
          <w:sz w:val="24"/>
          <w:szCs w:val="24"/>
        </w:rPr>
        <w:t xml:space="preserve"> 위젯:</w:t>
      </w:r>
      <w:r w:rsidR="00FB12FE">
        <w:rPr>
          <w:rFonts w:ascii="맑은 고딕" w:hAnsi="맑은 고딕"/>
          <w:b/>
          <w:sz w:val="24"/>
          <w:szCs w:val="24"/>
        </w:rPr>
        <w:t xml:space="preserve"> </w:t>
      </w:r>
      <w:r w:rsidR="00FB12FE" w:rsidRPr="00FB12FE">
        <w:rPr>
          <w:rFonts w:ascii="맑은 고딕" w:hAnsi="맑은 고딕" w:hint="eastAsia"/>
          <w:sz w:val="24"/>
          <w:szCs w:val="24"/>
        </w:rPr>
        <w:t>사용자에게 질문을 하는 메시지 창인데,</w:t>
      </w:r>
      <w:r w:rsidR="00FB12FE" w:rsidRPr="00FB12FE">
        <w:rPr>
          <w:rFonts w:ascii="맑은 고딕" w:hAnsi="맑은 고딕"/>
          <w:sz w:val="24"/>
          <w:szCs w:val="24"/>
        </w:rPr>
        <w:t xml:space="preserve"> ‘</w:t>
      </w:r>
      <w:r w:rsidR="00FB12FE" w:rsidRPr="00FB12FE">
        <w:rPr>
          <w:rFonts w:ascii="맑은 고딕" w:hAnsi="맑은 고딕" w:hint="eastAsia"/>
          <w:sz w:val="24"/>
          <w:szCs w:val="24"/>
        </w:rPr>
        <w:t>취소</w:t>
      </w:r>
      <w:r w:rsidR="00FB12FE" w:rsidRPr="00FB12FE">
        <w:rPr>
          <w:rFonts w:ascii="맑은 고딕" w:hAnsi="맑은 고딕"/>
          <w:sz w:val="24"/>
          <w:szCs w:val="24"/>
        </w:rPr>
        <w:t>’</w:t>
      </w:r>
      <w:r w:rsidR="00FB12FE" w:rsidRPr="00FB12FE">
        <w:rPr>
          <w:rFonts w:ascii="맑은 고딕" w:hAnsi="맑은 고딕" w:hint="eastAsia"/>
          <w:sz w:val="24"/>
          <w:szCs w:val="24"/>
        </w:rPr>
        <w:t>버튼도 있다.</w:t>
      </w:r>
    </w:p>
    <w:p w:rsidR="00677D67" w:rsidRDefault="00677D67" w:rsidP="00677D67">
      <w:pPr>
        <w:pStyle w:val="afc"/>
        <w:ind w:leftChars="0" w:left="760"/>
        <w:rPr>
          <w:rFonts w:ascii="맑은 고딕" w:hAnsi="맑은 고딕"/>
          <w:sz w:val="24"/>
          <w:szCs w:val="24"/>
        </w:rPr>
      </w:pPr>
    </w:p>
    <w:p w:rsidR="00677D67" w:rsidRPr="00677D67" w:rsidRDefault="00677D67" w:rsidP="00677D67">
      <w:pPr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sz w:val="24"/>
          <w:szCs w:val="24"/>
        </w:rPr>
        <w:t>P</w:t>
      </w:r>
      <w:r>
        <w:rPr>
          <w:rFonts w:ascii="맑은 고딕" w:hAnsi="맑은 고딕"/>
          <w:sz w:val="24"/>
          <w:szCs w:val="24"/>
        </w:rPr>
        <w:t xml:space="preserve">.s. </w:t>
      </w:r>
      <w:r>
        <w:rPr>
          <w:rFonts w:ascii="맑은 고딕" w:hAnsi="맑은 고딕" w:hint="eastAsia"/>
          <w:sz w:val="24"/>
          <w:szCs w:val="24"/>
        </w:rPr>
        <w:t>모든 메시지 박스 위젯은 모달이다.</w:t>
      </w:r>
      <w:r>
        <w:rPr>
          <w:rFonts w:ascii="맑은 고딕" w:hAnsi="맑은 고딕"/>
          <w:sz w:val="24"/>
          <w:szCs w:val="24"/>
        </w:rPr>
        <w:t xml:space="preserve"> </w:t>
      </w:r>
      <w:r>
        <w:rPr>
          <w:rFonts w:ascii="맑은 고딕" w:hAnsi="맑은 고딕" w:hint="eastAsia"/>
          <w:sz w:val="24"/>
          <w:szCs w:val="24"/>
        </w:rPr>
        <w:t>모달은 자식 윈도우 폼(</w:t>
      </w:r>
      <w:r>
        <w:rPr>
          <w:rFonts w:ascii="맑은 고딕" w:hAnsi="맑은 고딕"/>
          <w:sz w:val="24"/>
          <w:szCs w:val="24"/>
        </w:rPr>
        <w:t>ex)</w:t>
      </w:r>
      <w:r>
        <w:rPr>
          <w:rFonts w:ascii="맑은 고딕" w:hAnsi="맑은 고딕" w:hint="eastAsia"/>
          <w:sz w:val="24"/>
          <w:szCs w:val="24"/>
        </w:rPr>
        <w:t>메시지창)이 꺼질 때까지 부모 윈도우 폼(</w:t>
      </w:r>
      <w:r>
        <w:rPr>
          <w:rFonts w:ascii="맑은 고딕" w:hAnsi="맑은 고딕"/>
          <w:sz w:val="24"/>
          <w:szCs w:val="24"/>
        </w:rPr>
        <w:t>ex)</w:t>
      </w:r>
      <w:r>
        <w:rPr>
          <w:rFonts w:ascii="맑은 고딕" w:hAnsi="맑은 고딕" w:hint="eastAsia"/>
          <w:sz w:val="24"/>
          <w:szCs w:val="24"/>
        </w:rPr>
        <w:t>윈도우창)을 끄게 할 수 없는 것을 말한다</w:t>
      </w:r>
      <w:r>
        <w:rPr>
          <w:rFonts w:ascii="맑은 고딕" w:hAnsi="맑은 고딕"/>
          <w:sz w:val="24"/>
          <w:szCs w:val="24"/>
        </w:rPr>
        <w:t>.</w:t>
      </w:r>
    </w:p>
    <w:p w:rsidR="007428DD" w:rsidRDefault="007428DD" w:rsidP="007428DD">
      <w:pPr>
        <w:pStyle w:val="afc"/>
        <w:ind w:leftChars="0" w:left="760"/>
        <w:rPr>
          <w:rFonts w:ascii="맑은 고딕" w:hAnsi="맑은 고딕"/>
          <w:b/>
          <w:sz w:val="24"/>
          <w:szCs w:val="24"/>
        </w:rPr>
      </w:pPr>
    </w:p>
    <w:p w:rsidR="007428DD" w:rsidRPr="00C51828" w:rsidRDefault="007428DD" w:rsidP="007428DD">
      <w:pPr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스핀박스 위젯:</w:t>
      </w:r>
      <w:r w:rsidR="001303FE">
        <w:rPr>
          <w:rFonts w:ascii="맑은 고딕" w:hAnsi="맑은 고딕"/>
          <w:b/>
          <w:sz w:val="24"/>
          <w:szCs w:val="24"/>
        </w:rPr>
        <w:t xml:space="preserve"> </w:t>
      </w:r>
      <w:r w:rsidR="001303FE" w:rsidRPr="00C51828">
        <w:rPr>
          <w:rFonts w:ascii="맑은 고딕" w:hAnsi="맑은 고딕" w:hint="eastAsia"/>
          <w:sz w:val="24"/>
          <w:szCs w:val="24"/>
        </w:rPr>
        <w:t>값을 선택할 수 있는 위젯으로 콤보박스와 비슷하나,</w:t>
      </w:r>
      <w:r w:rsidR="001303FE" w:rsidRPr="00C51828">
        <w:rPr>
          <w:rFonts w:ascii="맑은 고딕" w:hAnsi="맑은 고딕"/>
          <w:sz w:val="24"/>
          <w:szCs w:val="24"/>
        </w:rPr>
        <w:t xml:space="preserve"> </w:t>
      </w:r>
      <w:r w:rsidR="001303FE" w:rsidRPr="00C51828">
        <w:rPr>
          <w:rFonts w:ascii="맑은 고딕" w:hAnsi="맑은 고딕" w:hint="eastAsia"/>
          <w:sz w:val="24"/>
          <w:szCs w:val="24"/>
        </w:rPr>
        <w:t>화살표 버튼 두 개로만 값을 선택할 수 있다.</w:t>
      </w:r>
    </w:p>
    <w:p w:rsidR="007428DD" w:rsidRPr="00C51828" w:rsidRDefault="00126F62" w:rsidP="007428DD">
      <w:pPr>
        <w:ind w:left="400"/>
        <w:rPr>
          <w:rFonts w:ascii="맑은 고딕" w:hAnsi="맑은 고딕"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b</w:t>
      </w:r>
      <w:r>
        <w:rPr>
          <w:rFonts w:ascii="맑은 고딕" w:hAnsi="맑은 고딕"/>
          <w:b/>
          <w:sz w:val="24"/>
          <w:szCs w:val="24"/>
        </w:rPr>
        <w:t>d</w:t>
      </w:r>
      <w:r>
        <w:rPr>
          <w:rFonts w:ascii="맑은 고딕" w:hAnsi="맑은 고딕" w:hint="eastAsia"/>
          <w:b/>
          <w:sz w:val="24"/>
          <w:szCs w:val="24"/>
        </w:rPr>
        <w:t>속성:</w:t>
      </w:r>
      <w:r w:rsidR="001303FE">
        <w:rPr>
          <w:rFonts w:ascii="맑은 고딕" w:hAnsi="맑은 고딕"/>
          <w:b/>
          <w:sz w:val="24"/>
          <w:szCs w:val="24"/>
        </w:rPr>
        <w:t xml:space="preserve"> </w:t>
      </w:r>
      <w:r w:rsidR="001303FE" w:rsidRPr="00C51828">
        <w:rPr>
          <w:rFonts w:ascii="맑은 고딕" w:hAnsi="맑은 고딕" w:hint="eastAsia"/>
          <w:sz w:val="24"/>
          <w:szCs w:val="24"/>
        </w:rPr>
        <w:t>스핀박스 위젯에서 테두리의 크기를 결정하는 속성이다.</w:t>
      </w:r>
    </w:p>
    <w:p w:rsidR="00126F62" w:rsidRDefault="00126F62" w:rsidP="007428DD">
      <w:pPr>
        <w:ind w:left="400"/>
        <w:rPr>
          <w:rFonts w:ascii="맑은 고딕" w:hAnsi="맑은 고딕"/>
          <w:b/>
          <w:sz w:val="24"/>
          <w:szCs w:val="24"/>
        </w:rPr>
      </w:pPr>
      <w:r>
        <w:rPr>
          <w:rFonts w:ascii="맑은 고딕" w:hAnsi="맑은 고딕" w:hint="eastAsia"/>
          <w:b/>
          <w:sz w:val="24"/>
          <w:szCs w:val="24"/>
        </w:rPr>
        <w:t>r</w:t>
      </w:r>
      <w:r>
        <w:rPr>
          <w:rFonts w:ascii="맑은 고딕" w:hAnsi="맑은 고딕"/>
          <w:b/>
          <w:sz w:val="24"/>
          <w:szCs w:val="24"/>
        </w:rPr>
        <w:t xml:space="preserve">elief </w:t>
      </w:r>
      <w:r>
        <w:rPr>
          <w:rFonts w:ascii="맑은 고딕" w:hAnsi="맑은 고딕" w:hint="eastAsia"/>
          <w:b/>
          <w:sz w:val="24"/>
          <w:szCs w:val="24"/>
        </w:rPr>
        <w:t>속성:</w:t>
      </w:r>
      <w:r w:rsidR="001303FE">
        <w:rPr>
          <w:rFonts w:ascii="맑은 고딕" w:hAnsi="맑은 고딕"/>
          <w:b/>
          <w:sz w:val="24"/>
          <w:szCs w:val="24"/>
        </w:rPr>
        <w:t xml:space="preserve"> </w:t>
      </w:r>
      <w:r w:rsidR="00E74039" w:rsidRPr="00E74039">
        <w:rPr>
          <w:rFonts w:ascii="맑은 고딕" w:hAnsi="맑은 고딕" w:hint="eastAsia"/>
          <w:sz w:val="24"/>
          <w:szCs w:val="24"/>
        </w:rPr>
        <w:t>스핀박스 위젯에서 테두리의 디자인을 결정하는 속성이다.</w:t>
      </w:r>
      <w:r w:rsidR="00E74039" w:rsidRPr="00E74039">
        <w:rPr>
          <w:rFonts w:ascii="맑은 고딕" w:hAnsi="맑은 고딕"/>
          <w:sz w:val="24"/>
          <w:szCs w:val="24"/>
        </w:rPr>
        <w:t xml:space="preserve"> </w:t>
      </w:r>
      <w:r w:rsidR="00E74039" w:rsidRPr="00E74039">
        <w:rPr>
          <w:rFonts w:ascii="맑은 고딕" w:hAnsi="맑은 고딕" w:hint="eastAsia"/>
          <w:sz w:val="24"/>
          <w:szCs w:val="24"/>
        </w:rPr>
        <w:t xml:space="preserve">디자인은 </w:t>
      </w:r>
      <w:r w:rsidR="00E74039" w:rsidRPr="00E74039">
        <w:rPr>
          <w:rFonts w:ascii="맑은 고딕" w:hAnsi="맑은 고딕"/>
          <w:sz w:val="24"/>
          <w:szCs w:val="24"/>
        </w:rPr>
        <w:t>tk</w:t>
      </w:r>
      <w:r w:rsidR="00E74039" w:rsidRPr="00E74039">
        <w:rPr>
          <w:rFonts w:ascii="맑은 고딕" w:hAnsi="맑은 고딕" w:hint="eastAsia"/>
          <w:sz w:val="24"/>
          <w:szCs w:val="24"/>
        </w:rPr>
        <w:t>모듈에 선언된 상수를 옵션으로 사용하여 설정한다.</w:t>
      </w:r>
      <w:r w:rsidR="00E74039">
        <w:rPr>
          <w:rFonts w:ascii="맑은 고딕" w:hAnsi="맑은 고딕"/>
          <w:b/>
          <w:sz w:val="24"/>
          <w:szCs w:val="24"/>
        </w:rPr>
        <w:t xml:space="preserve"> </w:t>
      </w:r>
    </w:p>
    <w:p w:rsidR="003B2683" w:rsidRPr="008D6398" w:rsidRDefault="003B2683" w:rsidP="003B2683">
      <w:pPr>
        <w:rPr>
          <w:rFonts w:ascii="맑은 고딕" w:hAnsi="맑은 고딕"/>
          <w:sz w:val="20"/>
          <w:szCs w:val="20"/>
        </w:rPr>
      </w:pPr>
      <w:r>
        <w:rPr>
          <w:rFonts w:ascii="맑은 고딕" w:hAnsi="맑은 고딕"/>
          <w:sz w:val="20"/>
          <w:szCs w:val="20"/>
        </w:rPr>
        <w:t xml:space="preserve">- </w:t>
      </w:r>
      <w:r w:rsidRPr="008D6398">
        <w:rPr>
          <w:rFonts w:ascii="맑은 고딕" w:hAnsi="맑은 고딕"/>
          <w:sz w:val="20"/>
          <w:szCs w:val="20"/>
        </w:rPr>
        <w:t xml:space="preserve">tk.SUNKEN: </w:t>
      </w:r>
      <w:r w:rsidRPr="008D6398">
        <w:rPr>
          <w:rFonts w:ascii="맑은 고딕" w:hAnsi="맑은 고딕" w:hint="eastAsia"/>
          <w:sz w:val="20"/>
          <w:szCs w:val="20"/>
        </w:rPr>
        <w:t xml:space="preserve">기본으로 </w:t>
      </w:r>
      <w:r w:rsidRPr="008D6398">
        <w:rPr>
          <w:rFonts w:ascii="맑은 고딕" w:hAnsi="맑은 고딕"/>
          <w:sz w:val="20"/>
          <w:szCs w:val="20"/>
        </w:rPr>
        <w:t>(</w:t>
      </w:r>
      <w:r w:rsidRPr="008D6398">
        <w:rPr>
          <w:rFonts w:ascii="맑은 고딕" w:hAnsi="맑은 고딕" w:hint="eastAsia"/>
          <w:sz w:val="20"/>
          <w:szCs w:val="20"/>
        </w:rPr>
        <w:t>테두리) 디자인</w:t>
      </w:r>
      <w:r>
        <w:rPr>
          <w:rFonts w:ascii="맑은 고딕" w:hAnsi="맑은 고딕" w:hint="eastAsia"/>
          <w:sz w:val="20"/>
          <w:szCs w:val="20"/>
        </w:rPr>
        <w:t>한다.</w:t>
      </w:r>
    </w:p>
    <w:p w:rsidR="003B2683" w:rsidRDefault="003B2683" w:rsidP="003B2683">
      <w:pPr>
        <w:rPr>
          <w:rFonts w:ascii="맑은 고딕" w:hAnsi="맑은 고딕"/>
          <w:sz w:val="20"/>
          <w:szCs w:val="20"/>
        </w:rPr>
      </w:pPr>
      <w:r>
        <w:rPr>
          <w:rFonts w:ascii="맑은 고딕" w:hAnsi="맑은 고딕"/>
          <w:sz w:val="20"/>
          <w:szCs w:val="20"/>
        </w:rPr>
        <w:t xml:space="preserve">- tk.RAISED: </w:t>
      </w:r>
      <w:r>
        <w:rPr>
          <w:rFonts w:ascii="맑은 고딕" w:hAnsi="맑은 고딕" w:hint="eastAsia"/>
          <w:sz w:val="20"/>
          <w:szCs w:val="20"/>
        </w:rPr>
        <w:t>왼쪽 상위</w:t>
      </w:r>
      <w:r>
        <w:rPr>
          <w:rFonts w:ascii="맑은 고딕" w:hAnsi="맑은 고딕"/>
          <w:sz w:val="20"/>
          <w:szCs w:val="20"/>
        </w:rPr>
        <w:t xml:space="preserve"> </w:t>
      </w:r>
      <w:r>
        <w:rPr>
          <w:rFonts w:ascii="맑은 고딕" w:hAnsi="맑은 고딕" w:hint="eastAsia"/>
          <w:sz w:val="20"/>
          <w:szCs w:val="20"/>
        </w:rPr>
        <w:t>부분은 밝은 흰색,</w:t>
      </w:r>
      <w:r>
        <w:rPr>
          <w:rFonts w:ascii="맑은 고딕" w:hAnsi="맑은 고딕"/>
          <w:sz w:val="20"/>
          <w:szCs w:val="20"/>
        </w:rPr>
        <w:t xml:space="preserve"> </w:t>
      </w:r>
      <w:r>
        <w:rPr>
          <w:rFonts w:ascii="맑은 고딕" w:hAnsi="맑은 고딕" w:hint="eastAsia"/>
          <w:sz w:val="20"/>
          <w:szCs w:val="20"/>
        </w:rPr>
        <w:t xml:space="preserve">오른쪽 하위 부분은 어두운 회색을 담당하게 </w:t>
      </w:r>
      <w:r>
        <w:rPr>
          <w:rFonts w:ascii="맑은 고딕" w:hAnsi="맑은 고딕"/>
          <w:sz w:val="20"/>
          <w:szCs w:val="20"/>
        </w:rPr>
        <w:t>(</w:t>
      </w:r>
      <w:r>
        <w:rPr>
          <w:rFonts w:ascii="맑은 고딕" w:hAnsi="맑은 고딕" w:hint="eastAsia"/>
          <w:sz w:val="20"/>
          <w:szCs w:val="20"/>
        </w:rPr>
        <w:t>테두리)</w:t>
      </w:r>
      <w:r>
        <w:rPr>
          <w:rFonts w:ascii="맑은 고딕" w:hAnsi="맑은 고딕"/>
          <w:sz w:val="20"/>
          <w:szCs w:val="20"/>
        </w:rPr>
        <w:t xml:space="preserve"> </w:t>
      </w:r>
      <w:r>
        <w:rPr>
          <w:rFonts w:ascii="맑은 고딕" w:hAnsi="맑은 고딕" w:hint="eastAsia"/>
          <w:sz w:val="20"/>
          <w:szCs w:val="20"/>
        </w:rPr>
        <w:t>디자인한다.</w:t>
      </w:r>
    </w:p>
    <w:p w:rsidR="003B2683" w:rsidRDefault="003B2683" w:rsidP="003B2683">
      <w:pPr>
        <w:rPr>
          <w:rFonts w:ascii="맑은 고딕" w:hAnsi="맑은 고딕"/>
          <w:sz w:val="20"/>
          <w:szCs w:val="20"/>
        </w:rPr>
      </w:pPr>
      <w:r>
        <w:rPr>
          <w:rFonts w:ascii="맑은 고딕" w:hAnsi="맑은 고딕"/>
          <w:sz w:val="20"/>
          <w:szCs w:val="20"/>
        </w:rPr>
        <w:t xml:space="preserve">- tk.FLAT: </w:t>
      </w:r>
      <w:r>
        <w:rPr>
          <w:rFonts w:ascii="맑은 고딕" w:hAnsi="맑은 고딕" w:hint="eastAsia"/>
          <w:sz w:val="20"/>
          <w:szCs w:val="20"/>
        </w:rPr>
        <w:t xml:space="preserve">흰색으로 </w:t>
      </w:r>
      <w:r>
        <w:rPr>
          <w:rFonts w:ascii="맑은 고딕" w:hAnsi="맑은 고딕"/>
          <w:sz w:val="20"/>
          <w:szCs w:val="20"/>
        </w:rPr>
        <w:t>(</w:t>
      </w:r>
      <w:r>
        <w:rPr>
          <w:rFonts w:ascii="맑은 고딕" w:hAnsi="맑은 고딕" w:hint="eastAsia"/>
          <w:sz w:val="20"/>
          <w:szCs w:val="20"/>
        </w:rPr>
        <w:t>테두리) 디자인한다.</w:t>
      </w:r>
      <w:bookmarkStart w:id="0" w:name="_GoBack"/>
      <w:bookmarkEnd w:id="0"/>
    </w:p>
    <w:p w:rsidR="003B2683" w:rsidRPr="00B91198" w:rsidRDefault="003B2683" w:rsidP="003B2683">
      <w:pPr>
        <w:rPr>
          <w:rFonts w:ascii="맑은 고딕" w:hAnsi="맑은 고딕"/>
          <w:sz w:val="20"/>
          <w:szCs w:val="20"/>
        </w:rPr>
      </w:pPr>
      <w:r>
        <w:rPr>
          <w:rFonts w:ascii="맑은 고딕" w:hAnsi="맑은 고딕"/>
          <w:sz w:val="20"/>
          <w:szCs w:val="20"/>
        </w:rPr>
        <w:t>- tk.GROOVE:</w:t>
      </w:r>
      <w:r>
        <w:rPr>
          <w:rFonts w:ascii="맑은 고딕" w:hAnsi="맑은 고딕" w:hint="eastAsia"/>
          <w:sz w:val="20"/>
          <w:szCs w:val="20"/>
        </w:rPr>
        <w:t xml:space="preserve"> 흰색으로 파이게 </w:t>
      </w:r>
      <w:r>
        <w:rPr>
          <w:rFonts w:ascii="맑은 고딕" w:hAnsi="맑은 고딕"/>
          <w:sz w:val="20"/>
          <w:szCs w:val="20"/>
        </w:rPr>
        <w:t>(</w:t>
      </w:r>
      <w:r>
        <w:rPr>
          <w:rFonts w:ascii="맑은 고딕" w:hAnsi="맑은 고딕" w:hint="eastAsia"/>
          <w:sz w:val="20"/>
          <w:szCs w:val="20"/>
        </w:rPr>
        <w:t>테두리) 디자인한다.</w:t>
      </w:r>
    </w:p>
    <w:p w:rsidR="003B2683" w:rsidRDefault="003B2683" w:rsidP="003B2683">
      <w:pPr>
        <w:rPr>
          <w:rFonts w:ascii="맑은 고딕" w:hAnsi="맑은 고딕"/>
          <w:sz w:val="20"/>
          <w:szCs w:val="20"/>
        </w:rPr>
      </w:pPr>
      <w:r>
        <w:rPr>
          <w:rFonts w:ascii="맑은 고딕" w:hAnsi="맑은 고딕" w:hint="eastAsia"/>
          <w:sz w:val="20"/>
          <w:szCs w:val="20"/>
        </w:rPr>
        <w:t>-</w:t>
      </w:r>
      <w:r>
        <w:rPr>
          <w:rFonts w:ascii="맑은 고딕" w:hAnsi="맑은 고딕"/>
          <w:sz w:val="20"/>
          <w:szCs w:val="20"/>
        </w:rPr>
        <w:t xml:space="preserve"> tk.RIDGE:</w:t>
      </w:r>
      <w:r>
        <w:rPr>
          <w:rFonts w:ascii="맑은 고딕" w:hAnsi="맑은 고딕" w:hint="eastAsia"/>
          <w:sz w:val="20"/>
          <w:szCs w:val="20"/>
        </w:rPr>
        <w:t xml:space="preserve"> 흰색으로 튀어나오게 </w:t>
      </w:r>
      <w:r>
        <w:rPr>
          <w:rFonts w:ascii="맑은 고딕" w:hAnsi="맑은 고딕"/>
          <w:sz w:val="20"/>
          <w:szCs w:val="20"/>
        </w:rPr>
        <w:t>(</w:t>
      </w:r>
      <w:r>
        <w:rPr>
          <w:rFonts w:ascii="맑은 고딕" w:hAnsi="맑은 고딕" w:hint="eastAsia"/>
          <w:sz w:val="20"/>
          <w:szCs w:val="20"/>
        </w:rPr>
        <w:t>테두리)</w:t>
      </w:r>
      <w:r>
        <w:rPr>
          <w:rFonts w:ascii="맑은 고딕" w:hAnsi="맑은 고딕"/>
          <w:sz w:val="20"/>
          <w:szCs w:val="20"/>
        </w:rPr>
        <w:t xml:space="preserve"> </w:t>
      </w:r>
      <w:r>
        <w:rPr>
          <w:rFonts w:ascii="맑은 고딕" w:hAnsi="맑은 고딕" w:hint="eastAsia"/>
          <w:sz w:val="20"/>
          <w:szCs w:val="20"/>
        </w:rPr>
        <w:t>디자인한다.</w:t>
      </w:r>
    </w:p>
    <w:p w:rsidR="00E74039" w:rsidRPr="003B2683" w:rsidRDefault="00E74039" w:rsidP="00E74039">
      <w:pPr>
        <w:rPr>
          <w:rFonts w:ascii="맑은 고딕" w:hAnsi="맑은 고딕"/>
          <w:sz w:val="20"/>
          <w:szCs w:val="20"/>
        </w:rPr>
      </w:pPr>
    </w:p>
    <w:p w:rsidR="00E74039" w:rsidRPr="00E74039" w:rsidRDefault="00E74039" w:rsidP="007428DD">
      <w:pPr>
        <w:ind w:left="400"/>
        <w:rPr>
          <w:rFonts w:ascii="맑은 고딕" w:hAnsi="맑은 고딕"/>
          <w:b/>
          <w:sz w:val="24"/>
          <w:szCs w:val="24"/>
        </w:rPr>
      </w:pPr>
    </w:p>
    <w:sectPr w:rsidR="00E74039" w:rsidRPr="00E74039" w:rsidSect="005424B3">
      <w:footerReference w:type="default" r:id="rId27"/>
      <w:headerReference w:type="first" r:id="rId28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696" w:rsidRDefault="00A51696" w:rsidP="004A7542">
      <w:pPr>
        <w:spacing w:after="0" w:line="240" w:lineRule="auto"/>
      </w:pPr>
      <w:r>
        <w:separator/>
      </w:r>
    </w:p>
  </w:endnote>
  <w:endnote w:type="continuationSeparator" w:id="0">
    <w:p w:rsidR="00A51696" w:rsidRDefault="00A51696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1696" w:rsidRDefault="00A51696" w:rsidP="00B13FE2">
        <w:pPr>
          <w:pStyle w:val="a4"/>
        </w:pPr>
        <w:r>
          <w:rPr>
            <w:lang w:val="ko-KR" w:bidi="ko-KR"/>
          </w:rPr>
          <w:fldChar w:fldCharType="begin"/>
        </w:r>
        <w:r>
          <w:rPr>
            <w:lang w:val="ko-KR" w:bidi="ko-KR"/>
          </w:rPr>
          <w:instrText xml:space="preserve"> PAGE   \* MERGEFORMAT </w:instrText>
        </w:r>
        <w:r>
          <w:rPr>
            <w:lang w:val="ko-KR" w:bidi="ko-KR"/>
          </w:rPr>
          <w:fldChar w:fldCharType="separate"/>
        </w:r>
        <w:r>
          <w:rPr>
            <w:noProof/>
            <w:lang w:val="ko-KR" w:bidi="ko-KR"/>
          </w:rPr>
          <w:t>2</w:t>
        </w:r>
        <w:r>
          <w:rPr>
            <w:noProof/>
            <w:lang w:val="ko-KR" w:bidi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696" w:rsidRDefault="00A51696" w:rsidP="004A7542">
      <w:pPr>
        <w:spacing w:after="0" w:line="240" w:lineRule="auto"/>
      </w:pPr>
      <w:r>
        <w:separator/>
      </w:r>
    </w:p>
  </w:footnote>
  <w:footnote w:type="continuationSeparator" w:id="0">
    <w:p w:rsidR="00A51696" w:rsidRDefault="00A51696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696" w:rsidRPr="00001191" w:rsidRDefault="00A51696" w:rsidP="00B61C89">
    <w:pPr>
      <w:pStyle w:val="a3"/>
      <w:ind w:firstLineChars="600" w:firstLine="3240"/>
      <w:jc w:val="left"/>
      <w:rPr>
        <w:rFonts w:ascii="맑은 고딕" w:hAnsi="맑은 고딕"/>
      </w:rPr>
    </w:pPr>
    <w:r>
      <w:rPr>
        <w:rFonts w:ascii="맑은 고딕" w:hAnsi="맑은 고딕" w:hint="eastAsia"/>
      </w:rPr>
      <w:t>python-</w:t>
    </w:r>
    <w:r>
      <w:rPr>
        <w:rFonts w:ascii="맑은 고딕" w:hAnsi="맑은 고딕"/>
      </w:rPr>
      <w:t>4</w:t>
    </w:r>
    <w:r>
      <w:rPr>
        <w:rFonts w:ascii="맑은 고딕" w:hAnsi="맑은 고딕" w:hint="eastAsia"/>
      </w:rPr>
      <w:t>주차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1F7371"/>
    <w:multiLevelType w:val="hybridMultilevel"/>
    <w:tmpl w:val="2510477E"/>
    <w:lvl w:ilvl="0" w:tplc="534C096E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035B0E"/>
    <w:multiLevelType w:val="hybridMultilevel"/>
    <w:tmpl w:val="FBCEDACC"/>
    <w:lvl w:ilvl="0" w:tplc="B59A8B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B927495"/>
    <w:multiLevelType w:val="hybridMultilevel"/>
    <w:tmpl w:val="3D74D4B2"/>
    <w:lvl w:ilvl="0" w:tplc="A23A2426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30D0374"/>
    <w:multiLevelType w:val="hybridMultilevel"/>
    <w:tmpl w:val="9AC4B92C"/>
    <w:lvl w:ilvl="0" w:tplc="E1FC3CCA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8" w15:restartNumberingAfterBreak="0">
    <w:nsid w:val="454074CE"/>
    <w:multiLevelType w:val="hybridMultilevel"/>
    <w:tmpl w:val="CF6E6548"/>
    <w:lvl w:ilvl="0" w:tplc="56543F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B036815"/>
    <w:multiLevelType w:val="multilevel"/>
    <w:tmpl w:val="E532429C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F4D037D"/>
    <w:multiLevelType w:val="multilevel"/>
    <w:tmpl w:val="552E29B6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C8642AA"/>
    <w:multiLevelType w:val="multilevel"/>
    <w:tmpl w:val="04090023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62C4851"/>
    <w:multiLevelType w:val="hybridMultilevel"/>
    <w:tmpl w:val="3FE21EBA"/>
    <w:lvl w:ilvl="0" w:tplc="B67E858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0"/>
  </w:num>
  <w:num w:numId="2">
    <w:abstractNumId w:val="21"/>
  </w:num>
  <w:num w:numId="3">
    <w:abstractNumId w:val="11"/>
  </w:num>
  <w:num w:numId="4">
    <w:abstractNumId w:val="15"/>
  </w:num>
  <w:num w:numId="5">
    <w:abstractNumId w:val="14"/>
  </w:num>
  <w:num w:numId="6">
    <w:abstractNumId w:val="19"/>
  </w:num>
  <w:num w:numId="7">
    <w:abstractNumId w:val="16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3"/>
  </w:num>
  <w:num w:numId="21">
    <w:abstractNumId w:val="13"/>
  </w:num>
  <w:num w:numId="22">
    <w:abstractNumId w:val="10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bordersDoNotSurroundHeader/>
  <w:bordersDoNotSurroundFooter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FC"/>
    <w:rsid w:val="00001191"/>
    <w:rsid w:val="00011C73"/>
    <w:rsid w:val="00011F16"/>
    <w:rsid w:val="00015AFC"/>
    <w:rsid w:val="000211B9"/>
    <w:rsid w:val="00023D47"/>
    <w:rsid w:val="00023E26"/>
    <w:rsid w:val="00025D63"/>
    <w:rsid w:val="000403D5"/>
    <w:rsid w:val="00047AE9"/>
    <w:rsid w:val="00047DE2"/>
    <w:rsid w:val="00056622"/>
    <w:rsid w:val="0005796D"/>
    <w:rsid w:val="00061B4A"/>
    <w:rsid w:val="00062345"/>
    <w:rsid w:val="0006304A"/>
    <w:rsid w:val="000637D9"/>
    <w:rsid w:val="00072ED0"/>
    <w:rsid w:val="00092B82"/>
    <w:rsid w:val="00093EA7"/>
    <w:rsid w:val="000A49C0"/>
    <w:rsid w:val="000A4A9A"/>
    <w:rsid w:val="000B47DA"/>
    <w:rsid w:val="000B5AE5"/>
    <w:rsid w:val="000B7692"/>
    <w:rsid w:val="000C5573"/>
    <w:rsid w:val="000D5B90"/>
    <w:rsid w:val="000E3921"/>
    <w:rsid w:val="000E3B1C"/>
    <w:rsid w:val="000E51D8"/>
    <w:rsid w:val="000E568C"/>
    <w:rsid w:val="000F10BA"/>
    <w:rsid w:val="000F138F"/>
    <w:rsid w:val="000F1F48"/>
    <w:rsid w:val="000F26B7"/>
    <w:rsid w:val="001033B9"/>
    <w:rsid w:val="001232C2"/>
    <w:rsid w:val="00126F62"/>
    <w:rsid w:val="001303FE"/>
    <w:rsid w:val="00137DE4"/>
    <w:rsid w:val="00146C21"/>
    <w:rsid w:val="00153EF2"/>
    <w:rsid w:val="00164CF5"/>
    <w:rsid w:val="00174239"/>
    <w:rsid w:val="00181A80"/>
    <w:rsid w:val="00187D87"/>
    <w:rsid w:val="00192865"/>
    <w:rsid w:val="00195902"/>
    <w:rsid w:val="00197269"/>
    <w:rsid w:val="001A3781"/>
    <w:rsid w:val="001A38FE"/>
    <w:rsid w:val="001A7B4E"/>
    <w:rsid w:val="001B2F0E"/>
    <w:rsid w:val="001B3F08"/>
    <w:rsid w:val="001C311A"/>
    <w:rsid w:val="001C4FB9"/>
    <w:rsid w:val="001C6180"/>
    <w:rsid w:val="001D52B6"/>
    <w:rsid w:val="001E1933"/>
    <w:rsid w:val="001E5E00"/>
    <w:rsid w:val="001F259B"/>
    <w:rsid w:val="00202C58"/>
    <w:rsid w:val="0020418D"/>
    <w:rsid w:val="00204C74"/>
    <w:rsid w:val="00210152"/>
    <w:rsid w:val="00220224"/>
    <w:rsid w:val="00224E48"/>
    <w:rsid w:val="002275B7"/>
    <w:rsid w:val="00227BA3"/>
    <w:rsid w:val="002332CA"/>
    <w:rsid w:val="00235DEB"/>
    <w:rsid w:val="002367B6"/>
    <w:rsid w:val="002370D5"/>
    <w:rsid w:val="0024440E"/>
    <w:rsid w:val="00256B72"/>
    <w:rsid w:val="00265622"/>
    <w:rsid w:val="002718A5"/>
    <w:rsid w:val="0027390D"/>
    <w:rsid w:val="0027763C"/>
    <w:rsid w:val="00282542"/>
    <w:rsid w:val="0028320B"/>
    <w:rsid w:val="00283D90"/>
    <w:rsid w:val="002862CB"/>
    <w:rsid w:val="00293B83"/>
    <w:rsid w:val="002B5412"/>
    <w:rsid w:val="002C17F2"/>
    <w:rsid w:val="002C1951"/>
    <w:rsid w:val="002C69F5"/>
    <w:rsid w:val="002D075C"/>
    <w:rsid w:val="002D3D3C"/>
    <w:rsid w:val="002E0D3D"/>
    <w:rsid w:val="002E14BA"/>
    <w:rsid w:val="002F0A96"/>
    <w:rsid w:val="002F6759"/>
    <w:rsid w:val="00301399"/>
    <w:rsid w:val="0030178E"/>
    <w:rsid w:val="00301A64"/>
    <w:rsid w:val="0030296B"/>
    <w:rsid w:val="00312E38"/>
    <w:rsid w:val="003135BA"/>
    <w:rsid w:val="0031400C"/>
    <w:rsid w:val="003151DE"/>
    <w:rsid w:val="003160AF"/>
    <w:rsid w:val="00317C15"/>
    <w:rsid w:val="003304F0"/>
    <w:rsid w:val="00331243"/>
    <w:rsid w:val="00335150"/>
    <w:rsid w:val="0034563F"/>
    <w:rsid w:val="00352FBC"/>
    <w:rsid w:val="00357192"/>
    <w:rsid w:val="00360CD7"/>
    <w:rsid w:val="003631BA"/>
    <w:rsid w:val="003632F2"/>
    <w:rsid w:val="0037212C"/>
    <w:rsid w:val="00375DD5"/>
    <w:rsid w:val="00376C8B"/>
    <w:rsid w:val="0039418F"/>
    <w:rsid w:val="003B0B79"/>
    <w:rsid w:val="003B2683"/>
    <w:rsid w:val="003E0C02"/>
    <w:rsid w:val="003E5379"/>
    <w:rsid w:val="003E7885"/>
    <w:rsid w:val="003F471D"/>
    <w:rsid w:val="00404B18"/>
    <w:rsid w:val="004052CF"/>
    <w:rsid w:val="00412507"/>
    <w:rsid w:val="00422639"/>
    <w:rsid w:val="00443412"/>
    <w:rsid w:val="00443A3A"/>
    <w:rsid w:val="004635AB"/>
    <w:rsid w:val="00465CD5"/>
    <w:rsid w:val="0047017D"/>
    <w:rsid w:val="00471016"/>
    <w:rsid w:val="00471609"/>
    <w:rsid w:val="00477341"/>
    <w:rsid w:val="0048286E"/>
    <w:rsid w:val="00484244"/>
    <w:rsid w:val="00484EEA"/>
    <w:rsid w:val="00486B13"/>
    <w:rsid w:val="004902C9"/>
    <w:rsid w:val="00492711"/>
    <w:rsid w:val="0049378F"/>
    <w:rsid w:val="004A7542"/>
    <w:rsid w:val="004B1A81"/>
    <w:rsid w:val="004B5A0C"/>
    <w:rsid w:val="004B7870"/>
    <w:rsid w:val="004B7A8B"/>
    <w:rsid w:val="004C3195"/>
    <w:rsid w:val="004D4140"/>
    <w:rsid w:val="004E52CA"/>
    <w:rsid w:val="004E58D4"/>
    <w:rsid w:val="00503AA2"/>
    <w:rsid w:val="005054E5"/>
    <w:rsid w:val="00532FC5"/>
    <w:rsid w:val="005424B3"/>
    <w:rsid w:val="00553743"/>
    <w:rsid w:val="00565E0D"/>
    <w:rsid w:val="00584452"/>
    <w:rsid w:val="00584D03"/>
    <w:rsid w:val="0059680C"/>
    <w:rsid w:val="005973A6"/>
    <w:rsid w:val="005A16DB"/>
    <w:rsid w:val="005A4B22"/>
    <w:rsid w:val="005A4CBC"/>
    <w:rsid w:val="005A6A46"/>
    <w:rsid w:val="005B1658"/>
    <w:rsid w:val="005B2959"/>
    <w:rsid w:val="005C0304"/>
    <w:rsid w:val="005C38A7"/>
    <w:rsid w:val="005C53BB"/>
    <w:rsid w:val="005C6143"/>
    <w:rsid w:val="005D36F1"/>
    <w:rsid w:val="005D65A9"/>
    <w:rsid w:val="005E0368"/>
    <w:rsid w:val="005E2BA5"/>
    <w:rsid w:val="005E2CA6"/>
    <w:rsid w:val="005E62E2"/>
    <w:rsid w:val="005F06C3"/>
    <w:rsid w:val="005F233B"/>
    <w:rsid w:val="005F312B"/>
    <w:rsid w:val="006014C6"/>
    <w:rsid w:val="006022E4"/>
    <w:rsid w:val="006039C7"/>
    <w:rsid w:val="0060443D"/>
    <w:rsid w:val="00624494"/>
    <w:rsid w:val="0062455E"/>
    <w:rsid w:val="00625D86"/>
    <w:rsid w:val="00633FF4"/>
    <w:rsid w:val="00634364"/>
    <w:rsid w:val="00640470"/>
    <w:rsid w:val="006409A9"/>
    <w:rsid w:val="0065008A"/>
    <w:rsid w:val="00651D2A"/>
    <w:rsid w:val="0065341A"/>
    <w:rsid w:val="0065511A"/>
    <w:rsid w:val="00662FB9"/>
    <w:rsid w:val="006658C8"/>
    <w:rsid w:val="006679C2"/>
    <w:rsid w:val="0067131E"/>
    <w:rsid w:val="00673FEF"/>
    <w:rsid w:val="00677C04"/>
    <w:rsid w:val="00677D67"/>
    <w:rsid w:val="006854C2"/>
    <w:rsid w:val="00687750"/>
    <w:rsid w:val="00695D2F"/>
    <w:rsid w:val="006A08B7"/>
    <w:rsid w:val="006A33F2"/>
    <w:rsid w:val="006A3CE7"/>
    <w:rsid w:val="006A7BD5"/>
    <w:rsid w:val="006B4848"/>
    <w:rsid w:val="006B4B96"/>
    <w:rsid w:val="006C61BF"/>
    <w:rsid w:val="006E1422"/>
    <w:rsid w:val="006E3C0F"/>
    <w:rsid w:val="006F2F31"/>
    <w:rsid w:val="006F6B75"/>
    <w:rsid w:val="007028D2"/>
    <w:rsid w:val="00707FDC"/>
    <w:rsid w:val="0072734F"/>
    <w:rsid w:val="00740EAC"/>
    <w:rsid w:val="007428DD"/>
    <w:rsid w:val="007462AF"/>
    <w:rsid w:val="00752FAC"/>
    <w:rsid w:val="00777066"/>
    <w:rsid w:val="00777610"/>
    <w:rsid w:val="00784754"/>
    <w:rsid w:val="007900C1"/>
    <w:rsid w:val="007913FB"/>
    <w:rsid w:val="00791A56"/>
    <w:rsid w:val="0079304B"/>
    <w:rsid w:val="007974F1"/>
    <w:rsid w:val="007A39D5"/>
    <w:rsid w:val="007A6088"/>
    <w:rsid w:val="007A7BE0"/>
    <w:rsid w:val="007C3D0D"/>
    <w:rsid w:val="007C77F8"/>
    <w:rsid w:val="007D4785"/>
    <w:rsid w:val="007D6B03"/>
    <w:rsid w:val="007E486B"/>
    <w:rsid w:val="007E778A"/>
    <w:rsid w:val="007E77B5"/>
    <w:rsid w:val="00804FDA"/>
    <w:rsid w:val="0082032F"/>
    <w:rsid w:val="00843C96"/>
    <w:rsid w:val="00855047"/>
    <w:rsid w:val="00875F0A"/>
    <w:rsid w:val="008813BE"/>
    <w:rsid w:val="008854CD"/>
    <w:rsid w:val="00885ED1"/>
    <w:rsid w:val="00886531"/>
    <w:rsid w:val="008901F5"/>
    <w:rsid w:val="00892EEE"/>
    <w:rsid w:val="008938BC"/>
    <w:rsid w:val="008952E6"/>
    <w:rsid w:val="00897DD2"/>
    <w:rsid w:val="008A5E1C"/>
    <w:rsid w:val="008A6B5E"/>
    <w:rsid w:val="008D6398"/>
    <w:rsid w:val="008E3330"/>
    <w:rsid w:val="008F204A"/>
    <w:rsid w:val="008F719A"/>
    <w:rsid w:val="009155B5"/>
    <w:rsid w:val="00923D29"/>
    <w:rsid w:val="009318E2"/>
    <w:rsid w:val="00942A22"/>
    <w:rsid w:val="0094325A"/>
    <w:rsid w:val="009458B2"/>
    <w:rsid w:val="00947059"/>
    <w:rsid w:val="009642E9"/>
    <w:rsid w:val="00966F2D"/>
    <w:rsid w:val="00971645"/>
    <w:rsid w:val="009731AA"/>
    <w:rsid w:val="00986180"/>
    <w:rsid w:val="00986436"/>
    <w:rsid w:val="00993B10"/>
    <w:rsid w:val="009946E0"/>
    <w:rsid w:val="00994BF2"/>
    <w:rsid w:val="00996FD4"/>
    <w:rsid w:val="009A0EFA"/>
    <w:rsid w:val="009A61FA"/>
    <w:rsid w:val="009B0B52"/>
    <w:rsid w:val="009B1CDC"/>
    <w:rsid w:val="009B3906"/>
    <w:rsid w:val="009C1332"/>
    <w:rsid w:val="009C22AA"/>
    <w:rsid w:val="009C68EF"/>
    <w:rsid w:val="009E4CFD"/>
    <w:rsid w:val="009E7656"/>
    <w:rsid w:val="009F5158"/>
    <w:rsid w:val="00A232FE"/>
    <w:rsid w:val="00A27730"/>
    <w:rsid w:val="00A30397"/>
    <w:rsid w:val="00A33E10"/>
    <w:rsid w:val="00A51696"/>
    <w:rsid w:val="00A60A33"/>
    <w:rsid w:val="00A657F0"/>
    <w:rsid w:val="00A6603A"/>
    <w:rsid w:val="00A66FA4"/>
    <w:rsid w:val="00A72D45"/>
    <w:rsid w:val="00A82956"/>
    <w:rsid w:val="00A8539F"/>
    <w:rsid w:val="00A900C3"/>
    <w:rsid w:val="00A90D89"/>
    <w:rsid w:val="00AA3F54"/>
    <w:rsid w:val="00AA5CE9"/>
    <w:rsid w:val="00AA742F"/>
    <w:rsid w:val="00AB7254"/>
    <w:rsid w:val="00AD0A05"/>
    <w:rsid w:val="00AD385D"/>
    <w:rsid w:val="00AD604C"/>
    <w:rsid w:val="00AE084B"/>
    <w:rsid w:val="00AE2F83"/>
    <w:rsid w:val="00AE5428"/>
    <w:rsid w:val="00AE6B23"/>
    <w:rsid w:val="00B01A16"/>
    <w:rsid w:val="00B02FD1"/>
    <w:rsid w:val="00B03F24"/>
    <w:rsid w:val="00B077D9"/>
    <w:rsid w:val="00B13FE2"/>
    <w:rsid w:val="00B1769B"/>
    <w:rsid w:val="00B25531"/>
    <w:rsid w:val="00B3072A"/>
    <w:rsid w:val="00B32646"/>
    <w:rsid w:val="00B448CC"/>
    <w:rsid w:val="00B50C8B"/>
    <w:rsid w:val="00B61C89"/>
    <w:rsid w:val="00B7046D"/>
    <w:rsid w:val="00B70AD9"/>
    <w:rsid w:val="00B7485D"/>
    <w:rsid w:val="00B74ACB"/>
    <w:rsid w:val="00B77D06"/>
    <w:rsid w:val="00B81390"/>
    <w:rsid w:val="00B86CA4"/>
    <w:rsid w:val="00B91198"/>
    <w:rsid w:val="00B9562F"/>
    <w:rsid w:val="00BA0CB8"/>
    <w:rsid w:val="00BA1C17"/>
    <w:rsid w:val="00BB272E"/>
    <w:rsid w:val="00BB7FF0"/>
    <w:rsid w:val="00BD0F70"/>
    <w:rsid w:val="00BD4648"/>
    <w:rsid w:val="00BD4909"/>
    <w:rsid w:val="00BE157C"/>
    <w:rsid w:val="00BE4EF4"/>
    <w:rsid w:val="00C00DA7"/>
    <w:rsid w:val="00C012B6"/>
    <w:rsid w:val="00C02B11"/>
    <w:rsid w:val="00C03050"/>
    <w:rsid w:val="00C13BFF"/>
    <w:rsid w:val="00C37C69"/>
    <w:rsid w:val="00C44303"/>
    <w:rsid w:val="00C45C46"/>
    <w:rsid w:val="00C51828"/>
    <w:rsid w:val="00C6046B"/>
    <w:rsid w:val="00C646D2"/>
    <w:rsid w:val="00C80485"/>
    <w:rsid w:val="00C821A5"/>
    <w:rsid w:val="00C83A95"/>
    <w:rsid w:val="00C83F59"/>
    <w:rsid w:val="00C845D1"/>
    <w:rsid w:val="00C90B2A"/>
    <w:rsid w:val="00C922EA"/>
    <w:rsid w:val="00C93AAE"/>
    <w:rsid w:val="00C951D0"/>
    <w:rsid w:val="00C97F51"/>
    <w:rsid w:val="00CA070B"/>
    <w:rsid w:val="00CA219A"/>
    <w:rsid w:val="00CD65B3"/>
    <w:rsid w:val="00CE2AC5"/>
    <w:rsid w:val="00CE36AE"/>
    <w:rsid w:val="00CE4EA7"/>
    <w:rsid w:val="00CE541D"/>
    <w:rsid w:val="00CF483D"/>
    <w:rsid w:val="00D03C18"/>
    <w:rsid w:val="00D12438"/>
    <w:rsid w:val="00D20D00"/>
    <w:rsid w:val="00D23130"/>
    <w:rsid w:val="00D3490B"/>
    <w:rsid w:val="00D41876"/>
    <w:rsid w:val="00D428BE"/>
    <w:rsid w:val="00D45DB8"/>
    <w:rsid w:val="00D5253F"/>
    <w:rsid w:val="00D53D6B"/>
    <w:rsid w:val="00D550F8"/>
    <w:rsid w:val="00D552E5"/>
    <w:rsid w:val="00D6234C"/>
    <w:rsid w:val="00D63813"/>
    <w:rsid w:val="00D63DD9"/>
    <w:rsid w:val="00D72166"/>
    <w:rsid w:val="00D7404D"/>
    <w:rsid w:val="00D77C78"/>
    <w:rsid w:val="00D909A0"/>
    <w:rsid w:val="00DB13A3"/>
    <w:rsid w:val="00DB609F"/>
    <w:rsid w:val="00DD101E"/>
    <w:rsid w:val="00DD76FC"/>
    <w:rsid w:val="00DE31EE"/>
    <w:rsid w:val="00DE5F1E"/>
    <w:rsid w:val="00DE7F89"/>
    <w:rsid w:val="00DF6F12"/>
    <w:rsid w:val="00E016C0"/>
    <w:rsid w:val="00E03745"/>
    <w:rsid w:val="00E040A3"/>
    <w:rsid w:val="00E10DD6"/>
    <w:rsid w:val="00E21214"/>
    <w:rsid w:val="00E26C19"/>
    <w:rsid w:val="00E30F97"/>
    <w:rsid w:val="00E34858"/>
    <w:rsid w:val="00E43480"/>
    <w:rsid w:val="00E437CA"/>
    <w:rsid w:val="00E46330"/>
    <w:rsid w:val="00E52160"/>
    <w:rsid w:val="00E55645"/>
    <w:rsid w:val="00E57491"/>
    <w:rsid w:val="00E61CCF"/>
    <w:rsid w:val="00E6417F"/>
    <w:rsid w:val="00E708D3"/>
    <w:rsid w:val="00E74039"/>
    <w:rsid w:val="00E76A5E"/>
    <w:rsid w:val="00E77C94"/>
    <w:rsid w:val="00E77E90"/>
    <w:rsid w:val="00E84BE1"/>
    <w:rsid w:val="00E91F5D"/>
    <w:rsid w:val="00E96BCC"/>
    <w:rsid w:val="00EA3C5D"/>
    <w:rsid w:val="00EA51C8"/>
    <w:rsid w:val="00EB0190"/>
    <w:rsid w:val="00EB09CE"/>
    <w:rsid w:val="00EB183C"/>
    <w:rsid w:val="00EC1658"/>
    <w:rsid w:val="00ED68E8"/>
    <w:rsid w:val="00EE24F8"/>
    <w:rsid w:val="00EE2628"/>
    <w:rsid w:val="00EF6790"/>
    <w:rsid w:val="00F15BE1"/>
    <w:rsid w:val="00F2184A"/>
    <w:rsid w:val="00F25E3B"/>
    <w:rsid w:val="00F368C9"/>
    <w:rsid w:val="00F36AC1"/>
    <w:rsid w:val="00F37BD9"/>
    <w:rsid w:val="00F4159C"/>
    <w:rsid w:val="00F437F2"/>
    <w:rsid w:val="00F6141E"/>
    <w:rsid w:val="00F65417"/>
    <w:rsid w:val="00F70DD5"/>
    <w:rsid w:val="00F71E97"/>
    <w:rsid w:val="00F749E6"/>
    <w:rsid w:val="00F864C3"/>
    <w:rsid w:val="00F927E2"/>
    <w:rsid w:val="00FA4194"/>
    <w:rsid w:val="00FB00B7"/>
    <w:rsid w:val="00FB12FE"/>
    <w:rsid w:val="00FB2C3E"/>
    <w:rsid w:val="00FC03C6"/>
    <w:rsid w:val="00FD3268"/>
    <w:rsid w:val="00FE1B5F"/>
    <w:rsid w:val="00FE54A2"/>
    <w:rsid w:val="00FE55AA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8F221F4"/>
  <w15:chartTrackingRefBased/>
  <w15:docId w15:val="{2BC84DCA-D415-48C2-B488-9E98210B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636A6B" w:themeColor="text2"/>
        <w:sz w:val="22"/>
        <w:szCs w:val="22"/>
        <w:lang w:val="en-US" w:eastAsia="ko-KR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4B3"/>
    <w:rPr>
      <w:rFonts w:eastAsia="맑은 고딕"/>
    </w:rPr>
  </w:style>
  <w:style w:type="paragraph" w:styleId="1">
    <w:name w:val="heading 1"/>
    <w:basedOn w:val="a"/>
    <w:next w:val="a"/>
    <w:link w:val="1Char"/>
    <w:uiPriority w:val="9"/>
    <w:unhideWhenUsed/>
    <w:qFormat/>
    <w:rsid w:val="005424B3"/>
    <w:pPr>
      <w:keepNext/>
      <w:keepLines/>
      <w:spacing w:before="360"/>
      <w:contextualSpacing/>
      <w:jc w:val="center"/>
      <w:outlineLvl w:val="0"/>
    </w:pPr>
    <w:rPr>
      <w:rFonts w:asciiTheme="majorHAnsi" w:hAnsiTheme="majorHAnsi" w:cstheme="majorBidi"/>
      <w:caps/>
      <w:spacing w:val="50"/>
      <w:sz w:val="28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24B3"/>
    <w:pPr>
      <w:keepNext/>
      <w:keepLines/>
      <w:jc w:val="center"/>
      <w:outlineLvl w:val="1"/>
    </w:pPr>
    <w:rPr>
      <w:rFonts w:asciiTheme="majorHAnsi" w:hAnsiTheme="majorHAnsi" w:cstheme="majorBidi"/>
      <w:b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1Char">
    <w:name w:val="제목 1 Char"/>
    <w:basedOn w:val="a0"/>
    <w:link w:val="1"/>
    <w:uiPriority w:val="9"/>
    <w:rsid w:val="005424B3"/>
    <w:rPr>
      <w:rFonts w:asciiTheme="majorHAnsi" w:eastAsia="맑은 고딕" w:hAnsiTheme="majorHAnsi" w:cstheme="majorBidi"/>
      <w:caps/>
      <w:spacing w:val="50"/>
      <w:sz w:val="28"/>
      <w:szCs w:val="32"/>
    </w:rPr>
  </w:style>
  <w:style w:type="character" w:customStyle="1" w:styleId="2Char">
    <w:name w:val="제목 2 Char"/>
    <w:basedOn w:val="a0"/>
    <w:link w:val="2"/>
    <w:uiPriority w:val="9"/>
    <w:rsid w:val="005424B3"/>
    <w:rPr>
      <w:rFonts w:asciiTheme="majorHAnsi" w:eastAsia="맑은 고딕" w:hAnsiTheme="majorHAnsi" w:cstheme="majorBidi"/>
      <w:b/>
      <w:szCs w:val="26"/>
    </w:rPr>
  </w:style>
  <w:style w:type="paragraph" w:styleId="a3">
    <w:name w:val="header"/>
    <w:basedOn w:val="a"/>
    <w:link w:val="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Char">
    <w:name w:val="머리글 Char"/>
    <w:basedOn w:val="a0"/>
    <w:link w:val="a3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a4">
    <w:name w:val="footer"/>
    <w:basedOn w:val="a"/>
    <w:link w:val="Char0"/>
    <w:uiPriority w:val="99"/>
    <w:unhideWhenUsed/>
    <w:rsid w:val="00FC03C6"/>
    <w:pPr>
      <w:spacing w:after="0" w:line="240" w:lineRule="auto"/>
      <w:jc w:val="center"/>
    </w:pPr>
  </w:style>
  <w:style w:type="character" w:customStyle="1" w:styleId="Char0">
    <w:name w:val="바닥글 Char"/>
    <w:basedOn w:val="a0"/>
    <w:link w:val="a4"/>
    <w:uiPriority w:val="99"/>
    <w:rsid w:val="00FC03C6"/>
  </w:style>
  <w:style w:type="paragraph" w:styleId="a5">
    <w:name w:val="No Spacing"/>
    <w:uiPriority w:val="11"/>
    <w:qFormat/>
    <w:rsid w:val="004A7542"/>
    <w:pPr>
      <w:spacing w:after="0" w:line="240" w:lineRule="auto"/>
    </w:pPr>
  </w:style>
  <w:style w:type="paragraph" w:customStyle="1" w:styleId="a6">
    <w:name w:val="그래픽"/>
    <w:basedOn w:val="a"/>
    <w:next w:val="a"/>
    <w:link w:val="a7"/>
    <w:uiPriority w:val="10"/>
    <w:qFormat/>
    <w:rsid w:val="004A7542"/>
  </w:style>
  <w:style w:type="character" w:customStyle="1" w:styleId="a7">
    <w:name w:val="그래픽 문자"/>
    <w:basedOn w:val="a0"/>
    <w:link w:val="a6"/>
    <w:uiPriority w:val="10"/>
    <w:rsid w:val="004A7542"/>
  </w:style>
  <w:style w:type="character" w:styleId="a8">
    <w:name w:val="Placeholder Text"/>
    <w:basedOn w:val="a0"/>
    <w:uiPriority w:val="99"/>
    <w:semiHidden/>
    <w:rsid w:val="004A7542"/>
    <w:rPr>
      <w:color w:val="808080"/>
    </w:rPr>
  </w:style>
  <w:style w:type="character" w:customStyle="1" w:styleId="4Char">
    <w:name w:val="제목 4 Char"/>
    <w:basedOn w:val="a0"/>
    <w:link w:val="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5Char">
    <w:name w:val="제목 5 Char"/>
    <w:basedOn w:val="a0"/>
    <w:link w:val="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6Char">
    <w:name w:val="제목 6 Char"/>
    <w:basedOn w:val="a0"/>
    <w:link w:val="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7Char">
    <w:name w:val="제목 7 Char"/>
    <w:basedOn w:val="a0"/>
    <w:link w:val="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8Char">
    <w:name w:val="제목 8 Char"/>
    <w:basedOn w:val="a0"/>
    <w:link w:val="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a9">
    <w:name w:val="Intense Emphasis"/>
    <w:basedOn w:val="a0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aa">
    <w:name w:val="Intense Quote"/>
    <w:basedOn w:val="a"/>
    <w:next w:val="a"/>
    <w:link w:val="Char1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Char1">
    <w:name w:val="강한 인용 Char"/>
    <w:basedOn w:val="a0"/>
    <w:link w:val="aa"/>
    <w:uiPriority w:val="30"/>
    <w:semiHidden/>
    <w:rsid w:val="002D075C"/>
    <w:rPr>
      <w:i/>
      <w:iCs/>
      <w:color w:val="806000" w:themeColor="accent4" w:themeShade="80"/>
    </w:rPr>
  </w:style>
  <w:style w:type="character" w:styleId="ab">
    <w:name w:val="Intense Reference"/>
    <w:basedOn w:val="a0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ac">
    <w:name w:val="Block Text"/>
    <w:basedOn w:val="a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30">
    <w:name w:val="Body Text 3"/>
    <w:basedOn w:val="a"/>
    <w:link w:val="3Char0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3Char0">
    <w:name w:val="본문 3 Char"/>
    <w:basedOn w:val="a0"/>
    <w:link w:val="30"/>
    <w:uiPriority w:val="99"/>
    <w:semiHidden/>
    <w:rsid w:val="002D075C"/>
    <w:rPr>
      <w:szCs w:val="16"/>
    </w:rPr>
  </w:style>
  <w:style w:type="paragraph" w:styleId="ad">
    <w:name w:val="Balloon Text"/>
    <w:basedOn w:val="a"/>
    <w:link w:val="Char2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2D075C"/>
    <w:rPr>
      <w:rFonts w:ascii="Segoe UI" w:hAnsi="Segoe UI" w:cs="Segoe UI"/>
      <w:szCs w:val="18"/>
    </w:rPr>
  </w:style>
  <w:style w:type="paragraph" w:styleId="31">
    <w:name w:val="Body Text Indent 3"/>
    <w:basedOn w:val="a"/>
    <w:link w:val="3Char1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3Char1">
    <w:name w:val="본문 들여쓰기 3 Char"/>
    <w:basedOn w:val="a0"/>
    <w:link w:val="31"/>
    <w:uiPriority w:val="99"/>
    <w:semiHidden/>
    <w:rsid w:val="002D075C"/>
    <w:rPr>
      <w:szCs w:val="16"/>
    </w:rPr>
  </w:style>
  <w:style w:type="character" w:styleId="ae">
    <w:name w:val="annotation reference"/>
    <w:basedOn w:val="a0"/>
    <w:uiPriority w:val="99"/>
    <w:semiHidden/>
    <w:unhideWhenUsed/>
    <w:rsid w:val="002D075C"/>
    <w:rPr>
      <w:sz w:val="22"/>
      <w:szCs w:val="16"/>
    </w:rPr>
  </w:style>
  <w:style w:type="paragraph" w:styleId="af">
    <w:name w:val="annotation text"/>
    <w:basedOn w:val="a"/>
    <w:link w:val="Char3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Char3">
    <w:name w:val="메모 텍스트 Char"/>
    <w:basedOn w:val="a0"/>
    <w:link w:val="af"/>
    <w:uiPriority w:val="99"/>
    <w:semiHidden/>
    <w:rsid w:val="002D075C"/>
    <w:rPr>
      <w:szCs w:val="20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2D075C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2D075C"/>
    <w:rPr>
      <w:b/>
      <w:bCs/>
      <w:szCs w:val="20"/>
    </w:rPr>
  </w:style>
  <w:style w:type="paragraph" w:styleId="af1">
    <w:name w:val="Document Map"/>
    <w:basedOn w:val="a"/>
    <w:link w:val="Char5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5">
    <w:name w:val="문서 구조 Char"/>
    <w:basedOn w:val="a0"/>
    <w:link w:val="af1"/>
    <w:uiPriority w:val="99"/>
    <w:semiHidden/>
    <w:rsid w:val="002D075C"/>
    <w:rPr>
      <w:rFonts w:ascii="Segoe UI" w:hAnsi="Segoe UI" w:cs="Segoe UI"/>
      <w:szCs w:val="16"/>
    </w:rPr>
  </w:style>
  <w:style w:type="paragraph" w:styleId="af2">
    <w:name w:val="endnote text"/>
    <w:basedOn w:val="a"/>
    <w:link w:val="Char6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6">
    <w:name w:val="미주 텍스트 Char"/>
    <w:basedOn w:val="a0"/>
    <w:link w:val="af2"/>
    <w:uiPriority w:val="99"/>
    <w:semiHidden/>
    <w:rsid w:val="002D075C"/>
    <w:rPr>
      <w:szCs w:val="20"/>
    </w:rPr>
  </w:style>
  <w:style w:type="paragraph" w:styleId="af3">
    <w:name w:val="envelope return"/>
    <w:basedOn w:val="a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4">
    <w:name w:val="footnote text"/>
    <w:basedOn w:val="a"/>
    <w:link w:val="Char7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7">
    <w:name w:val="각주 텍스트 Char"/>
    <w:basedOn w:val="a0"/>
    <w:link w:val="af4"/>
    <w:uiPriority w:val="99"/>
    <w:semiHidden/>
    <w:rsid w:val="002D075C"/>
    <w:rPr>
      <w:szCs w:val="20"/>
    </w:rPr>
  </w:style>
  <w:style w:type="character" w:styleId="HTML">
    <w:name w:val="HTML Code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Char">
    <w:name w:val="미리 서식이 지정된 HTML Char"/>
    <w:basedOn w:val="a0"/>
    <w:link w:val="HTML1"/>
    <w:uiPriority w:val="99"/>
    <w:semiHidden/>
    <w:rsid w:val="002D075C"/>
    <w:rPr>
      <w:rFonts w:ascii="Consolas" w:hAnsi="Consolas"/>
      <w:szCs w:val="20"/>
    </w:rPr>
  </w:style>
  <w:style w:type="character" w:styleId="HTML2">
    <w:name w:val="HTML Typewriter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af5">
    <w:name w:val="macro"/>
    <w:link w:val="Char8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8">
    <w:name w:val="매크로 텍스트 Char"/>
    <w:basedOn w:val="a0"/>
    <w:link w:val="af5"/>
    <w:uiPriority w:val="99"/>
    <w:semiHidden/>
    <w:rsid w:val="002D075C"/>
    <w:rPr>
      <w:rFonts w:ascii="Consolas" w:hAnsi="Consolas"/>
      <w:szCs w:val="20"/>
    </w:rPr>
  </w:style>
  <w:style w:type="paragraph" w:styleId="af6">
    <w:name w:val="Plain Text"/>
    <w:basedOn w:val="a"/>
    <w:link w:val="Char9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Char9">
    <w:name w:val="글자만 Char"/>
    <w:basedOn w:val="a0"/>
    <w:link w:val="af6"/>
    <w:uiPriority w:val="99"/>
    <w:semiHidden/>
    <w:rsid w:val="002D075C"/>
    <w:rPr>
      <w:rFonts w:ascii="Consolas" w:hAnsi="Consolas"/>
      <w:szCs w:val="21"/>
    </w:rPr>
  </w:style>
  <w:style w:type="paragraph" w:styleId="af7">
    <w:name w:val="Salutation"/>
    <w:basedOn w:val="a"/>
    <w:next w:val="a"/>
    <w:link w:val="Chara"/>
    <w:uiPriority w:val="12"/>
    <w:qFormat/>
    <w:rsid w:val="005424B3"/>
    <w:pPr>
      <w:spacing w:after="120"/>
    </w:pPr>
  </w:style>
  <w:style w:type="character" w:customStyle="1" w:styleId="Chara">
    <w:name w:val="인사말 Char"/>
    <w:basedOn w:val="a0"/>
    <w:link w:val="af7"/>
    <w:uiPriority w:val="12"/>
    <w:rsid w:val="005424B3"/>
    <w:rPr>
      <w:rFonts w:eastAsia="맑은 고딕"/>
    </w:rPr>
  </w:style>
  <w:style w:type="paragraph" w:styleId="af8">
    <w:name w:val="Closing"/>
    <w:basedOn w:val="a"/>
    <w:next w:val="af9"/>
    <w:link w:val="Charb"/>
    <w:uiPriority w:val="13"/>
    <w:qFormat/>
    <w:rsid w:val="00FC03C6"/>
    <w:pPr>
      <w:spacing w:before="360" w:after="120"/>
      <w:contextualSpacing/>
    </w:pPr>
  </w:style>
  <w:style w:type="character" w:customStyle="1" w:styleId="Charb">
    <w:name w:val="맺음말 Char"/>
    <w:basedOn w:val="a0"/>
    <w:link w:val="af8"/>
    <w:uiPriority w:val="13"/>
    <w:rsid w:val="00FC03C6"/>
  </w:style>
  <w:style w:type="paragraph" w:styleId="af9">
    <w:name w:val="Signature"/>
    <w:basedOn w:val="a"/>
    <w:next w:val="a"/>
    <w:link w:val="Charc"/>
    <w:uiPriority w:val="14"/>
    <w:qFormat/>
    <w:rsid w:val="00FC03C6"/>
    <w:pPr>
      <w:spacing w:after="120" w:line="240" w:lineRule="auto"/>
    </w:pPr>
  </w:style>
  <w:style w:type="character" w:customStyle="1" w:styleId="Charc">
    <w:name w:val="서명 Char"/>
    <w:basedOn w:val="a0"/>
    <w:link w:val="af9"/>
    <w:uiPriority w:val="14"/>
    <w:rsid w:val="00FC03C6"/>
  </w:style>
  <w:style w:type="paragraph" w:styleId="afa">
    <w:name w:val="Date"/>
    <w:basedOn w:val="a"/>
    <w:next w:val="a"/>
    <w:link w:val="Chard"/>
    <w:uiPriority w:val="11"/>
    <w:qFormat/>
    <w:rsid w:val="005424B3"/>
    <w:pPr>
      <w:spacing w:after="560"/>
    </w:pPr>
  </w:style>
  <w:style w:type="character" w:customStyle="1" w:styleId="Chard">
    <w:name w:val="날짜 Char"/>
    <w:basedOn w:val="a0"/>
    <w:link w:val="afa"/>
    <w:uiPriority w:val="11"/>
    <w:rsid w:val="005424B3"/>
    <w:rPr>
      <w:rFonts w:eastAsia="맑은 고딕"/>
    </w:rPr>
  </w:style>
  <w:style w:type="character" w:customStyle="1" w:styleId="9Char">
    <w:name w:val="제목 9 Char"/>
    <w:basedOn w:val="a0"/>
    <w:link w:val="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b">
    <w:name w:val="caption"/>
    <w:basedOn w:val="a"/>
    <w:next w:val="a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paragraph" w:styleId="afc">
    <w:name w:val="List Paragraph"/>
    <w:basedOn w:val="a"/>
    <w:uiPriority w:val="34"/>
    <w:unhideWhenUsed/>
    <w:qFormat/>
    <w:rsid w:val="009731A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1.xml"/><Relationship Id="rId30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0504;&#49457;&#54788;\AppData\Roaming\Microsoft\Templates\MOO&#50640;&#49436;%20&#46356;&#51088;&#51064;&#54620;%20&#44628;&#45140;&#54620;%20&#51088;&#44592;%20&#49548;&#44060;&#49436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E7F8791C2D43E4B9847F3A9A94439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D87AB3A-9782-4873-9F08-3EC4E0EF0180}"/>
      </w:docPartPr>
      <w:docPartBody>
        <w:p w:rsidR="0011007A" w:rsidRDefault="00A929FB">
          <w:pPr>
            <w:pStyle w:val="61E7F8791C2D43E4B9847F3A9A944392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A0E499172E0A417FBBB3E4A29B3F84A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8FD3229-E544-4063-94E5-58CAD6E27FDF}"/>
      </w:docPartPr>
      <w:docPartBody>
        <w:p w:rsidR="00B173F3" w:rsidRDefault="0084150C" w:rsidP="0084150C">
          <w:pPr>
            <w:pStyle w:val="A0E499172E0A417FBBB3E4A29B3F84AE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B9DF7A406D57495BBADCC0AF40DE5A8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186A402-E1B6-4F6E-8666-826DA2AE48AE}"/>
      </w:docPartPr>
      <w:docPartBody>
        <w:p w:rsidR="00B173F3" w:rsidRDefault="0084150C" w:rsidP="0084150C">
          <w:pPr>
            <w:pStyle w:val="B9DF7A406D57495BBADCC0AF40DE5A83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236509820DC64933BFD70AE3CF75AAE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4815643-6EEB-4578-BD1F-3F91604D9EC5}"/>
      </w:docPartPr>
      <w:docPartBody>
        <w:p w:rsidR="00B173F3" w:rsidRDefault="0084150C" w:rsidP="0084150C">
          <w:pPr>
            <w:pStyle w:val="236509820DC64933BFD70AE3CF75AAE2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7DCECFDEC920469FB7EC1F68C7A9617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DEECCC71-583E-4503-BFC2-8F488BF74BCB}"/>
      </w:docPartPr>
      <w:docPartBody>
        <w:p w:rsidR="00B173F3" w:rsidRDefault="0084150C" w:rsidP="0084150C">
          <w:pPr>
            <w:pStyle w:val="7DCECFDEC920469FB7EC1F68C7A96170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21D929D7F6B04F71A1ACB447FB8AA92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CB6FE6A-7C15-4D0E-B45B-A20EC41CCFD5}"/>
      </w:docPartPr>
      <w:docPartBody>
        <w:p w:rsidR="00B173F3" w:rsidRDefault="0084150C" w:rsidP="0084150C">
          <w:pPr>
            <w:pStyle w:val="21D929D7F6B04F71A1ACB447FB8AA926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837A970C177A4625B96BD7031156780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C02C2EC-9349-43FF-844A-9EEE21CEA3A1}"/>
      </w:docPartPr>
      <w:docPartBody>
        <w:p w:rsidR="00B173F3" w:rsidRDefault="0084150C" w:rsidP="0084150C">
          <w:pPr>
            <w:pStyle w:val="837A970C177A4625B96BD7031156780A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560760C133814DE5B61772817A7B7FE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B55590C-1BBE-441C-9A51-5F3A14187275}"/>
      </w:docPartPr>
      <w:docPartBody>
        <w:p w:rsidR="00B173F3" w:rsidRDefault="0084150C" w:rsidP="0084150C">
          <w:pPr>
            <w:pStyle w:val="560760C133814DE5B61772817A7B7FEA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D01DA723C34D4E8484018EB0900C510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510F38B-89B1-4332-8443-B84CA0502CF7}"/>
      </w:docPartPr>
      <w:docPartBody>
        <w:p w:rsidR="00B173F3" w:rsidRDefault="0084150C" w:rsidP="0084150C">
          <w:pPr>
            <w:pStyle w:val="D01DA723C34D4E8484018EB0900C5109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625"/>
    <w:rsid w:val="00014838"/>
    <w:rsid w:val="00027F60"/>
    <w:rsid w:val="0011007A"/>
    <w:rsid w:val="001909C7"/>
    <w:rsid w:val="001A03FE"/>
    <w:rsid w:val="00247918"/>
    <w:rsid w:val="00266641"/>
    <w:rsid w:val="003B3EB8"/>
    <w:rsid w:val="00436F8F"/>
    <w:rsid w:val="0045295F"/>
    <w:rsid w:val="005F0822"/>
    <w:rsid w:val="007F5363"/>
    <w:rsid w:val="0084150C"/>
    <w:rsid w:val="00845F5B"/>
    <w:rsid w:val="00890F17"/>
    <w:rsid w:val="0097006D"/>
    <w:rsid w:val="00990698"/>
    <w:rsid w:val="00996BC2"/>
    <w:rsid w:val="009F19AD"/>
    <w:rsid w:val="00A929FB"/>
    <w:rsid w:val="00AB4A46"/>
    <w:rsid w:val="00B173F3"/>
    <w:rsid w:val="00B80D1F"/>
    <w:rsid w:val="00B93E8F"/>
    <w:rsid w:val="00C033CB"/>
    <w:rsid w:val="00CF1616"/>
    <w:rsid w:val="00CF7C91"/>
    <w:rsid w:val="00E01625"/>
    <w:rsid w:val="00E31410"/>
    <w:rsid w:val="00E87AA2"/>
    <w:rsid w:val="00EE0DA2"/>
    <w:rsid w:val="00F06725"/>
    <w:rsid w:val="00F2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E7F8791C2D43E4B9847F3A9A944392">
    <w:name w:val="61E7F8791C2D43E4B9847F3A9A944392"/>
    <w:pPr>
      <w:widowControl w:val="0"/>
      <w:wordWrap w:val="0"/>
      <w:autoSpaceDE w:val="0"/>
      <w:autoSpaceDN w:val="0"/>
    </w:pPr>
  </w:style>
  <w:style w:type="paragraph" w:customStyle="1" w:styleId="9D2ED4CD6EE44D889DEA5E2E2574DE33">
    <w:name w:val="9D2ED4CD6EE44D889DEA5E2E2574DE33"/>
    <w:pPr>
      <w:widowControl w:val="0"/>
      <w:wordWrap w:val="0"/>
      <w:autoSpaceDE w:val="0"/>
      <w:autoSpaceDN w:val="0"/>
    </w:pPr>
  </w:style>
  <w:style w:type="paragraph" w:customStyle="1" w:styleId="7C77A9E00FE9436CBFEA540CFCDA174B">
    <w:name w:val="7C77A9E00FE9436CBFEA540CFCDA174B"/>
    <w:pPr>
      <w:widowControl w:val="0"/>
      <w:wordWrap w:val="0"/>
      <w:autoSpaceDE w:val="0"/>
      <w:autoSpaceDN w:val="0"/>
    </w:pPr>
  </w:style>
  <w:style w:type="paragraph" w:customStyle="1" w:styleId="3C9B279927B54091BB4D3AED8EF9349A">
    <w:name w:val="3C9B279927B54091BB4D3AED8EF9349A"/>
    <w:pPr>
      <w:widowControl w:val="0"/>
      <w:wordWrap w:val="0"/>
      <w:autoSpaceDE w:val="0"/>
      <w:autoSpaceDN w:val="0"/>
    </w:pPr>
  </w:style>
  <w:style w:type="paragraph" w:customStyle="1" w:styleId="5840C17B1C7047D29183D1EC48A051D7">
    <w:name w:val="5840C17B1C7047D29183D1EC48A051D7"/>
    <w:pPr>
      <w:widowControl w:val="0"/>
      <w:wordWrap w:val="0"/>
      <w:autoSpaceDE w:val="0"/>
      <w:autoSpaceDN w:val="0"/>
    </w:pPr>
  </w:style>
  <w:style w:type="paragraph" w:customStyle="1" w:styleId="C8AB88C8BEF4449F8DFEB4859BD777D0">
    <w:name w:val="C8AB88C8BEF4449F8DFEB4859BD777D0"/>
    <w:pPr>
      <w:widowControl w:val="0"/>
      <w:wordWrap w:val="0"/>
      <w:autoSpaceDE w:val="0"/>
      <w:autoSpaceDN w:val="0"/>
    </w:pPr>
  </w:style>
  <w:style w:type="paragraph" w:customStyle="1" w:styleId="DDAA63F663A548218109C89B8DB7B68D">
    <w:name w:val="DDAA63F663A548218109C89B8DB7B68D"/>
    <w:pPr>
      <w:widowControl w:val="0"/>
      <w:wordWrap w:val="0"/>
      <w:autoSpaceDE w:val="0"/>
      <w:autoSpaceDN w:val="0"/>
    </w:pPr>
  </w:style>
  <w:style w:type="paragraph" w:customStyle="1" w:styleId="233B988FC91A4D409E07834900471678">
    <w:name w:val="233B988FC91A4D409E07834900471678"/>
    <w:pPr>
      <w:widowControl w:val="0"/>
      <w:wordWrap w:val="0"/>
      <w:autoSpaceDE w:val="0"/>
      <w:autoSpaceDN w:val="0"/>
    </w:pPr>
  </w:style>
  <w:style w:type="paragraph" w:customStyle="1" w:styleId="4C607E00443645108D23101B7753C56C">
    <w:name w:val="4C607E00443645108D23101B7753C56C"/>
    <w:pPr>
      <w:widowControl w:val="0"/>
      <w:wordWrap w:val="0"/>
      <w:autoSpaceDE w:val="0"/>
      <w:autoSpaceDN w:val="0"/>
    </w:pPr>
  </w:style>
  <w:style w:type="paragraph" w:customStyle="1" w:styleId="74EAFECD2D3340DDA93DDC7679356A51">
    <w:name w:val="74EAFECD2D3340DDA93DDC7679356A51"/>
    <w:pPr>
      <w:widowControl w:val="0"/>
      <w:wordWrap w:val="0"/>
      <w:autoSpaceDE w:val="0"/>
      <w:autoSpaceDN w:val="0"/>
    </w:pPr>
  </w:style>
  <w:style w:type="paragraph" w:customStyle="1" w:styleId="18614CE8271A4E3888D9BFC3D81D7C24">
    <w:name w:val="18614CE8271A4E3888D9BFC3D81D7C24"/>
    <w:pPr>
      <w:widowControl w:val="0"/>
      <w:wordWrap w:val="0"/>
      <w:autoSpaceDE w:val="0"/>
      <w:autoSpaceDN w:val="0"/>
    </w:pPr>
  </w:style>
  <w:style w:type="paragraph" w:customStyle="1" w:styleId="CDBEE064500E48EE9B18D6A95D51F3A4">
    <w:name w:val="CDBEE064500E48EE9B18D6A95D51F3A4"/>
    <w:pPr>
      <w:widowControl w:val="0"/>
      <w:wordWrap w:val="0"/>
      <w:autoSpaceDE w:val="0"/>
      <w:autoSpaceDN w:val="0"/>
    </w:pPr>
  </w:style>
  <w:style w:type="paragraph" w:customStyle="1" w:styleId="095005528B134D2389BCD2460114EE0B">
    <w:name w:val="095005528B134D2389BCD2460114EE0B"/>
    <w:pPr>
      <w:widowControl w:val="0"/>
      <w:wordWrap w:val="0"/>
      <w:autoSpaceDE w:val="0"/>
      <w:autoSpaceDN w:val="0"/>
    </w:pPr>
  </w:style>
  <w:style w:type="paragraph" w:customStyle="1" w:styleId="228F95B8A02440B5962A97B4A6EB8F15">
    <w:name w:val="228F95B8A02440B5962A97B4A6EB8F15"/>
    <w:pPr>
      <w:widowControl w:val="0"/>
      <w:wordWrap w:val="0"/>
      <w:autoSpaceDE w:val="0"/>
      <w:autoSpaceDN w:val="0"/>
    </w:pPr>
  </w:style>
  <w:style w:type="paragraph" w:customStyle="1" w:styleId="8FCA51DE62C14C76B21EDE11255F5043">
    <w:name w:val="8FCA51DE62C14C76B21EDE11255F5043"/>
    <w:pPr>
      <w:widowControl w:val="0"/>
      <w:wordWrap w:val="0"/>
      <w:autoSpaceDE w:val="0"/>
      <w:autoSpaceDN w:val="0"/>
    </w:pPr>
  </w:style>
  <w:style w:type="paragraph" w:customStyle="1" w:styleId="FDDF8B2702DB4ABD9EBF714BBBFA7F31">
    <w:name w:val="FDDF8B2702DB4ABD9EBF714BBBFA7F31"/>
    <w:rsid w:val="00E01625"/>
    <w:pPr>
      <w:widowControl w:val="0"/>
      <w:wordWrap w:val="0"/>
      <w:autoSpaceDE w:val="0"/>
      <w:autoSpaceDN w:val="0"/>
    </w:pPr>
  </w:style>
  <w:style w:type="paragraph" w:customStyle="1" w:styleId="9E907B323EE844719D58DD1A3091AB59">
    <w:name w:val="9E907B323EE844719D58DD1A3091AB59"/>
    <w:rsid w:val="00E01625"/>
    <w:pPr>
      <w:widowControl w:val="0"/>
      <w:wordWrap w:val="0"/>
      <w:autoSpaceDE w:val="0"/>
      <w:autoSpaceDN w:val="0"/>
    </w:pPr>
  </w:style>
  <w:style w:type="paragraph" w:customStyle="1" w:styleId="6785CB4F6A2842818436977309DC0C04">
    <w:name w:val="6785CB4F6A2842818436977309DC0C04"/>
    <w:rsid w:val="00E01625"/>
    <w:pPr>
      <w:widowControl w:val="0"/>
      <w:wordWrap w:val="0"/>
      <w:autoSpaceDE w:val="0"/>
      <w:autoSpaceDN w:val="0"/>
    </w:pPr>
  </w:style>
  <w:style w:type="paragraph" w:customStyle="1" w:styleId="E66F4325B177402DBC50CF1016769708">
    <w:name w:val="E66F4325B177402DBC50CF1016769708"/>
    <w:rsid w:val="00E01625"/>
    <w:pPr>
      <w:widowControl w:val="0"/>
      <w:wordWrap w:val="0"/>
      <w:autoSpaceDE w:val="0"/>
      <w:autoSpaceDN w:val="0"/>
    </w:pPr>
  </w:style>
  <w:style w:type="paragraph" w:customStyle="1" w:styleId="B0689808509146F08C8313AFA6B4EC61">
    <w:name w:val="B0689808509146F08C8313AFA6B4EC61"/>
    <w:rsid w:val="00E01625"/>
    <w:pPr>
      <w:widowControl w:val="0"/>
      <w:wordWrap w:val="0"/>
      <w:autoSpaceDE w:val="0"/>
      <w:autoSpaceDN w:val="0"/>
    </w:pPr>
  </w:style>
  <w:style w:type="paragraph" w:customStyle="1" w:styleId="E01217C06B264C7AA5DB48C8F9B03A84">
    <w:name w:val="E01217C06B264C7AA5DB48C8F9B03A84"/>
    <w:rsid w:val="00E01625"/>
    <w:pPr>
      <w:widowControl w:val="0"/>
      <w:wordWrap w:val="0"/>
      <w:autoSpaceDE w:val="0"/>
      <w:autoSpaceDN w:val="0"/>
    </w:pPr>
  </w:style>
  <w:style w:type="paragraph" w:customStyle="1" w:styleId="1760705F81214D1285B96DA1DEE47752">
    <w:name w:val="1760705F81214D1285B96DA1DEE47752"/>
    <w:rsid w:val="00E01625"/>
    <w:pPr>
      <w:widowControl w:val="0"/>
      <w:wordWrap w:val="0"/>
      <w:autoSpaceDE w:val="0"/>
      <w:autoSpaceDN w:val="0"/>
    </w:pPr>
  </w:style>
  <w:style w:type="paragraph" w:customStyle="1" w:styleId="899CE0D0E15E4E7D9A439462F93127BE">
    <w:name w:val="899CE0D0E15E4E7D9A439462F93127BE"/>
    <w:rsid w:val="00E01625"/>
    <w:pPr>
      <w:widowControl w:val="0"/>
      <w:wordWrap w:val="0"/>
      <w:autoSpaceDE w:val="0"/>
      <w:autoSpaceDN w:val="0"/>
    </w:pPr>
  </w:style>
  <w:style w:type="paragraph" w:customStyle="1" w:styleId="29596336538B4288A5C4082DFF7C05F7">
    <w:name w:val="29596336538B4288A5C4082DFF7C05F7"/>
    <w:rsid w:val="00E01625"/>
    <w:pPr>
      <w:widowControl w:val="0"/>
      <w:wordWrap w:val="0"/>
      <w:autoSpaceDE w:val="0"/>
      <w:autoSpaceDN w:val="0"/>
    </w:pPr>
  </w:style>
  <w:style w:type="paragraph" w:customStyle="1" w:styleId="473A5F1BED07451A9AD6E808BF778AB1">
    <w:name w:val="473A5F1BED07451A9AD6E808BF778AB1"/>
    <w:rsid w:val="00E01625"/>
    <w:pPr>
      <w:widowControl w:val="0"/>
      <w:wordWrap w:val="0"/>
      <w:autoSpaceDE w:val="0"/>
      <w:autoSpaceDN w:val="0"/>
    </w:pPr>
  </w:style>
  <w:style w:type="paragraph" w:customStyle="1" w:styleId="1198D0C0AE7349008EF44AFCC6E40C3C">
    <w:name w:val="1198D0C0AE7349008EF44AFCC6E40C3C"/>
    <w:rsid w:val="00E01625"/>
    <w:pPr>
      <w:widowControl w:val="0"/>
      <w:wordWrap w:val="0"/>
      <w:autoSpaceDE w:val="0"/>
      <w:autoSpaceDN w:val="0"/>
    </w:pPr>
  </w:style>
  <w:style w:type="paragraph" w:customStyle="1" w:styleId="6AA5A2129D4D4717948F7E41856F989D">
    <w:name w:val="6AA5A2129D4D4717948F7E41856F989D"/>
    <w:rsid w:val="00E01625"/>
    <w:pPr>
      <w:widowControl w:val="0"/>
      <w:wordWrap w:val="0"/>
      <w:autoSpaceDE w:val="0"/>
      <w:autoSpaceDN w:val="0"/>
    </w:pPr>
  </w:style>
  <w:style w:type="paragraph" w:customStyle="1" w:styleId="48565CACC3A44DE78B7BF80509CC1E62">
    <w:name w:val="48565CACC3A44DE78B7BF80509CC1E62"/>
    <w:rsid w:val="00E01625"/>
    <w:pPr>
      <w:widowControl w:val="0"/>
      <w:wordWrap w:val="0"/>
      <w:autoSpaceDE w:val="0"/>
      <w:autoSpaceDN w:val="0"/>
    </w:pPr>
  </w:style>
  <w:style w:type="paragraph" w:customStyle="1" w:styleId="296B43BEDC2B4738B3988B376DFFCA8F">
    <w:name w:val="296B43BEDC2B4738B3988B376DFFCA8F"/>
    <w:rsid w:val="00E01625"/>
    <w:pPr>
      <w:widowControl w:val="0"/>
      <w:wordWrap w:val="0"/>
      <w:autoSpaceDE w:val="0"/>
      <w:autoSpaceDN w:val="0"/>
    </w:pPr>
  </w:style>
  <w:style w:type="paragraph" w:customStyle="1" w:styleId="0719D7684092400AB0F2F3E4177FD93B">
    <w:name w:val="0719D7684092400AB0F2F3E4177FD93B"/>
    <w:rsid w:val="00E01625"/>
    <w:pPr>
      <w:widowControl w:val="0"/>
      <w:wordWrap w:val="0"/>
      <w:autoSpaceDE w:val="0"/>
      <w:autoSpaceDN w:val="0"/>
    </w:pPr>
  </w:style>
  <w:style w:type="paragraph" w:customStyle="1" w:styleId="64B64630C28B48C68CF63083562427D0">
    <w:name w:val="64B64630C28B48C68CF63083562427D0"/>
    <w:rsid w:val="00E01625"/>
    <w:pPr>
      <w:widowControl w:val="0"/>
      <w:wordWrap w:val="0"/>
      <w:autoSpaceDE w:val="0"/>
      <w:autoSpaceDN w:val="0"/>
    </w:pPr>
  </w:style>
  <w:style w:type="paragraph" w:customStyle="1" w:styleId="444B0D6FFF154026ABF058D8F5CC3558">
    <w:name w:val="444B0D6FFF154026ABF058D8F5CC3558"/>
    <w:rsid w:val="00E01625"/>
    <w:pPr>
      <w:widowControl w:val="0"/>
      <w:wordWrap w:val="0"/>
      <w:autoSpaceDE w:val="0"/>
      <w:autoSpaceDN w:val="0"/>
    </w:pPr>
  </w:style>
  <w:style w:type="paragraph" w:customStyle="1" w:styleId="F6BD7E06324F436DB7FC1E70AC4D2A41">
    <w:name w:val="F6BD7E06324F436DB7FC1E70AC4D2A41"/>
    <w:rsid w:val="00E01625"/>
    <w:pPr>
      <w:widowControl w:val="0"/>
      <w:wordWrap w:val="0"/>
      <w:autoSpaceDE w:val="0"/>
      <w:autoSpaceDN w:val="0"/>
    </w:pPr>
  </w:style>
  <w:style w:type="paragraph" w:customStyle="1" w:styleId="9F932D99AC064AB08B8EBADA41A487F6">
    <w:name w:val="9F932D99AC064AB08B8EBADA41A487F6"/>
    <w:rsid w:val="00E01625"/>
    <w:pPr>
      <w:widowControl w:val="0"/>
      <w:wordWrap w:val="0"/>
      <w:autoSpaceDE w:val="0"/>
      <w:autoSpaceDN w:val="0"/>
    </w:pPr>
  </w:style>
  <w:style w:type="paragraph" w:customStyle="1" w:styleId="39C8E8FA52A542049DF7BD49E6926F62">
    <w:name w:val="39C8E8FA52A542049DF7BD49E6926F62"/>
    <w:rsid w:val="00E01625"/>
    <w:pPr>
      <w:widowControl w:val="0"/>
      <w:wordWrap w:val="0"/>
      <w:autoSpaceDE w:val="0"/>
      <w:autoSpaceDN w:val="0"/>
    </w:pPr>
  </w:style>
  <w:style w:type="paragraph" w:customStyle="1" w:styleId="8B4502048697455BB4A92017E6C1FA0B">
    <w:name w:val="8B4502048697455BB4A92017E6C1FA0B"/>
    <w:rsid w:val="00E01625"/>
    <w:pPr>
      <w:widowControl w:val="0"/>
      <w:wordWrap w:val="0"/>
      <w:autoSpaceDE w:val="0"/>
      <w:autoSpaceDN w:val="0"/>
    </w:pPr>
  </w:style>
  <w:style w:type="paragraph" w:customStyle="1" w:styleId="4B0A57FEFBB1439FB2B8789FF7DDCE25">
    <w:name w:val="4B0A57FEFBB1439FB2B8789FF7DDCE25"/>
    <w:rsid w:val="00E01625"/>
    <w:pPr>
      <w:widowControl w:val="0"/>
      <w:wordWrap w:val="0"/>
      <w:autoSpaceDE w:val="0"/>
      <w:autoSpaceDN w:val="0"/>
    </w:pPr>
  </w:style>
  <w:style w:type="paragraph" w:customStyle="1" w:styleId="72256EFF798F4682AB9B3152BBAEB724">
    <w:name w:val="72256EFF798F4682AB9B3152BBAEB724"/>
    <w:rsid w:val="00E01625"/>
    <w:pPr>
      <w:widowControl w:val="0"/>
      <w:wordWrap w:val="0"/>
      <w:autoSpaceDE w:val="0"/>
      <w:autoSpaceDN w:val="0"/>
    </w:pPr>
  </w:style>
  <w:style w:type="paragraph" w:customStyle="1" w:styleId="EC2E661CCE90494DAADDE758E3B99407">
    <w:name w:val="EC2E661CCE90494DAADDE758E3B99407"/>
    <w:rsid w:val="00E01625"/>
    <w:pPr>
      <w:widowControl w:val="0"/>
      <w:wordWrap w:val="0"/>
      <w:autoSpaceDE w:val="0"/>
      <w:autoSpaceDN w:val="0"/>
    </w:pPr>
  </w:style>
  <w:style w:type="paragraph" w:customStyle="1" w:styleId="F5F0D6B6390943FE8AB15016ED961E13">
    <w:name w:val="F5F0D6B6390943FE8AB15016ED961E13"/>
    <w:rsid w:val="00E01625"/>
    <w:pPr>
      <w:widowControl w:val="0"/>
      <w:wordWrap w:val="0"/>
      <w:autoSpaceDE w:val="0"/>
      <w:autoSpaceDN w:val="0"/>
    </w:pPr>
  </w:style>
  <w:style w:type="paragraph" w:customStyle="1" w:styleId="9C254B642A124E3795927BD57A3CA338">
    <w:name w:val="9C254B642A124E3795927BD57A3CA338"/>
    <w:rsid w:val="00E01625"/>
    <w:pPr>
      <w:widowControl w:val="0"/>
      <w:wordWrap w:val="0"/>
      <w:autoSpaceDE w:val="0"/>
      <w:autoSpaceDN w:val="0"/>
    </w:pPr>
  </w:style>
  <w:style w:type="paragraph" w:customStyle="1" w:styleId="3BE8807C1CA94BA9A82AE89AF79E5550">
    <w:name w:val="3BE8807C1CA94BA9A82AE89AF79E5550"/>
    <w:rsid w:val="00E01625"/>
    <w:pPr>
      <w:widowControl w:val="0"/>
      <w:wordWrap w:val="0"/>
      <w:autoSpaceDE w:val="0"/>
      <w:autoSpaceDN w:val="0"/>
    </w:pPr>
  </w:style>
  <w:style w:type="paragraph" w:customStyle="1" w:styleId="758339A73CB2464789840C56349C7FAE">
    <w:name w:val="758339A73CB2464789840C56349C7FAE"/>
    <w:rsid w:val="00E01625"/>
    <w:pPr>
      <w:widowControl w:val="0"/>
      <w:wordWrap w:val="0"/>
      <w:autoSpaceDE w:val="0"/>
      <w:autoSpaceDN w:val="0"/>
    </w:pPr>
  </w:style>
  <w:style w:type="paragraph" w:customStyle="1" w:styleId="C4BB225F02364647AABF7BB458F1755A">
    <w:name w:val="C4BB225F02364647AABF7BB458F1755A"/>
    <w:rsid w:val="00E01625"/>
    <w:pPr>
      <w:widowControl w:val="0"/>
      <w:wordWrap w:val="0"/>
      <w:autoSpaceDE w:val="0"/>
      <w:autoSpaceDN w:val="0"/>
    </w:pPr>
  </w:style>
  <w:style w:type="paragraph" w:customStyle="1" w:styleId="EB8892A1BB134022A632FA61FC406C3D">
    <w:name w:val="EB8892A1BB134022A632FA61FC406C3D"/>
    <w:rsid w:val="00E01625"/>
    <w:pPr>
      <w:widowControl w:val="0"/>
      <w:wordWrap w:val="0"/>
      <w:autoSpaceDE w:val="0"/>
      <w:autoSpaceDN w:val="0"/>
    </w:pPr>
  </w:style>
  <w:style w:type="paragraph" w:customStyle="1" w:styleId="8919A8E984FE4E948B8C6844A993BC4A">
    <w:name w:val="8919A8E984FE4E948B8C6844A993BC4A"/>
    <w:rsid w:val="00E01625"/>
    <w:pPr>
      <w:widowControl w:val="0"/>
      <w:wordWrap w:val="0"/>
      <w:autoSpaceDE w:val="0"/>
      <w:autoSpaceDN w:val="0"/>
    </w:pPr>
  </w:style>
  <w:style w:type="paragraph" w:customStyle="1" w:styleId="91B9A63EE002491A82C09145DE24CD88">
    <w:name w:val="91B9A63EE002491A82C09145DE24CD88"/>
    <w:rsid w:val="00E01625"/>
    <w:pPr>
      <w:widowControl w:val="0"/>
      <w:wordWrap w:val="0"/>
      <w:autoSpaceDE w:val="0"/>
      <w:autoSpaceDN w:val="0"/>
    </w:pPr>
  </w:style>
  <w:style w:type="paragraph" w:customStyle="1" w:styleId="23D8034C37EF41C799F47E27B6F5C68D">
    <w:name w:val="23D8034C37EF41C799F47E27B6F5C68D"/>
    <w:rsid w:val="00E01625"/>
    <w:pPr>
      <w:widowControl w:val="0"/>
      <w:wordWrap w:val="0"/>
      <w:autoSpaceDE w:val="0"/>
      <w:autoSpaceDN w:val="0"/>
    </w:pPr>
  </w:style>
  <w:style w:type="paragraph" w:customStyle="1" w:styleId="DAB92594D397403ABB86D0E9FF4AD526">
    <w:name w:val="DAB92594D397403ABB86D0E9FF4AD526"/>
    <w:rsid w:val="00E01625"/>
    <w:pPr>
      <w:widowControl w:val="0"/>
      <w:wordWrap w:val="0"/>
      <w:autoSpaceDE w:val="0"/>
      <w:autoSpaceDN w:val="0"/>
    </w:pPr>
  </w:style>
  <w:style w:type="paragraph" w:customStyle="1" w:styleId="F71E2CC3B2404D3396498219AB3309E0">
    <w:name w:val="F71E2CC3B2404D3396498219AB3309E0"/>
    <w:rsid w:val="00E01625"/>
    <w:pPr>
      <w:widowControl w:val="0"/>
      <w:wordWrap w:val="0"/>
      <w:autoSpaceDE w:val="0"/>
      <w:autoSpaceDN w:val="0"/>
    </w:pPr>
  </w:style>
  <w:style w:type="paragraph" w:customStyle="1" w:styleId="7B7E9CEF4F9F438BB2D7881D724450FB">
    <w:name w:val="7B7E9CEF4F9F438BB2D7881D724450FB"/>
    <w:rsid w:val="00E01625"/>
    <w:pPr>
      <w:widowControl w:val="0"/>
      <w:wordWrap w:val="0"/>
      <w:autoSpaceDE w:val="0"/>
      <w:autoSpaceDN w:val="0"/>
    </w:pPr>
  </w:style>
  <w:style w:type="paragraph" w:customStyle="1" w:styleId="AE5C63216BE6475BBDEF8A97D36186C4">
    <w:name w:val="AE5C63216BE6475BBDEF8A97D36186C4"/>
    <w:rsid w:val="00E01625"/>
    <w:pPr>
      <w:widowControl w:val="0"/>
      <w:wordWrap w:val="0"/>
      <w:autoSpaceDE w:val="0"/>
      <w:autoSpaceDN w:val="0"/>
    </w:pPr>
  </w:style>
  <w:style w:type="paragraph" w:customStyle="1" w:styleId="C6249B7DF3B344BEBCEB34BC2311B060">
    <w:name w:val="C6249B7DF3B344BEBCEB34BC2311B060"/>
    <w:rsid w:val="00E01625"/>
    <w:pPr>
      <w:widowControl w:val="0"/>
      <w:wordWrap w:val="0"/>
      <w:autoSpaceDE w:val="0"/>
      <w:autoSpaceDN w:val="0"/>
    </w:pPr>
  </w:style>
  <w:style w:type="paragraph" w:customStyle="1" w:styleId="D3D0D9EB22B14CD98D3EF9D17E0AEA09">
    <w:name w:val="D3D0D9EB22B14CD98D3EF9D17E0AEA09"/>
    <w:rsid w:val="00E01625"/>
    <w:pPr>
      <w:widowControl w:val="0"/>
      <w:wordWrap w:val="0"/>
      <w:autoSpaceDE w:val="0"/>
      <w:autoSpaceDN w:val="0"/>
    </w:pPr>
  </w:style>
  <w:style w:type="paragraph" w:customStyle="1" w:styleId="31E14EC67ADD4BE5B8A5954463E7CFC6">
    <w:name w:val="31E14EC67ADD4BE5B8A5954463E7CFC6"/>
    <w:rsid w:val="00E01625"/>
    <w:pPr>
      <w:widowControl w:val="0"/>
      <w:wordWrap w:val="0"/>
      <w:autoSpaceDE w:val="0"/>
      <w:autoSpaceDN w:val="0"/>
    </w:pPr>
  </w:style>
  <w:style w:type="paragraph" w:customStyle="1" w:styleId="6C18369AFC1D4063B5B2B426F5756E5E">
    <w:name w:val="6C18369AFC1D4063B5B2B426F5756E5E"/>
    <w:rsid w:val="00E01625"/>
    <w:pPr>
      <w:widowControl w:val="0"/>
      <w:wordWrap w:val="0"/>
      <w:autoSpaceDE w:val="0"/>
      <w:autoSpaceDN w:val="0"/>
    </w:pPr>
  </w:style>
  <w:style w:type="paragraph" w:customStyle="1" w:styleId="2FD9B2030BEA4DD29C87CBAE7334276E">
    <w:name w:val="2FD9B2030BEA4DD29C87CBAE7334276E"/>
    <w:rsid w:val="00E01625"/>
    <w:pPr>
      <w:widowControl w:val="0"/>
      <w:wordWrap w:val="0"/>
      <w:autoSpaceDE w:val="0"/>
      <w:autoSpaceDN w:val="0"/>
    </w:pPr>
  </w:style>
  <w:style w:type="paragraph" w:customStyle="1" w:styleId="49D3F3B27FBE4E1A949C0C9ED37F454E">
    <w:name w:val="49D3F3B27FBE4E1A949C0C9ED37F454E"/>
    <w:rsid w:val="00E01625"/>
    <w:pPr>
      <w:widowControl w:val="0"/>
      <w:wordWrap w:val="0"/>
      <w:autoSpaceDE w:val="0"/>
      <w:autoSpaceDN w:val="0"/>
    </w:pPr>
  </w:style>
  <w:style w:type="paragraph" w:customStyle="1" w:styleId="58C792E95B52468EA5201D134E2B2E99">
    <w:name w:val="58C792E95B52468EA5201D134E2B2E99"/>
    <w:rsid w:val="00E01625"/>
    <w:pPr>
      <w:widowControl w:val="0"/>
      <w:wordWrap w:val="0"/>
      <w:autoSpaceDE w:val="0"/>
      <w:autoSpaceDN w:val="0"/>
    </w:pPr>
  </w:style>
  <w:style w:type="paragraph" w:customStyle="1" w:styleId="5D75B64B63FC4431A288AF83D4BEB70D">
    <w:name w:val="5D75B64B63FC4431A288AF83D4BEB70D"/>
    <w:rsid w:val="00E01625"/>
    <w:pPr>
      <w:widowControl w:val="0"/>
      <w:wordWrap w:val="0"/>
      <w:autoSpaceDE w:val="0"/>
      <w:autoSpaceDN w:val="0"/>
    </w:pPr>
  </w:style>
  <w:style w:type="paragraph" w:customStyle="1" w:styleId="CD5FAB5F87EB49FDA54060C314509905">
    <w:name w:val="CD5FAB5F87EB49FDA54060C314509905"/>
    <w:rsid w:val="00E01625"/>
    <w:pPr>
      <w:widowControl w:val="0"/>
      <w:wordWrap w:val="0"/>
      <w:autoSpaceDE w:val="0"/>
      <w:autoSpaceDN w:val="0"/>
    </w:pPr>
  </w:style>
  <w:style w:type="paragraph" w:customStyle="1" w:styleId="EB8E4EBC6B204DEA8211EB7CC78D045A">
    <w:name w:val="EB8E4EBC6B204DEA8211EB7CC78D045A"/>
    <w:rsid w:val="00E01625"/>
    <w:pPr>
      <w:widowControl w:val="0"/>
      <w:wordWrap w:val="0"/>
      <w:autoSpaceDE w:val="0"/>
      <w:autoSpaceDN w:val="0"/>
    </w:pPr>
  </w:style>
  <w:style w:type="paragraph" w:customStyle="1" w:styleId="372F31A73C5A4A5CBAB09A39CF421B6B">
    <w:name w:val="372F31A73C5A4A5CBAB09A39CF421B6B"/>
    <w:rsid w:val="00E01625"/>
    <w:pPr>
      <w:widowControl w:val="0"/>
      <w:wordWrap w:val="0"/>
      <w:autoSpaceDE w:val="0"/>
      <w:autoSpaceDN w:val="0"/>
    </w:pPr>
  </w:style>
  <w:style w:type="paragraph" w:customStyle="1" w:styleId="48D619B46BBE4A91A0673D0C04542C91">
    <w:name w:val="48D619B46BBE4A91A0673D0C04542C91"/>
    <w:rsid w:val="00E01625"/>
    <w:pPr>
      <w:widowControl w:val="0"/>
      <w:wordWrap w:val="0"/>
      <w:autoSpaceDE w:val="0"/>
      <w:autoSpaceDN w:val="0"/>
    </w:pPr>
  </w:style>
  <w:style w:type="paragraph" w:customStyle="1" w:styleId="F6091BFFC09B46A8800B8D84905716B8">
    <w:name w:val="F6091BFFC09B46A8800B8D84905716B8"/>
    <w:rsid w:val="00E01625"/>
    <w:pPr>
      <w:widowControl w:val="0"/>
      <w:wordWrap w:val="0"/>
      <w:autoSpaceDE w:val="0"/>
      <w:autoSpaceDN w:val="0"/>
    </w:pPr>
  </w:style>
  <w:style w:type="paragraph" w:customStyle="1" w:styleId="815782B78A36487797EB73A9D07D10FA">
    <w:name w:val="815782B78A36487797EB73A9D07D10FA"/>
    <w:rsid w:val="00E01625"/>
    <w:pPr>
      <w:widowControl w:val="0"/>
      <w:wordWrap w:val="0"/>
      <w:autoSpaceDE w:val="0"/>
      <w:autoSpaceDN w:val="0"/>
    </w:pPr>
  </w:style>
  <w:style w:type="paragraph" w:customStyle="1" w:styleId="394CECB8E52340CA9DC398C5D725FAA8">
    <w:name w:val="394CECB8E52340CA9DC398C5D725FAA8"/>
    <w:rsid w:val="00E01625"/>
    <w:pPr>
      <w:widowControl w:val="0"/>
      <w:wordWrap w:val="0"/>
      <w:autoSpaceDE w:val="0"/>
      <w:autoSpaceDN w:val="0"/>
    </w:pPr>
  </w:style>
  <w:style w:type="paragraph" w:customStyle="1" w:styleId="2A03BCE089604D5A9DCD51E563F3A28A">
    <w:name w:val="2A03BCE089604D5A9DCD51E563F3A28A"/>
    <w:rsid w:val="00E01625"/>
    <w:pPr>
      <w:widowControl w:val="0"/>
      <w:wordWrap w:val="0"/>
      <w:autoSpaceDE w:val="0"/>
      <w:autoSpaceDN w:val="0"/>
    </w:pPr>
  </w:style>
  <w:style w:type="paragraph" w:customStyle="1" w:styleId="1CF4676B614140C09EF27F3E0C3E4932">
    <w:name w:val="1CF4676B614140C09EF27F3E0C3E4932"/>
    <w:rsid w:val="00E01625"/>
    <w:pPr>
      <w:widowControl w:val="0"/>
      <w:wordWrap w:val="0"/>
      <w:autoSpaceDE w:val="0"/>
      <w:autoSpaceDN w:val="0"/>
    </w:pPr>
  </w:style>
  <w:style w:type="paragraph" w:customStyle="1" w:styleId="EE39A388A39A41238F467410E8002E3F">
    <w:name w:val="EE39A388A39A41238F467410E8002E3F"/>
    <w:rsid w:val="00E01625"/>
    <w:pPr>
      <w:widowControl w:val="0"/>
      <w:wordWrap w:val="0"/>
      <w:autoSpaceDE w:val="0"/>
      <w:autoSpaceDN w:val="0"/>
    </w:pPr>
  </w:style>
  <w:style w:type="paragraph" w:customStyle="1" w:styleId="90B4FF85F4DC41279E8F8AFCCCB9ABAD">
    <w:name w:val="90B4FF85F4DC41279E8F8AFCCCB9ABAD"/>
    <w:rsid w:val="00E01625"/>
    <w:pPr>
      <w:widowControl w:val="0"/>
      <w:wordWrap w:val="0"/>
      <w:autoSpaceDE w:val="0"/>
      <w:autoSpaceDN w:val="0"/>
    </w:pPr>
  </w:style>
  <w:style w:type="paragraph" w:customStyle="1" w:styleId="785F2DDF57744CE7AEA24A98CE0626A1">
    <w:name w:val="785F2DDF57744CE7AEA24A98CE0626A1"/>
    <w:rsid w:val="00E01625"/>
    <w:pPr>
      <w:widowControl w:val="0"/>
      <w:wordWrap w:val="0"/>
      <w:autoSpaceDE w:val="0"/>
      <w:autoSpaceDN w:val="0"/>
    </w:pPr>
  </w:style>
  <w:style w:type="paragraph" w:customStyle="1" w:styleId="031397D60E264AEC8087429AFF4241AA">
    <w:name w:val="031397D60E264AEC8087429AFF4241AA"/>
    <w:rsid w:val="00E01625"/>
    <w:pPr>
      <w:widowControl w:val="0"/>
      <w:wordWrap w:val="0"/>
      <w:autoSpaceDE w:val="0"/>
      <w:autoSpaceDN w:val="0"/>
    </w:pPr>
  </w:style>
  <w:style w:type="paragraph" w:customStyle="1" w:styleId="A21A6C6B1DB44626864ED1A249967BAC">
    <w:name w:val="A21A6C6B1DB44626864ED1A249967BAC"/>
    <w:rsid w:val="00E01625"/>
    <w:pPr>
      <w:widowControl w:val="0"/>
      <w:wordWrap w:val="0"/>
      <w:autoSpaceDE w:val="0"/>
      <w:autoSpaceDN w:val="0"/>
    </w:pPr>
  </w:style>
  <w:style w:type="paragraph" w:customStyle="1" w:styleId="3631BE7E8A0F40249609056F3E238D93">
    <w:name w:val="3631BE7E8A0F40249609056F3E238D93"/>
    <w:rsid w:val="00E01625"/>
    <w:pPr>
      <w:widowControl w:val="0"/>
      <w:wordWrap w:val="0"/>
      <w:autoSpaceDE w:val="0"/>
      <w:autoSpaceDN w:val="0"/>
    </w:pPr>
  </w:style>
  <w:style w:type="paragraph" w:customStyle="1" w:styleId="60A0664DEFAC4B458A2F146A615B515F">
    <w:name w:val="60A0664DEFAC4B458A2F146A615B515F"/>
    <w:rsid w:val="00E01625"/>
    <w:pPr>
      <w:widowControl w:val="0"/>
      <w:wordWrap w:val="0"/>
      <w:autoSpaceDE w:val="0"/>
      <w:autoSpaceDN w:val="0"/>
    </w:pPr>
  </w:style>
  <w:style w:type="paragraph" w:customStyle="1" w:styleId="A2AB8431622F417CB52D97FAE1512469">
    <w:name w:val="A2AB8431622F417CB52D97FAE1512469"/>
    <w:rsid w:val="00E01625"/>
    <w:pPr>
      <w:widowControl w:val="0"/>
      <w:wordWrap w:val="0"/>
      <w:autoSpaceDE w:val="0"/>
      <w:autoSpaceDN w:val="0"/>
    </w:pPr>
  </w:style>
  <w:style w:type="paragraph" w:customStyle="1" w:styleId="F114A9D635E54C72BB4D93D7D9AD934C">
    <w:name w:val="F114A9D635E54C72BB4D93D7D9AD934C"/>
    <w:rsid w:val="00E01625"/>
    <w:pPr>
      <w:widowControl w:val="0"/>
      <w:wordWrap w:val="0"/>
      <w:autoSpaceDE w:val="0"/>
      <w:autoSpaceDN w:val="0"/>
    </w:pPr>
  </w:style>
  <w:style w:type="paragraph" w:customStyle="1" w:styleId="CF9FA16FFE5443E1A026BD6E2AD2986C">
    <w:name w:val="CF9FA16FFE5443E1A026BD6E2AD2986C"/>
    <w:rsid w:val="00E01625"/>
    <w:pPr>
      <w:widowControl w:val="0"/>
      <w:wordWrap w:val="0"/>
      <w:autoSpaceDE w:val="0"/>
      <w:autoSpaceDN w:val="0"/>
    </w:pPr>
  </w:style>
  <w:style w:type="paragraph" w:customStyle="1" w:styleId="BDC1FBE2EDD2468D9210CDDE4AF01A00">
    <w:name w:val="BDC1FBE2EDD2468D9210CDDE4AF01A00"/>
    <w:rsid w:val="00E01625"/>
    <w:pPr>
      <w:widowControl w:val="0"/>
      <w:wordWrap w:val="0"/>
      <w:autoSpaceDE w:val="0"/>
      <w:autoSpaceDN w:val="0"/>
    </w:pPr>
  </w:style>
  <w:style w:type="paragraph" w:customStyle="1" w:styleId="7577A5C87284467FB4AEB4E896235814">
    <w:name w:val="7577A5C87284467FB4AEB4E896235814"/>
    <w:rsid w:val="00E01625"/>
    <w:pPr>
      <w:widowControl w:val="0"/>
      <w:wordWrap w:val="0"/>
      <w:autoSpaceDE w:val="0"/>
      <w:autoSpaceDN w:val="0"/>
    </w:pPr>
  </w:style>
  <w:style w:type="paragraph" w:customStyle="1" w:styleId="028F689CA0394EEC9E5D2F2A3061ED79">
    <w:name w:val="028F689CA0394EEC9E5D2F2A3061ED79"/>
    <w:rsid w:val="00B93E8F"/>
    <w:pPr>
      <w:widowControl w:val="0"/>
      <w:wordWrap w:val="0"/>
      <w:autoSpaceDE w:val="0"/>
      <w:autoSpaceDN w:val="0"/>
    </w:pPr>
  </w:style>
  <w:style w:type="paragraph" w:customStyle="1" w:styleId="FC7DD5BC9140444981DBF6AB2D25D9AB">
    <w:name w:val="FC7DD5BC9140444981DBF6AB2D25D9AB"/>
    <w:rsid w:val="00B93E8F"/>
    <w:pPr>
      <w:widowControl w:val="0"/>
      <w:wordWrap w:val="0"/>
      <w:autoSpaceDE w:val="0"/>
      <w:autoSpaceDN w:val="0"/>
    </w:pPr>
  </w:style>
  <w:style w:type="paragraph" w:customStyle="1" w:styleId="D1972E9180E449179EE67250A4B49F1A">
    <w:name w:val="D1972E9180E449179EE67250A4B49F1A"/>
    <w:rsid w:val="00B93E8F"/>
    <w:pPr>
      <w:widowControl w:val="0"/>
      <w:wordWrap w:val="0"/>
      <w:autoSpaceDE w:val="0"/>
      <w:autoSpaceDN w:val="0"/>
    </w:pPr>
  </w:style>
  <w:style w:type="paragraph" w:customStyle="1" w:styleId="1678BDA2304A4E83BAE359305D24E1D2">
    <w:name w:val="1678BDA2304A4E83BAE359305D24E1D2"/>
    <w:rsid w:val="00B93E8F"/>
    <w:pPr>
      <w:widowControl w:val="0"/>
      <w:wordWrap w:val="0"/>
      <w:autoSpaceDE w:val="0"/>
      <w:autoSpaceDN w:val="0"/>
    </w:pPr>
  </w:style>
  <w:style w:type="paragraph" w:customStyle="1" w:styleId="C44CCE22FB224C908DBFEC605A7DD062">
    <w:name w:val="C44CCE22FB224C908DBFEC605A7DD062"/>
    <w:rsid w:val="00B93E8F"/>
    <w:pPr>
      <w:widowControl w:val="0"/>
      <w:wordWrap w:val="0"/>
      <w:autoSpaceDE w:val="0"/>
      <w:autoSpaceDN w:val="0"/>
    </w:pPr>
  </w:style>
  <w:style w:type="paragraph" w:customStyle="1" w:styleId="2340BED991A24778AABB832A5BF5A291">
    <w:name w:val="2340BED991A24778AABB832A5BF5A291"/>
    <w:rsid w:val="00B93E8F"/>
    <w:pPr>
      <w:widowControl w:val="0"/>
      <w:wordWrap w:val="0"/>
      <w:autoSpaceDE w:val="0"/>
      <w:autoSpaceDN w:val="0"/>
    </w:pPr>
  </w:style>
  <w:style w:type="paragraph" w:customStyle="1" w:styleId="012388F53327467BB9CA7758904A83C5">
    <w:name w:val="012388F53327467BB9CA7758904A83C5"/>
    <w:rsid w:val="00B93E8F"/>
    <w:pPr>
      <w:widowControl w:val="0"/>
      <w:wordWrap w:val="0"/>
      <w:autoSpaceDE w:val="0"/>
      <w:autoSpaceDN w:val="0"/>
    </w:pPr>
  </w:style>
  <w:style w:type="paragraph" w:customStyle="1" w:styleId="D7BC0F43B07B4222B723F7AFC535231F">
    <w:name w:val="D7BC0F43B07B4222B723F7AFC535231F"/>
    <w:rsid w:val="00B93E8F"/>
    <w:pPr>
      <w:widowControl w:val="0"/>
      <w:wordWrap w:val="0"/>
      <w:autoSpaceDE w:val="0"/>
      <w:autoSpaceDN w:val="0"/>
    </w:pPr>
  </w:style>
  <w:style w:type="paragraph" w:customStyle="1" w:styleId="F9C1539799DB45BAA1D849A7DEEDF7F1">
    <w:name w:val="F9C1539799DB45BAA1D849A7DEEDF7F1"/>
    <w:rsid w:val="00B93E8F"/>
    <w:pPr>
      <w:widowControl w:val="0"/>
      <w:wordWrap w:val="0"/>
      <w:autoSpaceDE w:val="0"/>
      <w:autoSpaceDN w:val="0"/>
    </w:pPr>
  </w:style>
  <w:style w:type="paragraph" w:customStyle="1" w:styleId="5C7D24C59A144AB89A556B248C76D492">
    <w:name w:val="5C7D24C59A144AB89A556B248C76D492"/>
    <w:rsid w:val="00B93E8F"/>
    <w:pPr>
      <w:widowControl w:val="0"/>
      <w:wordWrap w:val="0"/>
      <w:autoSpaceDE w:val="0"/>
      <w:autoSpaceDN w:val="0"/>
    </w:pPr>
  </w:style>
  <w:style w:type="paragraph" w:customStyle="1" w:styleId="EDA2783A930C48148E890D54205508BC">
    <w:name w:val="EDA2783A930C48148E890D54205508BC"/>
    <w:rsid w:val="00B93E8F"/>
    <w:pPr>
      <w:widowControl w:val="0"/>
      <w:wordWrap w:val="0"/>
      <w:autoSpaceDE w:val="0"/>
      <w:autoSpaceDN w:val="0"/>
    </w:pPr>
  </w:style>
  <w:style w:type="paragraph" w:customStyle="1" w:styleId="8223876B91C449188CDC0AB889C37269">
    <w:name w:val="8223876B91C449188CDC0AB889C37269"/>
    <w:rsid w:val="00B93E8F"/>
    <w:pPr>
      <w:widowControl w:val="0"/>
      <w:wordWrap w:val="0"/>
      <w:autoSpaceDE w:val="0"/>
      <w:autoSpaceDN w:val="0"/>
    </w:pPr>
  </w:style>
  <w:style w:type="paragraph" w:customStyle="1" w:styleId="1AB705C7A7A443FBAB50879EAA6F8CF3">
    <w:name w:val="1AB705C7A7A443FBAB50879EAA6F8CF3"/>
    <w:rsid w:val="00B93E8F"/>
    <w:pPr>
      <w:widowControl w:val="0"/>
      <w:wordWrap w:val="0"/>
      <w:autoSpaceDE w:val="0"/>
      <w:autoSpaceDN w:val="0"/>
    </w:pPr>
  </w:style>
  <w:style w:type="paragraph" w:customStyle="1" w:styleId="8DDE1B9790E442F7975BFE4FCEE22F13">
    <w:name w:val="8DDE1B9790E442F7975BFE4FCEE22F13"/>
    <w:rsid w:val="00B93E8F"/>
    <w:pPr>
      <w:widowControl w:val="0"/>
      <w:wordWrap w:val="0"/>
      <w:autoSpaceDE w:val="0"/>
      <w:autoSpaceDN w:val="0"/>
    </w:pPr>
  </w:style>
  <w:style w:type="paragraph" w:customStyle="1" w:styleId="A0E499172E0A417FBBB3E4A29B3F84AE">
    <w:name w:val="A0E499172E0A417FBBB3E4A29B3F84AE"/>
    <w:rsid w:val="0084150C"/>
    <w:pPr>
      <w:widowControl w:val="0"/>
      <w:wordWrap w:val="0"/>
      <w:autoSpaceDE w:val="0"/>
      <w:autoSpaceDN w:val="0"/>
    </w:pPr>
  </w:style>
  <w:style w:type="paragraph" w:customStyle="1" w:styleId="B9DF7A406D57495BBADCC0AF40DE5A83">
    <w:name w:val="B9DF7A406D57495BBADCC0AF40DE5A83"/>
    <w:rsid w:val="0084150C"/>
    <w:pPr>
      <w:widowControl w:val="0"/>
      <w:wordWrap w:val="0"/>
      <w:autoSpaceDE w:val="0"/>
      <w:autoSpaceDN w:val="0"/>
    </w:pPr>
  </w:style>
  <w:style w:type="paragraph" w:customStyle="1" w:styleId="236509820DC64933BFD70AE3CF75AAE2">
    <w:name w:val="236509820DC64933BFD70AE3CF75AAE2"/>
    <w:rsid w:val="0084150C"/>
    <w:pPr>
      <w:widowControl w:val="0"/>
      <w:wordWrap w:val="0"/>
      <w:autoSpaceDE w:val="0"/>
      <w:autoSpaceDN w:val="0"/>
    </w:pPr>
  </w:style>
  <w:style w:type="paragraph" w:customStyle="1" w:styleId="5317B1931B7A41E3BFEE821D3F9D7D20">
    <w:name w:val="5317B1931B7A41E3BFEE821D3F9D7D20"/>
    <w:rsid w:val="0084150C"/>
    <w:pPr>
      <w:widowControl w:val="0"/>
      <w:wordWrap w:val="0"/>
      <w:autoSpaceDE w:val="0"/>
      <w:autoSpaceDN w:val="0"/>
    </w:pPr>
  </w:style>
  <w:style w:type="paragraph" w:customStyle="1" w:styleId="7DCECFDEC920469FB7EC1F68C7A96170">
    <w:name w:val="7DCECFDEC920469FB7EC1F68C7A96170"/>
    <w:rsid w:val="0084150C"/>
    <w:pPr>
      <w:widowControl w:val="0"/>
      <w:wordWrap w:val="0"/>
      <w:autoSpaceDE w:val="0"/>
      <w:autoSpaceDN w:val="0"/>
    </w:pPr>
  </w:style>
  <w:style w:type="paragraph" w:customStyle="1" w:styleId="21D929D7F6B04F71A1ACB447FB8AA926">
    <w:name w:val="21D929D7F6B04F71A1ACB447FB8AA926"/>
    <w:rsid w:val="0084150C"/>
    <w:pPr>
      <w:widowControl w:val="0"/>
      <w:wordWrap w:val="0"/>
      <w:autoSpaceDE w:val="0"/>
      <w:autoSpaceDN w:val="0"/>
    </w:pPr>
  </w:style>
  <w:style w:type="paragraph" w:customStyle="1" w:styleId="837A970C177A4625B96BD7031156780A">
    <w:name w:val="837A970C177A4625B96BD7031156780A"/>
    <w:rsid w:val="0084150C"/>
    <w:pPr>
      <w:widowControl w:val="0"/>
      <w:wordWrap w:val="0"/>
      <w:autoSpaceDE w:val="0"/>
      <w:autoSpaceDN w:val="0"/>
    </w:pPr>
  </w:style>
  <w:style w:type="paragraph" w:customStyle="1" w:styleId="560760C133814DE5B61772817A7B7FEA">
    <w:name w:val="560760C133814DE5B61772817A7B7FEA"/>
    <w:rsid w:val="0084150C"/>
    <w:pPr>
      <w:widowControl w:val="0"/>
      <w:wordWrap w:val="0"/>
      <w:autoSpaceDE w:val="0"/>
      <w:autoSpaceDN w:val="0"/>
    </w:pPr>
  </w:style>
  <w:style w:type="paragraph" w:customStyle="1" w:styleId="D01DA723C34D4E8484018EB0900C5109">
    <w:name w:val="D01DA723C34D4E8484018EB0900C5109"/>
    <w:rsid w:val="0084150C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>사용자 정의 룩앤필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A7DA40-C0FC-4FC0-BAF6-52498A126AB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0262f94-9f35-4ac3-9a90-690165a166b7"/>
    <ds:schemaRef ds:uri="http://purl.org/dc/terms/"/>
    <ds:schemaRef ds:uri="a4f35948-e619-41b3-aa29-22878b09cfd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4535D3-4845-4552-87EE-C993CDDD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MOO에서 디자인한 깔끔한 자기 소개서</Template>
  <TotalTime>729</TotalTime>
  <Pages>10</Pages>
  <Words>1300</Words>
  <Characters>7412</Characters>
  <Application>Microsoft Office Word</Application>
  <DocSecurity>0</DocSecurity>
  <Lines>61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안성현</dc:creator>
  <cp:keywords/>
  <dc:description/>
  <cp:lastModifiedBy>안성현</cp:lastModifiedBy>
  <cp:revision>179</cp:revision>
  <dcterms:created xsi:type="dcterms:W3CDTF">2018-10-29T13:47:00Z</dcterms:created>
  <dcterms:modified xsi:type="dcterms:W3CDTF">2018-11-03T03:22:00Z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