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FC03C6" w:rsidRPr="005424B3" w:rsidTr="00015AFC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FC03C6" w:rsidRPr="005424B3" w:rsidTr="0059680C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FC03C6" w:rsidRPr="005424B3" w:rsidRDefault="00567489" w:rsidP="00B13FE2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2044861746"/>
                      <w:placeholder>
                        <w:docPart w:val="61E7F8791C2D43E4B9847F3A9A944392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9458B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FC03C6" w:rsidRPr="005424B3" w:rsidRDefault="005D36F1" w:rsidP="00B13FE2">
                  <w:pPr>
                    <w:pStyle w:val="2"/>
                    <w:rPr>
                      <w:rFonts w:ascii="맑은 고딕" w:hAnsi="맑은 고딕"/>
                    </w:rPr>
                  </w:pPr>
                  <w:r w:rsidRPr="005D36F1">
                    <w:rPr>
                      <w:rFonts w:ascii="맑은 고딕" w:hAnsi="맑은 고딕"/>
                    </w:rPr>
                    <w:t>GUI_menubar</w:t>
                  </w:r>
                  <w:r w:rsidR="00015AFC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FC03C6" w:rsidRPr="005424B3" w:rsidTr="00FF7021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CE51AF" w:rsidRDefault="00CE51AF" w:rsidP="00CE51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Menu</w:t>
                  </w:r>
                </w:p>
                <w:p w:rsidR="002C1951" w:rsidRPr="00CE51AF" w:rsidRDefault="002C1951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 w:rsidR="00061B4A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 = Menu(win)</w:t>
                  </w: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win.config(menu=menu_bar) </w:t>
                  </w: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file_menu = Menu(menu_bar)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메뉴안에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=&gt;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기존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메뉴는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메뉴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틀이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됨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!</w:t>
                  </w:r>
                </w:p>
                <w:p w:rsidR="009C1332" w:rsidRPr="009C1332" w:rsidRDefault="009C1332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menu_bar.add_cascade(label=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"File"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,menu=file_menu)</w:t>
                  </w: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file_menu.add_command(label=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"New"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8A6B5E" w:rsidRDefault="008A6B5E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이벤트순환문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실행</w:t>
                  </w:r>
                </w:p>
                <w:p w:rsidR="00061B4A" w:rsidRDefault="00061B4A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61B4A" w:rsidRDefault="00061B4A" w:rsidP="008A6B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FC03C6" w:rsidRDefault="008A6B5E" w:rsidP="008A6B5E">
                  <w:pPr>
                    <w:pStyle w:val="af9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win.mainloop()</w:t>
                  </w:r>
                </w:p>
                <w:p w:rsidR="00061B4A" w:rsidRDefault="00061B4A" w:rsidP="00061B4A"/>
                <w:p w:rsidR="00061B4A" w:rsidRPr="00061B4A" w:rsidRDefault="00061B4A" w:rsidP="00061B4A">
                  <w:r>
                    <w:rPr>
                      <w:noProof/>
                    </w:rPr>
                    <w:drawing>
                      <wp:inline distT="0" distB="0" distL="0" distR="0" wp14:anchorId="4D1E730D" wp14:editId="01BDA274">
                        <wp:extent cx="3363232" cy="2655851"/>
                        <wp:effectExtent l="0" t="0" r="8890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1"/>
                                <a:srcRect l="1254" t="1613" r="1878" b="-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364026" cy="265647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03C6" w:rsidRPr="005424B3" w:rsidRDefault="00FC03C6" w:rsidP="00B13FE2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FC03C6" w:rsidRPr="005424B3" w:rsidTr="00B13FE2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6A7BD5" w:rsidRPr="005424B3" w:rsidRDefault="006A7BD5" w:rsidP="006A7BD5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  <w:r w:rsidR="009F5158">
                    <w:rPr>
                      <w:rFonts w:ascii="맑은 고딕" w:hAnsi="맑은 고딕" w:hint="eastAsia"/>
                    </w:rPr>
                    <w:t xml:space="preserve">추가 </w:t>
                  </w:r>
                  <w:r>
                    <w:rPr>
                      <w:rFonts w:ascii="맑은 고딕" w:hAnsi="맑은 고딕" w:hint="eastAsia"/>
                    </w:rPr>
                    <w:t>설명</w:t>
                  </w:r>
                </w:p>
                <w:p w:rsidR="00FC03C6" w:rsidRDefault="006A7BD5" w:rsidP="006A7BD5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ca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scade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메소드를 이용해서 상위메뉴와 하위메뉴를 연결하지 않으면,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메뉴의 틀만 있고 실질적으로 메뉴는 없게 된다.</w:t>
                  </w:r>
                </w:p>
                <w:p w:rsidR="006A7BD5" w:rsidRPr="006A7BD5" w:rsidRDefault="006A7BD5" w:rsidP="006A7BD5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즉 g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ui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폼 창에 나타나지 않으므로 꼭 메소드를 호출해야만 한다!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!</w:t>
                  </w:r>
                </w:p>
              </w:tc>
            </w:tr>
          </w:tbl>
          <w:p w:rsidR="00357192" w:rsidRPr="009C1332" w:rsidRDefault="00B3072A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>메뉴</w:t>
            </w:r>
            <w:r w:rsidR="002C1951" w:rsidRPr="009C1332">
              <w:rPr>
                <w:rFonts w:ascii="맑은 고딕" w:hAnsi="맑은 고딕" w:hint="eastAsia"/>
                <w:sz w:val="20"/>
                <w:szCs w:val="20"/>
              </w:rPr>
              <w:t xml:space="preserve"> 위젯을 생성하려면 새로운 </w:t>
            </w:r>
            <w:r w:rsidR="008E1A24">
              <w:rPr>
                <w:rFonts w:ascii="맑은 고딕" w:hAnsi="맑은 고딕" w:hint="eastAsia"/>
                <w:sz w:val="20"/>
                <w:szCs w:val="20"/>
              </w:rPr>
              <w:t>클래스가</w:t>
            </w:r>
            <w:r w:rsidR="002C1951" w:rsidRPr="009C1332">
              <w:rPr>
                <w:rFonts w:ascii="맑은 고딕" w:hAnsi="맑은 고딕" w:hint="eastAsia"/>
                <w:sz w:val="20"/>
                <w:szCs w:val="20"/>
              </w:rPr>
              <w:t xml:space="preserve"> 필요하다.</w:t>
            </w:r>
            <w:r w:rsidR="002C1951"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2C1951" w:rsidRPr="009C1332">
              <w:rPr>
                <w:rFonts w:ascii="맑은 고딕" w:hAnsi="맑은 고딕" w:hint="eastAsia"/>
                <w:sz w:val="20"/>
                <w:szCs w:val="20"/>
              </w:rPr>
              <w:t xml:space="preserve">그래서 </w:t>
            </w:r>
            <w:r w:rsidR="002C1951" w:rsidRPr="009C1332">
              <w:rPr>
                <w:rFonts w:ascii="맑은 고딕" w:hAnsi="맑은 고딕"/>
                <w:sz w:val="20"/>
                <w:szCs w:val="20"/>
              </w:rPr>
              <w:t>Menu</w:t>
            </w:r>
            <w:r w:rsidR="008E1A24">
              <w:rPr>
                <w:rFonts w:ascii="맑은 고딕" w:hAnsi="맑은 고딕" w:hint="eastAsia"/>
                <w:sz w:val="20"/>
                <w:szCs w:val="20"/>
              </w:rPr>
              <w:t>클래스를</w:t>
            </w:r>
            <w:r w:rsidR="002C1951" w:rsidRPr="009C1332">
              <w:rPr>
                <w:rFonts w:ascii="맑은 고딕" w:hAnsi="맑은 고딕" w:hint="eastAsia"/>
                <w:sz w:val="20"/>
                <w:szCs w:val="20"/>
              </w:rPr>
              <w:t xml:space="preserve"> 먼저 가져왔다.</w:t>
            </w:r>
          </w:p>
          <w:p w:rsidR="002C1951" w:rsidRPr="009C1332" w:rsidRDefault="002C1951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이후 </w:t>
            </w:r>
            <w:r w:rsidRPr="009C1332">
              <w:rPr>
                <w:rFonts w:ascii="맑은 고딕" w:hAnsi="맑은 고딕"/>
                <w:sz w:val="20"/>
                <w:szCs w:val="20"/>
              </w:rPr>
              <w:t>Menu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생성자를 이용해 </w:t>
            </w:r>
            <w:r w:rsidRPr="009C1332">
              <w:rPr>
                <w:rFonts w:ascii="맑은 고딕" w:hAnsi="맑은 고딕"/>
                <w:sz w:val="20"/>
                <w:szCs w:val="20"/>
              </w:rPr>
              <w:t>win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안에 메뉴를 만들었다.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이것을 </w:t>
            </w:r>
            <w:r w:rsidRPr="009C1332">
              <w:rPr>
                <w:rFonts w:ascii="맑은 고딕" w:hAnsi="맑은 고딕"/>
                <w:sz w:val="20"/>
                <w:szCs w:val="20"/>
              </w:rPr>
              <w:t>munu_bar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라는 변수에 저장하였다.</w:t>
            </w:r>
          </w:p>
          <w:p w:rsidR="00357192" w:rsidRPr="009C1332" w:rsidRDefault="00695D2F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/>
                <w:sz w:val="20"/>
                <w:szCs w:val="20"/>
              </w:rPr>
              <w:t>Config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는 환경 설정 메소드로써,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menu=menu_bar를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인수로 전달하면</w:t>
            </w:r>
          </w:p>
          <w:p w:rsidR="00695D2F" w:rsidRPr="009C1332" w:rsidRDefault="00695D2F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(메뉴를 </w:t>
            </w:r>
            <w:r w:rsidRPr="009C1332">
              <w:rPr>
                <w:rFonts w:ascii="맑은 고딕" w:hAnsi="맑은 고딕"/>
                <w:sz w:val="20"/>
                <w:szCs w:val="20"/>
              </w:rPr>
              <w:t>win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폼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창에 있는 메뉴로 인지한다)</w:t>
            </w:r>
          </w:p>
          <w:p w:rsidR="00695D2F" w:rsidRPr="009C1332" w:rsidRDefault="00695D2F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즉 </w:t>
            </w:r>
            <w:r w:rsidRPr="009C1332">
              <w:rPr>
                <w:rFonts w:ascii="맑은 고딕" w:hAnsi="맑은 고딕"/>
                <w:sz w:val="20"/>
                <w:szCs w:val="20"/>
              </w:rPr>
              <w:t>(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메뉴를 G</w:t>
            </w:r>
            <w:r w:rsidRPr="009C1332">
              <w:rPr>
                <w:rFonts w:ascii="맑은 고딕" w:hAnsi="맑은 고딕"/>
                <w:sz w:val="20"/>
                <w:szCs w:val="20"/>
              </w:rPr>
              <w:t>UI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용 메뉴로 설정하겠다!</w:t>
            </w:r>
            <w:r w:rsidRPr="009C1332">
              <w:rPr>
                <w:rFonts w:ascii="맑은 고딕" w:hAnsi="맑은 고딕"/>
                <w:sz w:val="20"/>
                <w:szCs w:val="20"/>
              </w:rPr>
              <w:t>)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라는 의미이다.</w:t>
            </w:r>
          </w:p>
          <w:p w:rsidR="00357192" w:rsidRPr="009C1332" w:rsidRDefault="00695D2F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>앞서 만든 메뉴안에 같은 방식으로 메뉴를 만들었다.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이럴 경우,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기존 메뉴는 메뉴를 </w:t>
            </w:r>
          </w:p>
          <w:p w:rsidR="00357192" w:rsidRPr="009C1332" w:rsidRDefault="00695D2F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9C1332">
              <w:rPr>
                <w:rFonts w:ascii="맑은 고딕" w:hAnsi="맑은 고딕" w:hint="eastAsia"/>
                <w:sz w:val="20"/>
                <w:szCs w:val="20"/>
              </w:rPr>
              <w:t>담는 틀이 되고 틀 안에 메뉴가 생기게 된다.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 xml:space="preserve">새로 만든 메뉴는 </w:t>
            </w:r>
            <w:r w:rsidRPr="009C1332">
              <w:rPr>
                <w:rFonts w:ascii="맑은 고딕" w:hAnsi="맑은 고딕"/>
                <w:sz w:val="20"/>
                <w:szCs w:val="20"/>
              </w:rPr>
              <w:t>file_menu</w:t>
            </w:r>
            <w:r w:rsidRPr="009C1332">
              <w:rPr>
                <w:rFonts w:ascii="맑은 고딕" w:hAnsi="맑은 고딕" w:hint="eastAsia"/>
                <w:sz w:val="20"/>
                <w:szCs w:val="20"/>
              </w:rPr>
              <w:t>라는 변수에 저장하였다.</w:t>
            </w:r>
            <w:r w:rsidRPr="009C1332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357192" w:rsidRDefault="009C1332" w:rsidP="00E96BCC">
            <w:pPr>
              <w:rPr>
                <w:rFonts w:ascii="맑은 고딕" w:hAnsi="맑은 고딕"/>
                <w:sz w:val="20"/>
                <w:szCs w:val="20"/>
              </w:rPr>
            </w:pPr>
            <w:r w:rsidRPr="006A7BD5">
              <w:rPr>
                <w:rFonts w:ascii="맑은 고딕" w:hAnsi="맑은 고딕" w:hint="eastAsia"/>
                <w:sz w:val="20"/>
                <w:szCs w:val="20"/>
              </w:rPr>
              <w:t>add_c</w:t>
            </w:r>
            <w:r w:rsidRPr="006A7BD5">
              <w:rPr>
                <w:rFonts w:ascii="맑은 고딕" w:hAnsi="맑은 고딕"/>
                <w:sz w:val="20"/>
                <w:szCs w:val="20"/>
              </w:rPr>
              <w:t>ascade</w:t>
            </w:r>
            <w:r w:rsidRPr="006A7BD5">
              <w:rPr>
                <w:rFonts w:ascii="맑은 고딕" w:hAnsi="맑은 고딕" w:hint="eastAsia"/>
                <w:sz w:val="20"/>
                <w:szCs w:val="20"/>
              </w:rPr>
              <w:t>메소드는 상위 메뉴</w:t>
            </w:r>
            <w:r w:rsidR="006A7BD5" w:rsidRPr="006A7BD5">
              <w:rPr>
                <w:rFonts w:ascii="맑은 고딕" w:hAnsi="맑은 고딕" w:hint="eastAsia"/>
                <w:sz w:val="20"/>
                <w:szCs w:val="20"/>
              </w:rPr>
              <w:t>(틀)</w:t>
            </w:r>
            <w:r w:rsidRPr="006A7BD5">
              <w:rPr>
                <w:rFonts w:ascii="맑은 고딕" w:hAnsi="맑은 고딕" w:hint="eastAsia"/>
                <w:sz w:val="20"/>
                <w:szCs w:val="20"/>
              </w:rPr>
              <w:t>와 하위 메뉴</w:t>
            </w:r>
            <w:r w:rsidR="006A7BD5" w:rsidRPr="006A7BD5">
              <w:rPr>
                <w:rFonts w:ascii="맑은 고딕" w:hAnsi="맑은 고딕" w:hint="eastAsia"/>
                <w:sz w:val="20"/>
                <w:szCs w:val="20"/>
              </w:rPr>
              <w:t>(새로운 메뉴)</w:t>
            </w:r>
            <w:r w:rsidRPr="006A7BD5">
              <w:rPr>
                <w:rFonts w:ascii="맑은 고딕" w:hAnsi="맑은 고딕" w:hint="eastAsia"/>
                <w:sz w:val="20"/>
                <w:szCs w:val="20"/>
              </w:rPr>
              <w:t>를 연결해주는 기능을 한다.</w:t>
            </w:r>
            <w:r w:rsidRPr="006A7BD5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6A7BD5" w:rsidRPr="006A7BD5">
              <w:rPr>
                <w:rFonts w:ascii="맑은 고딕" w:hAnsi="맑은 고딕" w:hint="eastAsia"/>
                <w:sz w:val="20"/>
                <w:szCs w:val="20"/>
              </w:rPr>
              <w:t xml:space="preserve">첫 번째 인수는 </w:t>
            </w:r>
            <w:r w:rsidR="006A7BD5" w:rsidRPr="006A7BD5">
              <w:rPr>
                <w:rFonts w:ascii="맑은 고딕" w:hAnsi="맑은 고딕"/>
                <w:sz w:val="20"/>
                <w:szCs w:val="20"/>
              </w:rPr>
              <w:t>gui</w:t>
            </w:r>
            <w:r w:rsidR="006A7BD5" w:rsidRPr="006A7BD5">
              <w:rPr>
                <w:rFonts w:ascii="맑은 고딕" w:hAnsi="맑은 고딕" w:hint="eastAsia"/>
                <w:sz w:val="20"/>
                <w:szCs w:val="20"/>
              </w:rPr>
              <w:t xml:space="preserve">폼에 나타나는 하위 메뉴 이름이고 </w:t>
            </w:r>
            <w:r w:rsidR="006A7BD5">
              <w:rPr>
                <w:rFonts w:ascii="맑은 고딕" w:hAnsi="맑은 고딕" w:hint="eastAsia"/>
                <w:sz w:val="20"/>
                <w:szCs w:val="20"/>
              </w:rPr>
              <w:t>두 번째 인수는 연결하려는 하위 메뉴를 의미한다.</w:t>
            </w:r>
            <w:r w:rsidR="006A7BD5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6A7BD5" w:rsidRPr="000B5AE5" w:rsidRDefault="006A7BD5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a</w:t>
            </w:r>
            <w:r>
              <w:rPr>
                <w:rFonts w:ascii="맑은 고딕" w:hAnsi="맑은 고딕"/>
                <w:sz w:val="20"/>
                <w:szCs w:val="20"/>
              </w:rPr>
              <w:t>dd_command</w:t>
            </w:r>
            <w:r>
              <w:rPr>
                <w:rFonts w:ascii="맑은 고딕" w:hAnsi="맑은 고딕" w:hint="eastAsia"/>
                <w:sz w:val="20"/>
                <w:szCs w:val="20"/>
              </w:rPr>
              <w:t>메소드는 메뉴에 아이템(항목)을 추가하는</w:t>
            </w:r>
            <w:r w:rsidR="000B5AE5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0B5AE5">
              <w:rPr>
                <w:rFonts w:ascii="맑은 고딕" w:hAnsi="맑은 고딕" w:hint="eastAsia"/>
                <w:sz w:val="20"/>
                <w:szCs w:val="20"/>
              </w:rPr>
              <w:t>기능을 한다.</w:t>
            </w:r>
            <w:r w:rsidR="000B5AE5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357192" w:rsidRPr="005424B3" w:rsidTr="001A7B4E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357192" w:rsidRPr="005424B3" w:rsidRDefault="00567489" w:rsidP="001A7B4E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385107773"/>
                      <w:placeholder>
                        <w:docPart w:val="1678BDA2304A4E83BAE359305D24E1D2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5719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357192" w:rsidRPr="005424B3" w:rsidRDefault="005D36F1" w:rsidP="001A7B4E">
                  <w:pPr>
                    <w:pStyle w:val="2"/>
                    <w:rPr>
                      <w:rFonts w:ascii="맑은 고딕" w:hAnsi="맑은 고딕"/>
                    </w:rPr>
                  </w:pPr>
                  <w:r w:rsidRPr="005D36F1">
                    <w:rPr>
                      <w:rFonts w:ascii="맑은 고딕" w:hAnsi="맑은 고딕"/>
                    </w:rPr>
                    <w:t>GUI_mennubar_exit</w:t>
                  </w:r>
                  <w:r w:rsidR="00357192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357192" w:rsidRPr="005424B3" w:rsidTr="001A7B4E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 = Menu(win)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win.config(menu=menu_bar) 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 = Menu(menu_bar,tearoff=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메뉴안에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메뉴를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  <w:r w:rsidR="00695D2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=&gt;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기존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메뉴는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메뉴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틀이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 xml:space="preserve"> 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됨</w:t>
                  </w:r>
                  <w:r w:rsidR="00695D2F">
                    <w:rPr>
                      <w:rFonts w:ascii="Consolas" w:eastAsiaTheme="minorEastAsia" w:hAnsi="Consolas" w:cs="Consolas" w:hint="eastAsia"/>
                      <w:color w:val="FF0000"/>
                      <w:sz w:val="20"/>
                      <w:szCs w:val="20"/>
                    </w:rPr>
                    <w:t>!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file_menu.add_command(label=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"New"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file_menu.add_command(label=</w:t>
                  </w:r>
                  <w:r w:rsidRPr="00A657F0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"Exit"</w:t>
                  </w: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,command=win.quit)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#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아이템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추가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및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입력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받을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시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콜백함수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A657F0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호출</w:t>
                  </w: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file_menu.add_separator()</w:t>
                  </w: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menu_bar.add_cascade(label=</w:t>
                  </w:r>
                  <w:r w:rsidRPr="00A657F0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"File"</w:t>
                  </w: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,menu=file_menu)</w:t>
                  </w: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help_menu=Menu(menu_bar, tearoff=</w:t>
                  </w:r>
                  <w:r w:rsidRPr="00A657F0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0</w:t>
                  </w: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061B4A" w:rsidRPr="00A657F0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menu_bar.add_cascade(label=</w:t>
                  </w:r>
                  <w:r w:rsidRPr="00A657F0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"Help"</w:t>
                  </w: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,menu=help_menu)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help_menu.add_command(label=</w:t>
                  </w:r>
                  <w:r w:rsidRPr="00A657F0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"About"</w:t>
                  </w:r>
                  <w:r w:rsidRPr="00A657F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61B4A" w:rsidRDefault="00061B4A" w:rsidP="00061B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이벤트순환문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실행</w:t>
                  </w:r>
                </w:p>
                <w:p w:rsidR="00357192" w:rsidRDefault="00061B4A" w:rsidP="00061B4A">
                  <w:pPr>
                    <w:pStyle w:val="af9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win.mainloop()</w:t>
                  </w:r>
                </w:p>
                <w:p w:rsidR="00061B4A" w:rsidRDefault="00061B4A" w:rsidP="00061B4A"/>
                <w:p w:rsidR="00061B4A" w:rsidRPr="00061B4A" w:rsidRDefault="00061B4A" w:rsidP="00061B4A"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3185436" cy="2484335"/>
                        <wp:effectExtent l="0" t="0" r="0" b="0"/>
                        <wp:docPr id="8" name="그림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sss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85436" cy="24843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357192" w:rsidRPr="005424B3" w:rsidTr="001A7B4E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357192" w:rsidRPr="005424B3" w:rsidRDefault="00357192" w:rsidP="001A7B4E">
                  <w:pPr>
                    <w:rPr>
                      <w:rFonts w:ascii="맑은 고딕" w:hAnsi="맑은 고딕"/>
                    </w:rPr>
                  </w:pPr>
                </w:p>
              </w:tc>
            </w:tr>
          </w:tbl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A657F0" w:rsidRDefault="00A657F0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노란색 강조된 부분 중 첫 번째 소스를 보면 괄호 안에 </w:t>
            </w:r>
            <w:r>
              <w:rPr>
                <w:rFonts w:ascii="맑은 고딕" w:hAnsi="맑은 고딕"/>
              </w:rPr>
              <w:t>command</w:t>
            </w:r>
            <w:r>
              <w:rPr>
                <w:rFonts w:ascii="맑은 고딕" w:hAnsi="맑은 고딕" w:hint="eastAsia"/>
              </w:rPr>
              <w:t>속성이 있는 것을 알 수가 있다.</w:t>
            </w:r>
          </w:p>
          <w:p w:rsidR="00A657F0" w:rsidRDefault="00A657F0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ommand</w:t>
            </w:r>
            <w:r>
              <w:rPr>
                <w:rFonts w:ascii="맑은 고딕" w:hAnsi="맑은 고딕" w:hint="eastAsia"/>
              </w:rPr>
              <w:t>속성은 액션 시 콜백함수를 호출하는 기능이 있다.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 xml:space="preserve">이 속성으로 </w:t>
            </w:r>
            <w:r>
              <w:rPr>
                <w:rFonts w:ascii="맑은 고딕" w:hAnsi="맑은 고딕"/>
              </w:rPr>
              <w:t>quit</w:t>
            </w:r>
            <w:r>
              <w:rPr>
                <w:rFonts w:ascii="맑은 고딕" w:hAnsi="맑은 고딕" w:hint="eastAsia"/>
              </w:rPr>
              <w:t>메소드를 불러와서 w</w:t>
            </w:r>
            <w:r>
              <w:rPr>
                <w:rFonts w:ascii="맑은 고딕" w:hAnsi="맑은 고딕"/>
              </w:rPr>
              <w:t>in(</w:t>
            </w:r>
            <w:r>
              <w:rPr>
                <w:rFonts w:ascii="맑은 고딕" w:hAnsi="맑은 고딕" w:hint="eastAsia"/>
              </w:rPr>
              <w:t>윈도우 폼 창)</w:t>
            </w:r>
            <w:r>
              <w:rPr>
                <w:rFonts w:ascii="맑은 고딕" w:hAnsi="맑은 고딕"/>
              </w:rPr>
              <w:t xml:space="preserve">을 </w:t>
            </w:r>
            <w:r>
              <w:rPr>
                <w:rFonts w:ascii="맑은 고딕" w:hAnsi="맑은 고딕" w:hint="eastAsia"/>
              </w:rPr>
              <w:t>꺼지게 할 수 있다.</w:t>
            </w:r>
          </w:p>
          <w:p w:rsidR="00A657F0" w:rsidRDefault="00A657F0" w:rsidP="001A7B4E">
            <w:pPr>
              <w:rPr>
                <w:rFonts w:ascii="맑은 고딕" w:hAnsi="맑은 고딕"/>
              </w:rPr>
            </w:pPr>
          </w:p>
          <w:p w:rsidR="00A657F0" w:rsidRDefault="00A657F0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두번째 소스는 </w:t>
            </w:r>
            <w:r>
              <w:rPr>
                <w:rFonts w:ascii="맑은 고딕" w:hAnsi="맑은 고딕"/>
              </w:rPr>
              <w:t>add_seperator</w:t>
            </w:r>
            <w:r>
              <w:rPr>
                <w:rFonts w:ascii="맑은 고딕" w:hAnsi="맑은 고딕" w:hint="eastAsia"/>
              </w:rPr>
              <w:t>이라고 하는 메소드로써 메뉴 안에 선을 긋게 하는 기능을 한다.</w:t>
            </w:r>
          </w:p>
          <w:p w:rsidR="00A657F0" w:rsidRDefault="00A657F0" w:rsidP="001A7B4E">
            <w:pPr>
              <w:rPr>
                <w:rFonts w:ascii="맑은 고딕" w:hAnsi="맑은 고딕"/>
              </w:rPr>
            </w:pPr>
          </w:p>
          <w:p w:rsidR="00AA3F54" w:rsidRDefault="00AA3F54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네번째부터 여섯번째 소스는 새로운 메뉴를 생성한 뒤 상위 메뉴(틀)과 연결한 후,</w:t>
            </w:r>
            <w:r>
              <w:rPr>
                <w:rFonts w:ascii="맑은 고딕" w:hAnsi="맑은 고딕"/>
              </w:rPr>
              <w:t xml:space="preserve"> </w:t>
            </w:r>
          </w:p>
          <w:p w:rsidR="00AA3F54" w:rsidRDefault="00AA3F54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새 메뉴에 아이템을 생성한다는 것이다.</w:t>
            </w: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AA3F54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새 메뉴는 </w:t>
            </w:r>
            <w:r>
              <w:rPr>
                <w:rFonts w:ascii="맑은 고딕" w:hAnsi="맑은 고딕"/>
              </w:rPr>
              <w:t>help_menu</w:t>
            </w:r>
            <w:r>
              <w:rPr>
                <w:rFonts w:ascii="맑은 고딕" w:hAnsi="맑은 고딕" w:hint="eastAsia"/>
              </w:rPr>
              <w:t>에 저장되었다.</w:t>
            </w:r>
          </w:p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p w:rsidR="004B7A8B" w:rsidRDefault="004B7A8B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357192" w:rsidRPr="005424B3" w:rsidTr="001A7B4E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357192" w:rsidRPr="005424B3" w:rsidRDefault="00567489" w:rsidP="001A7B4E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505174881"/>
                      <w:placeholder>
                        <w:docPart w:val="2340BED991A24778AABB832A5BF5A291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5719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357192" w:rsidRPr="005424B3" w:rsidRDefault="00E040A3" w:rsidP="001A7B4E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GUI_tabbed_two</w:t>
                  </w:r>
                  <w:r w:rsidR="00357192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357192" w:rsidRPr="005424B3" w:rsidTr="001A7B4E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scrolledtext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Menu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win=tk.Tk()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win.title(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Python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GUI"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생성에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필요한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컨트롤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tabControl=ttk.Notebook(win)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새로운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1)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tab1=ttk.Frame(tabControl)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tabControl.add(tab1, 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"Tab1"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새로운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탭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2)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tab2=ttk.Frame(tabControl)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tabControl.add(tab2, 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"Tab2"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grid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속성과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비슷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, fill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은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제공된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공간을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점유하도록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지정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, expand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는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여분의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공간을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채우기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위해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확장할건지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tabControl.pack(expand=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,fill=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"both"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025D63" w:rsidRDefault="00025D63" w:rsidP="00025D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357192" w:rsidRDefault="00025D63" w:rsidP="00025D63">
                  <w:pPr>
                    <w:pStyle w:val="af9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win.mainloop()</w:t>
                  </w:r>
                </w:p>
                <w:p w:rsidR="004C3195" w:rsidRDefault="004C3195" w:rsidP="004C3195"/>
                <w:p w:rsidR="004C3195" w:rsidRPr="004C3195" w:rsidRDefault="004C3195" w:rsidP="004C3195">
                  <w:r>
                    <w:rPr>
                      <w:noProof/>
                    </w:rPr>
                    <w:drawing>
                      <wp:inline distT="0" distB="0" distL="0" distR="0" wp14:anchorId="190521C3" wp14:editId="056CCBCF">
                        <wp:extent cx="2910839" cy="1356360"/>
                        <wp:effectExtent l="0" t="0" r="4445" b="0"/>
                        <wp:docPr id="11" name="그림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3"/>
                                <a:srcRect l="2463" t="3031" r="3475" b="703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916095" cy="13588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357192" w:rsidRPr="005424B3" w:rsidTr="001A7B4E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9F5158" w:rsidRPr="005424B3" w:rsidRDefault="009F5158" w:rsidP="009F5158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추가 설명</w:t>
                  </w:r>
                </w:p>
                <w:p w:rsidR="00357192" w:rsidRPr="005424B3" w:rsidRDefault="009F5158" w:rsidP="009F5158">
                  <w:pPr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p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ack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메소드를 써서 크기를 조정하는 t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ab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 xml:space="preserve">위젯은 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>pack</w:t>
                  </w:r>
                  <w:r>
                    <w:rPr>
                      <w:rFonts w:ascii="맑은 고딕" w:hAnsi="맑은 고딕" w:hint="eastAsia"/>
                      <w:sz w:val="18"/>
                      <w:szCs w:val="18"/>
                    </w:rPr>
                    <w:t>이 없으면 크기가 조정이 불가능하니 폼 창에 나타나지 않게 된다.</w:t>
                  </w:r>
                </w:p>
              </w:tc>
            </w:tr>
          </w:tbl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1A7B4E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탭은 </w:t>
            </w:r>
            <w:r w:rsidR="001B2F0E">
              <w:rPr>
                <w:rFonts w:ascii="맑은 고딕" w:hAnsi="맑은 고딕" w:hint="eastAsia"/>
              </w:rPr>
              <w:t>창을 담당한다.</w:t>
            </w:r>
            <w:r w:rsidR="001B2F0E">
              <w:rPr>
                <w:rFonts w:ascii="맑은 고딕" w:hAnsi="맑은 고딕"/>
              </w:rPr>
              <w:t xml:space="preserve"> </w:t>
            </w:r>
            <w:r w:rsidR="001B2F0E">
              <w:rPr>
                <w:rFonts w:ascii="맑은 고딕" w:hAnsi="맑은 고딕" w:hint="eastAsia"/>
              </w:rPr>
              <w:t>탭이 여러 개 있다는 것은 여러 창이 있다고 생각하면 된다.</w:t>
            </w:r>
          </w:p>
          <w:p w:rsidR="001B2F0E" w:rsidRDefault="001B2F0E" w:rsidP="001A7B4E">
            <w:pPr>
              <w:rPr>
                <w:rFonts w:ascii="맑은 고딕" w:hAnsi="맑은 고딕"/>
              </w:rPr>
            </w:pPr>
          </w:p>
          <w:p w:rsidR="008F719A" w:rsidRDefault="008F719A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먼저 </w:t>
            </w:r>
            <w:r>
              <w:rPr>
                <w:rFonts w:ascii="맑은 고딕" w:hAnsi="맑은 고딕"/>
              </w:rPr>
              <w:t>notebook</w:t>
            </w:r>
            <w:r>
              <w:rPr>
                <w:rFonts w:ascii="맑은 고딕" w:hAnsi="맑은 고딕" w:hint="eastAsia"/>
              </w:rPr>
              <w:t xml:space="preserve">생성자를 이용해서 </w:t>
            </w:r>
            <w:r>
              <w:rPr>
                <w:rFonts w:ascii="맑은 고딕" w:hAnsi="맑은 고딕"/>
              </w:rPr>
              <w:t>win</w:t>
            </w:r>
            <w:r>
              <w:rPr>
                <w:rFonts w:ascii="맑은 고딕" w:hAnsi="맑은 고딕" w:hint="eastAsia"/>
              </w:rPr>
              <w:t>(윈도우창)에 탬 컨트롤을 생성하였다.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이는 쉽게 생각해서 탭들을 탐는 틀이라고 할 수 있다.</w:t>
            </w:r>
          </w:p>
          <w:p w:rsidR="008F719A" w:rsidRDefault="008F719A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이 탭 틀은 </w:t>
            </w:r>
            <w:r>
              <w:rPr>
                <w:rFonts w:ascii="맑은 고딕" w:hAnsi="맑은 고딕"/>
              </w:rPr>
              <w:t>tabcontrol</w:t>
            </w:r>
            <w:r>
              <w:rPr>
                <w:rFonts w:ascii="맑은 고딕" w:hAnsi="맑은 고딕" w:hint="eastAsia"/>
              </w:rPr>
              <w:t>변수에 저장되었다.</w:t>
            </w:r>
          </w:p>
          <w:p w:rsidR="008F719A" w:rsidRDefault="008F719A" w:rsidP="001A7B4E">
            <w:pPr>
              <w:rPr>
                <w:rFonts w:ascii="맑은 고딕" w:hAnsi="맑은 고딕"/>
              </w:rPr>
            </w:pPr>
          </w:p>
          <w:p w:rsidR="00567489" w:rsidRDefault="008F719A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이후 </w:t>
            </w:r>
            <w:r>
              <w:rPr>
                <w:rFonts w:ascii="맑은 고딕" w:hAnsi="맑은 고딕"/>
              </w:rPr>
              <w:t>Frame</w:t>
            </w:r>
            <w:r w:rsidR="00567489">
              <w:rPr>
                <w:rFonts w:ascii="맑은 고딕" w:hAnsi="맑은 고딕" w:hint="eastAsia"/>
              </w:rPr>
              <w:t>생성자</w:t>
            </w:r>
            <w:r>
              <w:rPr>
                <w:rFonts w:ascii="맑은 고딕" w:hAnsi="맑은 고딕" w:hint="eastAsia"/>
              </w:rPr>
              <w:t xml:space="preserve">를 이용해서 </w:t>
            </w:r>
          </w:p>
          <w:p w:rsidR="008F719A" w:rsidRDefault="00567489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위젯을 담을 수 있는 틀을 </w:t>
            </w:r>
            <w:r w:rsidR="008F719A">
              <w:rPr>
                <w:rFonts w:ascii="맑은 고딕" w:hAnsi="맑은 고딕" w:hint="eastAsia"/>
              </w:rPr>
              <w:t>생성하였다.</w:t>
            </w:r>
          </w:p>
          <w:p w:rsidR="008F719A" w:rsidRDefault="008F719A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이 </w:t>
            </w:r>
            <w:r w:rsidR="00567489">
              <w:rPr>
                <w:rFonts w:ascii="맑은 고딕" w:hAnsi="맑은 고딕" w:hint="eastAsia"/>
              </w:rPr>
              <w:t>틀</w:t>
            </w:r>
            <w:r>
              <w:rPr>
                <w:rFonts w:ascii="맑은 고딕" w:hAnsi="맑은 고딕" w:hint="eastAsia"/>
              </w:rPr>
              <w:t xml:space="preserve">은 </w:t>
            </w:r>
            <w:r>
              <w:rPr>
                <w:rFonts w:ascii="맑은 고딕" w:hAnsi="맑은 고딕"/>
              </w:rPr>
              <w:t>add</w:t>
            </w:r>
            <w:r>
              <w:rPr>
                <w:rFonts w:ascii="맑은 고딕" w:hAnsi="맑은 고딕" w:hint="eastAsia"/>
              </w:rPr>
              <w:t xml:space="preserve">메소드를 이용해서 </w:t>
            </w:r>
            <w:r w:rsidR="00567489">
              <w:rPr>
                <w:rFonts w:ascii="맑은 고딕" w:hAnsi="맑은 고딕" w:hint="eastAsia"/>
              </w:rPr>
              <w:t>탭에 담기고</w:t>
            </w:r>
            <w:r>
              <w:rPr>
                <w:rFonts w:ascii="맑은 고딕" w:hAnsi="맑은 고딕" w:hint="eastAsia"/>
              </w:rPr>
              <w:t xml:space="preserve"> 탭 틀에 추가되게 된다.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a</w:t>
            </w:r>
            <w:r>
              <w:rPr>
                <w:rFonts w:ascii="맑은 고딕" w:hAnsi="맑은 고딕"/>
              </w:rPr>
              <w:t>dd</w:t>
            </w:r>
            <w:r>
              <w:rPr>
                <w:rFonts w:ascii="맑은 고딕" w:hAnsi="맑은 고딕" w:hint="eastAsia"/>
              </w:rPr>
              <w:t>메소드의 t</w:t>
            </w:r>
            <w:r>
              <w:rPr>
                <w:rFonts w:ascii="맑은 고딕" w:hAnsi="맑은 고딕"/>
              </w:rPr>
              <w:t>ext</w:t>
            </w:r>
            <w:r>
              <w:rPr>
                <w:rFonts w:ascii="맑은 고딕" w:hAnsi="맑은 고딕" w:hint="eastAsia"/>
              </w:rPr>
              <w:t>속성</w:t>
            </w:r>
            <w:bookmarkStart w:id="0" w:name="_GoBack"/>
            <w:bookmarkEnd w:id="0"/>
            <w:r>
              <w:rPr>
                <w:rFonts w:ascii="맑은 고딕" w:hAnsi="맑은 고딕" w:hint="eastAsia"/>
              </w:rPr>
              <w:t>을 이용하여 윈도우 창에 나타나는 탭의 이름도 설정할 수 있는데</w:t>
            </w:r>
          </w:p>
          <w:p w:rsidR="00357192" w:rsidRDefault="008F719A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왼쪽 프로그램에서는 </w:t>
            </w:r>
            <w:r>
              <w:rPr>
                <w:rFonts w:ascii="맑은 고딕" w:hAnsi="맑은 고딕"/>
              </w:rPr>
              <w:t>‘Tab1’</w:t>
            </w:r>
            <w:r>
              <w:rPr>
                <w:rFonts w:ascii="맑은 고딕" w:hAnsi="맑은 고딕" w:hint="eastAsia"/>
              </w:rPr>
              <w:t>이라는 이름으로 설정하였다.</w:t>
            </w:r>
          </w:p>
          <w:p w:rsidR="00357192" w:rsidRDefault="001D52B6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p</w:t>
            </w:r>
            <w:r>
              <w:rPr>
                <w:rFonts w:ascii="맑은 고딕" w:hAnsi="맑은 고딕"/>
              </w:rPr>
              <w:t>ack</w:t>
            </w:r>
            <w:r>
              <w:rPr>
                <w:rFonts w:ascii="맑은 고딕" w:hAnsi="맑은 고딕" w:hint="eastAsia"/>
              </w:rPr>
              <w:t xml:space="preserve">메소드는 패키징한다는 것인데 </w:t>
            </w:r>
          </w:p>
          <w:p w:rsidR="009F5158" w:rsidRDefault="009F515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위젯을 열과 행으로 관리하는 기능을 하며</w:t>
            </w:r>
            <w:r>
              <w:rPr>
                <w:rFonts w:ascii="맑은 고딕" w:hAnsi="맑은 고딕"/>
              </w:rPr>
              <w:t>,</w:t>
            </w:r>
          </w:p>
          <w:p w:rsidR="009F5158" w:rsidRPr="005424B3" w:rsidRDefault="009F515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탭의 크기는 이 메소드로 설정이 된다.</w:t>
            </w: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357192" w:rsidRPr="005424B3" w:rsidTr="001A7B4E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357192" w:rsidRPr="005424B3" w:rsidRDefault="00567489" w:rsidP="001A7B4E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489476174"/>
                      <w:placeholder>
                        <w:docPart w:val="012388F53327467BB9CA7758904A83C5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5719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357192" w:rsidRPr="005424B3" w:rsidRDefault="00072ED0" w:rsidP="001A7B4E">
                  <w:pPr>
                    <w:pStyle w:val="2"/>
                    <w:rPr>
                      <w:rFonts w:ascii="맑은 고딕" w:hAnsi="맑은 고딕"/>
                    </w:rPr>
                  </w:pPr>
                  <w:r w:rsidRPr="00AE6B23">
                    <w:rPr>
                      <w:rFonts w:ascii="맑은 고딕" w:hAnsi="맑은 고딕"/>
                    </w:rPr>
                    <w:t>GUI_tabbed_all_widgets</w:t>
                  </w:r>
                  <w:r w:rsidR="00357192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357192" w:rsidRPr="005424B3" w:rsidTr="001A7B4E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tab1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에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mighty= ttk.Labelframe(tab1,text=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"Mighty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python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mighty.grid(column=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,padx=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,pady=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(tab1-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a_label=ttk.Label(mighty,text=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"Enter a name:"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357192" w:rsidRDefault="00C83F59" w:rsidP="00C83F59">
                  <w:pPr>
                    <w:pStyle w:val="af9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a_label.grid(column=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,sticky=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/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(tab1-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콤보박스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위젯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number=tk.StringVar()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number_chosen=ttk.Combobox(mighty,width=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,textvariable=number, state=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readonly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number_chosen[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'values'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100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number_chosen.grid(column=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number_chosen.current(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C83F59" w:rsidRDefault="00C83F59" w:rsidP="00C83F59"/>
                <w:p w:rsidR="00C83F59" w:rsidRDefault="00C83F59" w:rsidP="00C83F59">
                  <w:r>
                    <w:t>(…)</w:t>
                  </w:r>
                </w:p>
                <w:p w:rsidR="00C83F59" w:rsidRDefault="00C83F59" w:rsidP="00C83F59"/>
                <w:p w:rsidR="00C83F59" w:rsidRPr="00C83F59" w:rsidRDefault="00C83F59" w:rsidP="00C83F59">
                  <w:r>
                    <w:rPr>
                      <w:noProof/>
                    </w:rPr>
                    <w:drawing>
                      <wp:inline distT="0" distB="0" distL="0" distR="0" wp14:anchorId="36AE811A" wp14:editId="0091778B">
                        <wp:extent cx="3406140" cy="2606040"/>
                        <wp:effectExtent l="0" t="0" r="3810" b="3810"/>
                        <wp:docPr id="12" name="그림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/>
                                <a:srcRect l="658" t="1397" r="1262" b="300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06140" cy="26060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357192" w:rsidRPr="005424B3" w:rsidTr="001A7B4E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357192" w:rsidRPr="005424B3" w:rsidRDefault="00357192" w:rsidP="001A7B4E">
                  <w:pPr>
                    <w:rPr>
                      <w:rFonts w:ascii="맑은 고딕" w:hAnsi="맑은 고딕"/>
                    </w:rPr>
                  </w:pPr>
                </w:p>
              </w:tc>
            </w:tr>
          </w:tbl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164CF5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라벨프레임 생성자,콤보 박스 생성자 등을 호출할 때 첫 번째 인수는 위젯이 생성되는 장소를 의미한다.</w:t>
            </w:r>
          </w:p>
          <w:p w:rsidR="00164CF5" w:rsidRDefault="00164CF5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라벨프레임 같은 경우 </w:t>
            </w:r>
            <w:r>
              <w:rPr>
                <w:rFonts w:ascii="맑은 고딕" w:hAnsi="맑은 고딕"/>
              </w:rPr>
              <w:t>tab1</w:t>
            </w:r>
            <w:r>
              <w:rPr>
                <w:rFonts w:ascii="맑은 고딕" w:hAnsi="맑은 고딕" w:hint="eastAsia"/>
              </w:rPr>
              <w:t>이라고 수정되었으니,</w:t>
            </w:r>
            <w:r>
              <w:rPr>
                <w:rFonts w:ascii="맑은 고딕" w:hAnsi="맑은 고딕"/>
              </w:rPr>
              <w:t xml:space="preserve"> ‘</w:t>
            </w:r>
            <w:r>
              <w:rPr>
                <w:rFonts w:ascii="맑은 고딕" w:hAnsi="맑은 고딕" w:hint="eastAsia"/>
              </w:rPr>
              <w:t>탭1</w:t>
            </w:r>
            <w:r>
              <w:rPr>
                <w:rFonts w:ascii="맑은 고딕" w:hAnsi="맑은 고딕"/>
              </w:rPr>
              <w:t>’이</w:t>
            </w:r>
            <w:r>
              <w:rPr>
                <w:rFonts w:ascii="맑은 고딕" w:hAnsi="맑은 고딕" w:hint="eastAsia"/>
              </w:rPr>
              <w:t>름의 탭에 존재할테고</w:t>
            </w:r>
          </w:p>
          <w:p w:rsidR="00164CF5" w:rsidRDefault="00164CF5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콤보박스 같은 경우 </w:t>
            </w:r>
            <w:r>
              <w:rPr>
                <w:rFonts w:ascii="맑은 고딕" w:hAnsi="맑은 고딕"/>
              </w:rPr>
              <w:t>mighty(</w:t>
            </w:r>
            <w:r>
              <w:rPr>
                <w:rFonts w:ascii="맑은 고딕" w:hAnsi="맑은 고딕" w:hint="eastAsia"/>
              </w:rPr>
              <w:t>라벨 프레임 객체)이라고 작성되었으니 라벨 프레임 내에 존재한다.</w:t>
            </w:r>
          </w:p>
          <w:p w:rsidR="00164CF5" w:rsidRDefault="00164CF5" w:rsidP="001A7B4E">
            <w:pPr>
              <w:rPr>
                <w:rFonts w:ascii="맑은 고딕" w:hAnsi="맑은 고딕"/>
              </w:rPr>
            </w:pPr>
          </w:p>
          <w:p w:rsidR="00164CF5" w:rsidRDefault="00164CF5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즉 여러 위젯들의 위치가 탭1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내 m</w:t>
            </w:r>
            <w:r>
              <w:rPr>
                <w:rFonts w:ascii="맑은 고딕" w:hAnsi="맑은 고딕"/>
              </w:rPr>
              <w:t>ighty</w:t>
            </w:r>
            <w:r>
              <w:rPr>
                <w:rFonts w:ascii="맑은 고딕" w:hAnsi="맑은 고딕" w:hint="eastAsia"/>
              </w:rPr>
              <w:t xml:space="preserve">객체의 </w:t>
            </w:r>
            <w:r>
              <w:rPr>
                <w:rFonts w:ascii="맑은 고딕" w:hAnsi="맑은 고딕"/>
              </w:rPr>
              <w:t>(mighty</w:t>
            </w:r>
            <w:r>
              <w:rPr>
                <w:rFonts w:ascii="맑은 고딕" w:hAnsi="맑은 고딕" w:hint="eastAsia"/>
              </w:rPr>
              <w:t xml:space="preserve">변수가 담고 있는)라벨 프레임 </w:t>
            </w:r>
            <w:r w:rsidR="00011F16">
              <w:rPr>
                <w:rFonts w:ascii="맑은 고딕" w:hAnsi="맑은 고딕" w:hint="eastAsia"/>
              </w:rPr>
              <w:t>안에 있다.</w:t>
            </w:r>
          </w:p>
          <w:p w:rsidR="006F6B75" w:rsidRDefault="006F6B75" w:rsidP="001A7B4E">
            <w:pPr>
              <w:rPr>
                <w:rFonts w:ascii="맑은 고딕" w:hAnsi="맑은 고딕"/>
              </w:rPr>
            </w:pPr>
          </w:p>
          <w:p w:rsidR="006F6B75" w:rsidRDefault="006F6B75" w:rsidP="001A7B4E">
            <w:pPr>
              <w:rPr>
                <w:rFonts w:ascii="맑은 고딕" w:hAnsi="맑은 고딕"/>
              </w:rPr>
            </w:pPr>
          </w:p>
          <w:p w:rsidR="006F6B75" w:rsidRPr="006F6B75" w:rsidRDefault="006F6B75" w:rsidP="001A7B4E">
            <w:pPr>
              <w:rPr>
                <w:rFonts w:ascii="맑은 고딕" w:hAnsi="맑은 고딕"/>
              </w:rPr>
            </w:pP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061B4A" w:rsidRDefault="00061B4A" w:rsidP="00FC03C6">
      <w:pPr>
        <w:rPr>
          <w:rFonts w:ascii="맑은 고딕" w:hAnsi="맑은 고딕"/>
        </w:rPr>
      </w:pPr>
    </w:p>
    <w:p w:rsidR="00061B4A" w:rsidRDefault="00061B4A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357192" w:rsidRPr="005424B3" w:rsidTr="001A7B4E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357192" w:rsidRPr="005424B3" w:rsidRDefault="00567489" w:rsidP="001A7B4E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1761128788"/>
                      <w:placeholder>
                        <w:docPart w:val="D7BC0F43B07B4222B723F7AFC535231F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5719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357192" w:rsidRPr="005424B3" w:rsidRDefault="00AE6B23" w:rsidP="001A7B4E">
                  <w:pPr>
                    <w:pStyle w:val="2"/>
                    <w:rPr>
                      <w:rFonts w:ascii="맑은 고딕" w:hAnsi="맑은 고딕"/>
                    </w:rPr>
                  </w:pPr>
                  <w:r w:rsidRPr="00AE6B23">
                    <w:rPr>
                      <w:rFonts w:ascii="맑은 고딕" w:hAnsi="맑은 고딕"/>
                    </w:rPr>
                    <w:t>GUI_tabbed_all_widgets_both_tabs</w:t>
                  </w:r>
                  <w:r w:rsidR="00357192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357192" w:rsidRPr="005424B3" w:rsidTr="001A7B4E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tab2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에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mighty2= ttk.LabelFrame(tab2,text=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"The Snake"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mighty2.grid(column=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,padx=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,pady=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(tab2-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체크버튼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위젯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chVarDis=tk.IntVar()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check1 = tk.Checkbutton(mighty2, 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"Disabled"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,variable=chVarDis,state=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"disabled"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check1.select()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check1.grid(column=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sticky=tk.W)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chVarUn=tk.IntVar()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check2 = tk.Checkbutton(mighty2, 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"UnChecked"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,variable=chVarUn)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check2.deselect()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check2.grid(column=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sticky=tk.W)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chVarEn=tk.IntVar()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check3 = tk.Checkbutton(mighty2, text=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"Enabled"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,variable=chVarEn)</w:t>
                  </w:r>
                </w:p>
                <w:p w:rsidR="00BB272E" w:rsidRDefault="00BB272E" w:rsidP="00BB27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check3.select()</w:t>
                  </w:r>
                </w:p>
                <w:p w:rsidR="00357192" w:rsidRDefault="00BB272E" w:rsidP="00BB272E">
                  <w:pPr>
                    <w:pStyle w:val="af9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check3.grid(column=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sticky=tk.W)</w:t>
                  </w:r>
                </w:p>
                <w:p w:rsidR="00BB272E" w:rsidRPr="00BB272E" w:rsidRDefault="00BB272E" w:rsidP="00BB272E"/>
                <w:p w:rsidR="00BB272E" w:rsidRDefault="00BB272E" w:rsidP="00BB272E">
                  <w:r>
                    <w:rPr>
                      <w:rFonts w:hint="eastAsia"/>
                    </w:rPr>
                    <w:t>(</w:t>
                  </w:r>
                  <w:r>
                    <w:t>…)</w:t>
                  </w:r>
                </w:p>
                <w:p w:rsidR="00624494" w:rsidRDefault="00624494" w:rsidP="00BB272E"/>
                <w:p w:rsidR="00BB272E" w:rsidRPr="00BB272E" w:rsidRDefault="00BB272E" w:rsidP="00BB272E">
                  <w:r>
                    <w:rPr>
                      <w:noProof/>
                    </w:rPr>
                    <w:drawing>
                      <wp:inline distT="0" distB="0" distL="0" distR="0" wp14:anchorId="0558269A" wp14:editId="234BFEB6">
                        <wp:extent cx="3400364" cy="1953260"/>
                        <wp:effectExtent l="0" t="0" r="0" b="8890"/>
                        <wp:docPr id="13" name="그림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/>
                                <a:srcRect l="1198" t="2032" r="845" b="239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01868" cy="19541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357192" w:rsidRPr="005424B3" w:rsidTr="001A7B4E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357192" w:rsidRPr="005424B3" w:rsidRDefault="00357192" w:rsidP="001A7B4E">
                  <w:pPr>
                    <w:rPr>
                      <w:rFonts w:ascii="맑은 고딕" w:hAnsi="맑은 고딕"/>
                    </w:rPr>
                  </w:pPr>
                </w:p>
              </w:tc>
            </w:tr>
          </w:tbl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6E1422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위와 같은 방식인데 이번에는 체크 버튼과 라디오 버튼,라벨 프레임이 </w:t>
            </w:r>
            <w:r>
              <w:rPr>
                <w:rFonts w:ascii="맑은 고딕" w:hAnsi="맑은 고딕"/>
              </w:rPr>
              <w:t>mighty2</w:t>
            </w:r>
            <w:r>
              <w:rPr>
                <w:rFonts w:ascii="맑은 고딕" w:hAnsi="맑은 고딕" w:hint="eastAsia"/>
              </w:rPr>
              <w:t>객체의 라벨 프레임에 존재한다.</w:t>
            </w:r>
          </w:p>
          <w:p w:rsidR="006E1422" w:rsidRDefault="006E1422" w:rsidP="001A7B4E">
            <w:pPr>
              <w:rPr>
                <w:rFonts w:ascii="맑은 고딕" w:hAnsi="맑은 고딕"/>
              </w:rPr>
            </w:pPr>
          </w:p>
          <w:p w:rsidR="006E1422" w:rsidRDefault="006E1422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Mighty2</w:t>
            </w:r>
            <w:r>
              <w:rPr>
                <w:rFonts w:ascii="맑은 고딕" w:hAnsi="맑은 고딕" w:hint="eastAsia"/>
              </w:rPr>
              <w:t xml:space="preserve">객체는 </w:t>
            </w:r>
            <w:r>
              <w:rPr>
                <w:rFonts w:ascii="맑은 고딕" w:hAnsi="맑은 고딕"/>
              </w:rPr>
              <w:t>tab2</w:t>
            </w:r>
            <w:r>
              <w:rPr>
                <w:rFonts w:ascii="맑은 고딕" w:hAnsi="맑은 고딕" w:hint="eastAsia"/>
              </w:rPr>
              <w:t>에 생성된 라벨 프레임 위젯을 담고 있는 변수이다.</w:t>
            </w: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357192" w:rsidRPr="005424B3" w:rsidTr="001A7B4E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357192" w:rsidRPr="005424B3" w:rsidTr="001A7B4E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357192" w:rsidRPr="005424B3" w:rsidRDefault="00567489" w:rsidP="001A7B4E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903035937"/>
                      <w:placeholder>
                        <w:docPart w:val="F9C1539799DB45BAA1D849A7DEEDF7F1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57192">
                        <w:rPr>
                          <w:rFonts w:ascii="맑은 고딕" w:hAnsi="맑은 고딕" w:hint="eastAsia"/>
                          <w:color w:val="auto"/>
                        </w:rPr>
                        <w:t>레이아웃 관리</w:t>
                      </w:r>
                    </w:sdtContent>
                  </w:sdt>
                </w:p>
                <w:p w:rsidR="00357192" w:rsidRPr="005424B3" w:rsidRDefault="00AE6B23" w:rsidP="001A7B4E">
                  <w:pPr>
                    <w:pStyle w:val="2"/>
                    <w:rPr>
                      <w:rFonts w:ascii="맑은 고딕" w:hAnsi="맑은 고딕"/>
                    </w:rPr>
                  </w:pPr>
                  <w:r w:rsidRPr="00AE6B23">
                    <w:rPr>
                      <w:rFonts w:ascii="맑은 고딕" w:hAnsi="맑은 고딕"/>
                    </w:rPr>
                    <w:t>GUI_tabbed_all_widgets_both_tabs</w:t>
                  </w:r>
                  <w:r>
                    <w:rPr>
                      <w:rFonts w:ascii="맑은 고딕" w:hAnsi="맑은 고딕"/>
                    </w:rPr>
                    <w:t>_radio.</w:t>
                  </w:r>
                  <w:r w:rsidR="00357192">
                    <w:rPr>
                      <w:rFonts w:ascii="맑은 고딕" w:hAnsi="맑은 고딕"/>
                    </w:rPr>
                    <w:t>py</w:t>
                  </w:r>
                </w:p>
              </w:tc>
            </w:tr>
            <w:tr w:rsidR="00357192" w:rsidRPr="005424B3" w:rsidTr="001A7B4E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(tab2-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라디오버튼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위젯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colors=[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"Blue"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"Gold"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"Red"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E76A5E" w:rsidRPr="000F26B7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0F26B7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def</w:t>
                  </w:r>
                  <w:r w:rsidRPr="000F26B7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0F26B7"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radCall</w:t>
                  </w:r>
                  <w:r w:rsidRPr="000F26B7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():</w:t>
                  </w:r>
                </w:p>
                <w:p w:rsidR="00E76A5E" w:rsidRPr="000F26B7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0F26B7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redsel=radVar.get()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0F26B7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mighty2.configure(text=colors[redsel])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라디오버튼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클릭시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텍스트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변경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radVar = tk.IntVar()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radVar.set(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99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for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col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in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range(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):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curRad=tk.Radiobutton(mighty2,text=colors[col], variable =radVar,value=col</w:t>
                  </w:r>
                  <w:r w:rsidRPr="00BA0CB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 command=radCall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E76A5E" w:rsidRDefault="00E76A5E" w:rsidP="00E76A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curRad.grid(column=col,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sticky=tk.W)</w:t>
                  </w:r>
                </w:p>
                <w:p w:rsidR="00357192" w:rsidRDefault="00357192" w:rsidP="001A7B4E">
                  <w:pPr>
                    <w:pStyle w:val="af9"/>
                    <w:rPr>
                      <w:rFonts w:ascii="맑은 고딕" w:hAnsi="맑은 고딕"/>
                    </w:rPr>
                  </w:pPr>
                </w:p>
                <w:p w:rsidR="00624494" w:rsidRDefault="00624494" w:rsidP="00624494">
                  <w:r>
                    <w:rPr>
                      <w:rFonts w:hint="eastAsia"/>
                    </w:rPr>
                    <w:t>(</w:t>
                  </w:r>
                  <w:r>
                    <w:t>…)</w:t>
                  </w:r>
                </w:p>
                <w:p w:rsidR="00624494" w:rsidRDefault="00624494" w:rsidP="00624494"/>
                <w:p w:rsidR="00624494" w:rsidRPr="00624494" w:rsidRDefault="00624494" w:rsidP="00624494">
                  <w:r>
                    <w:rPr>
                      <w:noProof/>
                    </w:rPr>
                    <w:drawing>
                      <wp:inline distT="0" distB="0" distL="0" distR="0" wp14:anchorId="087B0838" wp14:editId="450E7E69">
                        <wp:extent cx="3409950" cy="1952625"/>
                        <wp:effectExtent l="0" t="0" r="0" b="9525"/>
                        <wp:docPr id="14" name="그림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6"/>
                                <a:srcRect l="823" t="1882" r="988" b="160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09950" cy="19526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7192" w:rsidRPr="005424B3" w:rsidRDefault="00357192" w:rsidP="001A7B4E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357192" w:rsidRPr="005424B3" w:rsidTr="001A7B4E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357192" w:rsidRPr="005424B3" w:rsidRDefault="00357192" w:rsidP="001A7B4E">
                  <w:pPr>
                    <w:rPr>
                      <w:rFonts w:ascii="맑은 고딕" w:hAnsi="맑은 고딕"/>
                    </w:rPr>
                  </w:pPr>
                </w:p>
              </w:tc>
            </w:tr>
          </w:tbl>
          <w:p w:rsidR="00357192" w:rsidRDefault="00357192" w:rsidP="001A7B4E">
            <w:pPr>
              <w:rPr>
                <w:rFonts w:ascii="맑은 고딕" w:hAnsi="맑은 고딕"/>
              </w:rPr>
            </w:pPr>
          </w:p>
          <w:p w:rsidR="00357192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Configure</w:t>
            </w:r>
            <w:r>
              <w:rPr>
                <w:rFonts w:ascii="맑은 고딕" w:hAnsi="맑은 고딕" w:hint="eastAsia"/>
              </w:rPr>
              <w:t xml:space="preserve">은 속성 변경 메소드로서 왼쪽 소스에서는 </w:t>
            </w:r>
            <w:r>
              <w:rPr>
                <w:rFonts w:ascii="맑은 고딕" w:hAnsi="맑은 고딕"/>
              </w:rPr>
              <w:t>mighty2</w:t>
            </w:r>
            <w:r>
              <w:rPr>
                <w:rFonts w:ascii="맑은 고딕" w:hAnsi="맑은 고딕" w:hint="eastAsia"/>
              </w:rPr>
              <w:t>의 t</w:t>
            </w:r>
            <w:r>
              <w:rPr>
                <w:rFonts w:ascii="맑은 고딕" w:hAnsi="맑은 고딕"/>
              </w:rPr>
              <w:t>ext</w:t>
            </w:r>
            <w:r>
              <w:rPr>
                <w:rFonts w:ascii="맑은 고딕" w:hAnsi="맑은 고딕" w:hint="eastAsia"/>
              </w:rPr>
              <w:t>속성을 변경하는 의미를 가진다.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즉 라디오버튼이 클릭될 때,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 xml:space="preserve">Radcall </w:t>
            </w:r>
            <w:r>
              <w:rPr>
                <w:rFonts w:ascii="맑은 고딕" w:hAnsi="맑은 고딕" w:hint="eastAsia"/>
              </w:rPr>
              <w:t>콜백함수가 호출되고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1</w:t>
            </w:r>
            <w:r>
              <w:rPr>
                <w:rFonts w:ascii="맑은 고딕" w:hAnsi="맑은 고딕"/>
              </w:rPr>
              <w:t xml:space="preserve">. </w:t>
            </w:r>
            <w:r>
              <w:rPr>
                <w:rFonts w:ascii="맑은 고딕" w:hAnsi="맑은 고딕" w:hint="eastAsia"/>
              </w:rPr>
              <w:t>라디오버튼 위젯에 바인딩된 r</w:t>
            </w:r>
            <w:r>
              <w:rPr>
                <w:rFonts w:ascii="맑은 고딕" w:hAnsi="맑은 고딕"/>
              </w:rPr>
              <w:t>advar</w:t>
            </w:r>
            <w:r>
              <w:rPr>
                <w:rFonts w:ascii="맑은 고딕" w:hAnsi="맑은 고딕" w:hint="eastAsia"/>
              </w:rPr>
              <w:t>의 값을 불러와서 r</w:t>
            </w:r>
            <w:r>
              <w:rPr>
                <w:rFonts w:ascii="맑은 고딕" w:hAnsi="맑은 고딕"/>
              </w:rPr>
              <w:t>adsel</w:t>
            </w:r>
            <w:r>
              <w:rPr>
                <w:rFonts w:ascii="맑은 고딕" w:hAnsi="맑은 고딕" w:hint="eastAsia"/>
              </w:rPr>
              <w:t>변수에 저장한다.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2</w:t>
            </w:r>
            <w:r>
              <w:rPr>
                <w:rFonts w:ascii="맑은 고딕" w:hAnsi="맑은 고딕"/>
              </w:rPr>
              <w:t>.</w:t>
            </w:r>
            <w:r>
              <w:rPr>
                <w:rFonts w:ascii="맑은 고딕" w:hAnsi="맑은 고딕" w:hint="eastAsia"/>
              </w:rPr>
              <w:t>r</w:t>
            </w:r>
            <w:r>
              <w:rPr>
                <w:rFonts w:ascii="맑은 고딕" w:hAnsi="맑은 고딕"/>
              </w:rPr>
              <w:t xml:space="preserve">edsel </w:t>
            </w:r>
            <w:r>
              <w:rPr>
                <w:rFonts w:ascii="맑은 고딕" w:hAnsi="맑은 고딕" w:hint="eastAsia"/>
              </w:rPr>
              <w:t xml:space="preserve">변수 값에 따라 </w:t>
            </w:r>
            <w:r>
              <w:rPr>
                <w:rFonts w:ascii="맑은 고딕" w:hAnsi="맑은 고딕"/>
              </w:rPr>
              <w:t>mighty2</w:t>
            </w:r>
            <w:r>
              <w:rPr>
                <w:rFonts w:ascii="맑은 고딕" w:hAnsi="맑은 고딕" w:hint="eastAsia"/>
              </w:rPr>
              <w:t>객체의 라벨프레임 텍스트를 변경시킨다.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</w:p>
          <w:p w:rsidR="00ED68E8" w:rsidRDefault="00ED68E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결론적으로,</w:t>
            </w:r>
            <w:r>
              <w:rPr>
                <w:rFonts w:ascii="맑은 고딕" w:hAnsi="맑은 고딕"/>
              </w:rPr>
              <w:t xml:space="preserve"> 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B</w:t>
            </w:r>
            <w:r>
              <w:rPr>
                <w:rFonts w:ascii="맑은 고딕" w:hAnsi="맑은 고딕"/>
              </w:rPr>
              <w:t>lue</w:t>
            </w:r>
            <w:r>
              <w:rPr>
                <w:rFonts w:ascii="맑은 고딕" w:hAnsi="맑은 고딕" w:hint="eastAsia"/>
              </w:rPr>
              <w:t xml:space="preserve">라디오버튼 클릭 시 라벨 프레임 텍스트는 </w:t>
            </w:r>
            <w:r>
              <w:rPr>
                <w:rFonts w:ascii="맑은 고딕" w:hAnsi="맑은 고딕"/>
              </w:rPr>
              <w:t>Blue</w:t>
            </w:r>
          </w:p>
          <w:p w:rsidR="00BA0CB8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G</w:t>
            </w:r>
            <w:r>
              <w:rPr>
                <w:rFonts w:ascii="맑은 고딕" w:hAnsi="맑은 고딕"/>
              </w:rPr>
              <w:t xml:space="preserve">old </w:t>
            </w:r>
            <w:r>
              <w:rPr>
                <w:rFonts w:ascii="맑은 고딕" w:hAnsi="맑은 고딕" w:hint="eastAsia"/>
              </w:rPr>
              <w:t xml:space="preserve">라디오 버튼 클릭 시 라벨 프레임 텍스트는 </w:t>
            </w:r>
            <w:r>
              <w:rPr>
                <w:rFonts w:ascii="맑은 고딕" w:hAnsi="맑은 고딕"/>
              </w:rPr>
              <w:t>Gold</w:t>
            </w:r>
          </w:p>
          <w:p w:rsidR="00C951D0" w:rsidRDefault="00BA0CB8" w:rsidP="001A7B4E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R</w:t>
            </w:r>
            <w:r>
              <w:rPr>
                <w:rFonts w:ascii="맑은 고딕" w:hAnsi="맑은 고딕"/>
              </w:rPr>
              <w:t>ed</w:t>
            </w:r>
            <w:r>
              <w:rPr>
                <w:rFonts w:ascii="맑은 고딕" w:hAnsi="맑은 고딕" w:hint="eastAsia"/>
              </w:rPr>
              <w:t xml:space="preserve">라디오 버튼 클릭 시 라벨 프레임 텍스트는 </w:t>
            </w:r>
            <w:r>
              <w:rPr>
                <w:rFonts w:ascii="맑은 고딕" w:hAnsi="맑은 고딕"/>
              </w:rPr>
              <w:t>Red</w:t>
            </w:r>
            <w:r>
              <w:rPr>
                <w:rFonts w:ascii="맑은 고딕" w:hAnsi="맑은 고딕" w:hint="eastAsia"/>
              </w:rPr>
              <w:t>로 바뀐다.</w:t>
            </w:r>
          </w:p>
          <w:p w:rsidR="00C951D0" w:rsidRPr="005424B3" w:rsidRDefault="00C951D0" w:rsidP="001A7B4E">
            <w:pPr>
              <w:rPr>
                <w:rFonts w:ascii="맑은 고딕" w:hAnsi="맑은 고딕"/>
              </w:rPr>
            </w:pPr>
          </w:p>
        </w:tc>
      </w:tr>
    </w:tbl>
    <w:p w:rsidR="00357192" w:rsidRDefault="00357192" w:rsidP="00FC03C6">
      <w:pPr>
        <w:rPr>
          <w:rFonts w:ascii="맑은 고딕" w:hAnsi="맑은 고딕"/>
        </w:rPr>
      </w:pPr>
    </w:p>
    <w:p w:rsidR="00C951D0" w:rsidRDefault="00C951D0" w:rsidP="00FC03C6">
      <w:pPr>
        <w:rPr>
          <w:rFonts w:ascii="맑은 고딕" w:hAnsi="맑은 고딕"/>
        </w:rPr>
      </w:pPr>
    </w:p>
    <w:p w:rsidR="00E03745" w:rsidRDefault="00E03745" w:rsidP="00FC03C6">
      <w:pPr>
        <w:rPr>
          <w:rFonts w:ascii="맑은 고딕" w:hAnsi="맑은 고딕"/>
        </w:rPr>
      </w:pPr>
    </w:p>
    <w:p w:rsidR="00357192" w:rsidRDefault="00357192" w:rsidP="00FC03C6">
      <w:pPr>
        <w:rPr>
          <w:rFonts w:ascii="맑은 고딕" w:hAnsi="맑은 고딕"/>
        </w:rPr>
      </w:pPr>
    </w:p>
    <w:p w:rsidR="00357192" w:rsidRDefault="00C951D0" w:rsidP="00FC03C6">
      <w:pPr>
        <w:rPr>
          <w:rFonts w:ascii="맑은 고딕" w:hAnsi="맑은 고딕"/>
          <w:sz w:val="30"/>
          <w:szCs w:val="30"/>
        </w:rPr>
      </w:pPr>
      <w:r w:rsidRPr="00C951D0">
        <w:rPr>
          <w:rFonts w:ascii="맑은 고딕" w:hAnsi="맑은 고딕" w:hint="eastAsia"/>
          <w:sz w:val="30"/>
          <w:szCs w:val="30"/>
        </w:rPr>
        <w:lastRenderedPageBreak/>
        <w:t>=위젯 및 속성 정리=</w:t>
      </w:r>
    </w:p>
    <w:p w:rsidR="00E84BE1" w:rsidRDefault="00E84BE1" w:rsidP="00FC03C6">
      <w:pPr>
        <w:rPr>
          <w:rFonts w:ascii="맑은 고딕" w:hAnsi="맑은 고딕"/>
          <w:sz w:val="30"/>
          <w:szCs w:val="30"/>
        </w:rPr>
      </w:pPr>
    </w:p>
    <w:p w:rsidR="00C951D0" w:rsidRDefault="00C951D0" w:rsidP="00FC03C6">
      <w:pPr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T</w:t>
      </w:r>
      <w:r>
        <w:rPr>
          <w:rFonts w:ascii="맑은 고딕" w:hAnsi="맑은 고딕"/>
          <w:sz w:val="30"/>
          <w:szCs w:val="30"/>
        </w:rPr>
        <w:t>ab</w:t>
      </w:r>
      <w:r w:rsidR="00E84BE1">
        <w:rPr>
          <w:rFonts w:ascii="맑은 고딕" w:hAnsi="맑은 고딕"/>
          <w:sz w:val="30"/>
          <w:szCs w:val="30"/>
        </w:rPr>
        <w:t>:</w:t>
      </w:r>
      <w:r w:rsidR="000B47DA">
        <w:rPr>
          <w:rFonts w:ascii="맑은 고딕" w:hAnsi="맑은 고딕"/>
          <w:sz w:val="30"/>
          <w:szCs w:val="30"/>
        </w:rPr>
        <w:t xml:space="preserve"> </w:t>
      </w:r>
      <w:r w:rsidR="003E7885">
        <w:rPr>
          <w:rFonts w:ascii="맑은 고딕" w:hAnsi="맑은 고딕"/>
          <w:sz w:val="30"/>
          <w:szCs w:val="30"/>
        </w:rPr>
        <w:t>‘</w:t>
      </w:r>
      <w:r w:rsidR="003E7885">
        <w:rPr>
          <w:rFonts w:ascii="맑은 고딕" w:hAnsi="맑은 고딕" w:hint="eastAsia"/>
          <w:sz w:val="30"/>
          <w:szCs w:val="30"/>
        </w:rPr>
        <w:t>창,화면</w:t>
      </w:r>
      <w:r w:rsidR="003E7885">
        <w:rPr>
          <w:rFonts w:ascii="맑은 고딕" w:hAnsi="맑은 고딕"/>
          <w:sz w:val="30"/>
          <w:szCs w:val="30"/>
        </w:rPr>
        <w:t>’</w:t>
      </w:r>
      <w:r w:rsidR="003E7885">
        <w:rPr>
          <w:rFonts w:ascii="맑은 고딕" w:hAnsi="맑은 고딕" w:hint="eastAsia"/>
          <w:sz w:val="30"/>
          <w:szCs w:val="30"/>
        </w:rPr>
        <w:t>을 담당하는 위젯.</w:t>
      </w:r>
      <w:r w:rsidR="003E7885">
        <w:rPr>
          <w:rFonts w:ascii="맑은 고딕" w:hAnsi="맑은 고딕"/>
          <w:sz w:val="30"/>
          <w:szCs w:val="30"/>
        </w:rPr>
        <w:t xml:space="preserve"> </w:t>
      </w:r>
      <w:r w:rsidR="003E7885">
        <w:rPr>
          <w:rFonts w:ascii="맑은 고딕" w:hAnsi="맑은 고딕" w:hint="eastAsia"/>
          <w:sz w:val="30"/>
          <w:szCs w:val="30"/>
        </w:rPr>
        <w:t>탭이 많을수록</w:t>
      </w:r>
      <w:r w:rsidR="003E7885">
        <w:rPr>
          <w:rFonts w:ascii="맑은 고딕" w:hAnsi="맑은 고딕"/>
          <w:sz w:val="30"/>
          <w:szCs w:val="30"/>
        </w:rPr>
        <w:t xml:space="preserve"> </w:t>
      </w:r>
      <w:r w:rsidR="003E7885">
        <w:rPr>
          <w:rFonts w:ascii="맑은 고딕" w:hAnsi="맑은 고딕" w:hint="eastAsia"/>
          <w:sz w:val="30"/>
          <w:szCs w:val="30"/>
        </w:rPr>
        <w:t>한 프로그램에서 여러 창을 담고 있다!</w:t>
      </w:r>
      <w:r w:rsidR="003E7885">
        <w:rPr>
          <w:rFonts w:ascii="맑은 고딕" w:hAnsi="맑은 고딕"/>
          <w:sz w:val="30"/>
          <w:szCs w:val="30"/>
        </w:rPr>
        <w:t>!</w:t>
      </w:r>
    </w:p>
    <w:p w:rsidR="00BD4909" w:rsidRDefault="005E62E2" w:rsidP="00BD4909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s</w:t>
      </w:r>
      <w:r>
        <w:rPr>
          <w:rFonts w:ascii="맑은 고딕" w:hAnsi="맑은 고딕"/>
          <w:sz w:val="30"/>
          <w:szCs w:val="30"/>
        </w:rPr>
        <w:t>tate</w:t>
      </w:r>
      <w:r w:rsidR="00C03050">
        <w:rPr>
          <w:rFonts w:ascii="맑은 고딕" w:hAnsi="맑은 고딕"/>
          <w:sz w:val="30"/>
          <w:szCs w:val="30"/>
        </w:rPr>
        <w:t xml:space="preserve">-disabled: tab을 </w:t>
      </w:r>
      <w:r w:rsidR="00C03050">
        <w:rPr>
          <w:rFonts w:ascii="맑은 고딕" w:hAnsi="맑은 고딕" w:hint="eastAsia"/>
          <w:sz w:val="30"/>
          <w:szCs w:val="30"/>
        </w:rPr>
        <w:t>표시할 수 없다</w:t>
      </w:r>
    </w:p>
    <w:p w:rsidR="00C03050" w:rsidRDefault="00C03050" w:rsidP="00BD4909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state-</w:t>
      </w:r>
      <w:r>
        <w:rPr>
          <w:rFonts w:ascii="맑은 고딕" w:hAnsi="맑은 고딕"/>
          <w:sz w:val="30"/>
          <w:szCs w:val="30"/>
        </w:rPr>
        <w:t xml:space="preserve">hidden: </w:t>
      </w:r>
      <w:r>
        <w:rPr>
          <w:rFonts w:ascii="맑은 고딕" w:hAnsi="맑은 고딕" w:hint="eastAsia"/>
          <w:sz w:val="30"/>
          <w:szCs w:val="30"/>
        </w:rPr>
        <w:t>t</w:t>
      </w:r>
      <w:r>
        <w:rPr>
          <w:rFonts w:ascii="맑은 고딕" w:hAnsi="맑은 고딕"/>
          <w:sz w:val="30"/>
          <w:szCs w:val="30"/>
        </w:rPr>
        <w:t>ab</w:t>
      </w:r>
      <w:r>
        <w:rPr>
          <w:rFonts w:ascii="맑은 고딕" w:hAnsi="맑은 고딕" w:hint="eastAsia"/>
          <w:sz w:val="30"/>
          <w:szCs w:val="30"/>
        </w:rPr>
        <w:t>이 표시되지 않는다.</w:t>
      </w:r>
    </w:p>
    <w:p w:rsidR="00C03050" w:rsidRDefault="00C03050" w:rsidP="00BD4909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t</w:t>
      </w:r>
      <w:r>
        <w:rPr>
          <w:rFonts w:ascii="맑은 고딕" w:hAnsi="맑은 고딕"/>
          <w:sz w:val="30"/>
          <w:szCs w:val="30"/>
        </w:rPr>
        <w:t xml:space="preserve">ext: </w:t>
      </w:r>
      <w:r>
        <w:rPr>
          <w:rFonts w:ascii="맑은 고딕" w:hAnsi="맑은 고딕" w:hint="eastAsia"/>
          <w:sz w:val="30"/>
          <w:szCs w:val="30"/>
        </w:rPr>
        <w:t>탭에 표시되는 텍스트</w:t>
      </w:r>
    </w:p>
    <w:p w:rsidR="00C03050" w:rsidRDefault="00C03050" w:rsidP="00BD4909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i</w:t>
      </w:r>
      <w:r>
        <w:rPr>
          <w:rFonts w:ascii="맑은 고딕" w:hAnsi="맑은 고딕"/>
          <w:sz w:val="30"/>
          <w:szCs w:val="30"/>
        </w:rPr>
        <w:t xml:space="preserve">mage: </w:t>
      </w:r>
      <w:r>
        <w:rPr>
          <w:rFonts w:ascii="맑은 고딕" w:hAnsi="맑은 고딕" w:hint="eastAsia"/>
          <w:sz w:val="30"/>
          <w:szCs w:val="30"/>
        </w:rPr>
        <w:t>탭에 표시할 이미지</w:t>
      </w:r>
    </w:p>
    <w:p w:rsidR="00C03050" w:rsidRPr="00BD4909" w:rsidRDefault="00C03050" w:rsidP="00BD4909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u</w:t>
      </w:r>
      <w:r>
        <w:rPr>
          <w:rFonts w:ascii="맑은 고딕" w:hAnsi="맑은 고딕"/>
          <w:sz w:val="30"/>
          <w:szCs w:val="30"/>
        </w:rPr>
        <w:t xml:space="preserve">nderline: </w:t>
      </w:r>
      <w:r>
        <w:rPr>
          <w:rFonts w:ascii="맑은 고딕" w:hAnsi="맑은 고딕" w:hint="eastAsia"/>
          <w:sz w:val="30"/>
          <w:szCs w:val="30"/>
        </w:rPr>
        <w:t>텍스트 문자열에 밑줄을 표시하기 위한 문자의 인덱스를 지정</w:t>
      </w:r>
    </w:p>
    <w:p w:rsidR="00986180" w:rsidRDefault="00E84BE1" w:rsidP="00FC03C6">
      <w:pPr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M</w:t>
      </w:r>
      <w:r>
        <w:rPr>
          <w:rFonts w:ascii="맑은 고딕" w:hAnsi="맑은 고딕"/>
          <w:sz w:val="30"/>
          <w:szCs w:val="30"/>
        </w:rPr>
        <w:t>enu:</w:t>
      </w:r>
      <w:r w:rsidR="003E7885">
        <w:rPr>
          <w:rFonts w:ascii="맑은 고딕" w:hAnsi="맑은 고딕"/>
          <w:sz w:val="30"/>
          <w:szCs w:val="30"/>
        </w:rPr>
        <w:t xml:space="preserve"> </w:t>
      </w:r>
      <w:r w:rsidR="00986180">
        <w:rPr>
          <w:rFonts w:ascii="맑은 고딕" w:hAnsi="맑은 고딕" w:hint="eastAsia"/>
          <w:sz w:val="30"/>
          <w:szCs w:val="30"/>
        </w:rPr>
        <w:t>프로그램의 추가 기능을 담당하는 위젯,</w:t>
      </w:r>
      <w:r w:rsidR="00986180">
        <w:rPr>
          <w:rFonts w:ascii="맑은 고딕" w:hAnsi="맑은 고딕"/>
          <w:sz w:val="30"/>
          <w:szCs w:val="30"/>
        </w:rPr>
        <w:t xml:space="preserve"> </w:t>
      </w:r>
      <w:r w:rsidR="00986180">
        <w:rPr>
          <w:rFonts w:ascii="맑은 고딕" w:hAnsi="맑은 고딕" w:hint="eastAsia"/>
          <w:sz w:val="30"/>
          <w:szCs w:val="30"/>
        </w:rPr>
        <w:t xml:space="preserve">예를 들어 </w:t>
      </w:r>
      <w:r w:rsidR="00986180">
        <w:rPr>
          <w:rFonts w:ascii="맑은 고딕" w:hAnsi="맑은 고딕"/>
          <w:sz w:val="30"/>
          <w:szCs w:val="30"/>
        </w:rPr>
        <w:t>‘</w:t>
      </w:r>
      <w:r w:rsidR="00986180">
        <w:rPr>
          <w:rFonts w:ascii="맑은 고딕" w:hAnsi="맑은 고딕" w:hint="eastAsia"/>
          <w:sz w:val="30"/>
          <w:szCs w:val="30"/>
        </w:rPr>
        <w:t>프로그램 종료</w:t>
      </w:r>
      <w:r w:rsidR="00986180">
        <w:rPr>
          <w:rFonts w:ascii="맑은 고딕" w:hAnsi="맑은 고딕"/>
          <w:sz w:val="30"/>
          <w:szCs w:val="30"/>
        </w:rPr>
        <w:t xml:space="preserve">, </w:t>
      </w:r>
      <w:r w:rsidR="00986180">
        <w:rPr>
          <w:rFonts w:ascii="맑은 고딕" w:hAnsi="맑은 고딕" w:hint="eastAsia"/>
          <w:sz w:val="30"/>
          <w:szCs w:val="30"/>
        </w:rPr>
        <w:t>옵션</w:t>
      </w:r>
      <w:r w:rsidR="00986180">
        <w:rPr>
          <w:rFonts w:ascii="맑은 고딕" w:hAnsi="맑은 고딕"/>
          <w:sz w:val="30"/>
          <w:szCs w:val="30"/>
        </w:rPr>
        <w:t xml:space="preserve"> </w:t>
      </w:r>
      <w:r w:rsidR="00986180">
        <w:rPr>
          <w:rFonts w:ascii="맑은 고딕" w:hAnsi="맑은 고딕" w:hint="eastAsia"/>
          <w:sz w:val="30"/>
          <w:szCs w:val="30"/>
        </w:rPr>
        <w:t>g</w:t>
      </w:r>
      <w:r w:rsidR="00986180">
        <w:rPr>
          <w:rFonts w:ascii="맑은 고딕" w:hAnsi="맑은 고딕"/>
          <w:sz w:val="30"/>
          <w:szCs w:val="30"/>
        </w:rPr>
        <w:t>ui</w:t>
      </w:r>
      <w:r w:rsidR="00986180">
        <w:rPr>
          <w:rFonts w:ascii="맑은 고딕" w:hAnsi="맑은 고딕" w:hint="eastAsia"/>
          <w:sz w:val="30"/>
          <w:szCs w:val="30"/>
        </w:rPr>
        <w:t>폼 생성 등</w:t>
      </w:r>
      <w:r w:rsidR="00986180">
        <w:rPr>
          <w:rFonts w:ascii="맑은 고딕" w:hAnsi="맑은 고딕"/>
          <w:sz w:val="30"/>
          <w:szCs w:val="30"/>
        </w:rPr>
        <w:t xml:space="preserve">’ </w:t>
      </w:r>
      <w:r w:rsidR="00986180">
        <w:rPr>
          <w:rFonts w:ascii="맑은 고딕" w:hAnsi="맑은 고딕" w:hint="eastAsia"/>
          <w:sz w:val="30"/>
          <w:szCs w:val="30"/>
        </w:rPr>
        <w:t>을 담고 있는 위젯이다.</w:t>
      </w:r>
    </w:p>
    <w:p w:rsidR="00986180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a</w:t>
      </w:r>
      <w:r>
        <w:rPr>
          <w:rFonts w:ascii="맑은 고딕" w:hAnsi="맑은 고딕"/>
          <w:sz w:val="30"/>
          <w:szCs w:val="30"/>
        </w:rPr>
        <w:t xml:space="preserve">ctivebackground: </w:t>
      </w:r>
      <w:r>
        <w:rPr>
          <w:rFonts w:ascii="맑은 고딕" w:hAnsi="맑은 고딕" w:hint="eastAsia"/>
          <w:sz w:val="30"/>
          <w:szCs w:val="30"/>
        </w:rPr>
        <w:t>마우스가 있을 때,</w:t>
      </w:r>
      <w:r>
        <w:rPr>
          <w:rFonts w:ascii="맑은 고딕" w:hAnsi="맑은 고딕"/>
          <w:sz w:val="30"/>
          <w:szCs w:val="30"/>
        </w:rPr>
        <w:t xml:space="preserve"> </w:t>
      </w:r>
      <w:r>
        <w:rPr>
          <w:rFonts w:ascii="맑은 고딕" w:hAnsi="맑은 고딕" w:hint="eastAsia"/>
          <w:sz w:val="30"/>
          <w:szCs w:val="30"/>
        </w:rPr>
        <w:t>선택을 표현하는 배경색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a</w:t>
      </w:r>
      <w:r>
        <w:rPr>
          <w:rFonts w:ascii="맑은 고딕" w:hAnsi="맑은 고딕"/>
          <w:sz w:val="30"/>
          <w:szCs w:val="30"/>
        </w:rPr>
        <w:t xml:space="preserve">ctiveforeground: </w:t>
      </w:r>
      <w:r>
        <w:rPr>
          <w:rFonts w:ascii="맑은 고딕" w:hAnsi="맑은 고딕" w:hint="eastAsia"/>
          <w:sz w:val="30"/>
          <w:szCs w:val="30"/>
        </w:rPr>
        <w:t>마우스가 있을 때,</w:t>
      </w:r>
      <w:r>
        <w:rPr>
          <w:rFonts w:ascii="맑은 고딕" w:hAnsi="맑은 고딕"/>
          <w:sz w:val="30"/>
          <w:szCs w:val="30"/>
        </w:rPr>
        <w:t xml:space="preserve"> </w:t>
      </w:r>
      <w:r>
        <w:rPr>
          <w:rFonts w:ascii="맑은 고딕" w:hAnsi="맑은 고딕" w:hint="eastAsia"/>
          <w:sz w:val="30"/>
          <w:szCs w:val="30"/>
        </w:rPr>
        <w:t>선택을 표현하는 글자색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b</w:t>
      </w:r>
      <w:r>
        <w:rPr>
          <w:rFonts w:ascii="맑은 고딕" w:hAnsi="맑은 고딕"/>
          <w:sz w:val="30"/>
          <w:szCs w:val="30"/>
        </w:rPr>
        <w:t xml:space="preserve">ackground: </w:t>
      </w:r>
      <w:r>
        <w:rPr>
          <w:rFonts w:ascii="맑은 고딕" w:hAnsi="맑은 고딕" w:hint="eastAsia"/>
          <w:sz w:val="30"/>
          <w:szCs w:val="30"/>
        </w:rPr>
        <w:t>마우스가 위에 없을 때 배경색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b</w:t>
      </w:r>
      <w:r>
        <w:rPr>
          <w:rFonts w:ascii="맑은 고딕" w:hAnsi="맑은 고딕"/>
          <w:sz w:val="30"/>
          <w:szCs w:val="30"/>
        </w:rPr>
        <w:t xml:space="preserve">d: </w:t>
      </w:r>
      <w:r>
        <w:rPr>
          <w:rFonts w:ascii="맑은 고딕" w:hAnsi="맑은 고딕" w:hint="eastAsia"/>
          <w:sz w:val="30"/>
          <w:szCs w:val="30"/>
        </w:rPr>
        <w:t>모든 선택을 표시하는 테두리 폭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f</w:t>
      </w:r>
      <w:r>
        <w:rPr>
          <w:rFonts w:ascii="맑은 고딕" w:hAnsi="맑은 고딕"/>
          <w:sz w:val="30"/>
          <w:szCs w:val="30"/>
        </w:rPr>
        <w:t xml:space="preserve">g/foreground: </w:t>
      </w:r>
      <w:r>
        <w:rPr>
          <w:rFonts w:ascii="맑은 고딕" w:hAnsi="맑은 고딕" w:hint="eastAsia"/>
          <w:sz w:val="30"/>
          <w:szCs w:val="30"/>
        </w:rPr>
        <w:t>마우스가 위에 없을 때 글자색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i</w:t>
      </w:r>
      <w:r>
        <w:rPr>
          <w:rFonts w:ascii="맑은 고딕" w:hAnsi="맑은 고딕"/>
          <w:sz w:val="30"/>
          <w:szCs w:val="30"/>
        </w:rPr>
        <w:t>mage:menubutton</w:t>
      </w:r>
      <w:r>
        <w:rPr>
          <w:rFonts w:ascii="맑은 고딕" w:hAnsi="맑은 고딕" w:hint="eastAsia"/>
          <w:sz w:val="30"/>
          <w:szCs w:val="30"/>
        </w:rPr>
        <w:t>위에 표시되는 이미지</w:t>
      </w:r>
    </w:p>
    <w:p w:rsidR="00BD4909" w:rsidRDefault="00BD4909" w:rsidP="00BD4909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s</w:t>
      </w:r>
      <w:r>
        <w:rPr>
          <w:rFonts w:ascii="맑은 고딕" w:hAnsi="맑은 고딕"/>
          <w:sz w:val="30"/>
          <w:szCs w:val="30"/>
        </w:rPr>
        <w:t>electcolor:</w:t>
      </w:r>
      <w:r>
        <w:rPr>
          <w:rFonts w:ascii="맑은 고딕" w:hAnsi="맑은 고딕" w:hint="eastAsia"/>
          <w:sz w:val="30"/>
          <w:szCs w:val="30"/>
        </w:rPr>
        <w:t>선택되었을 때 체크버튼이나 라디오 버튼에 표시되는 색상</w:t>
      </w:r>
    </w:p>
    <w:p w:rsidR="009F5158" w:rsidRDefault="00BD4909" w:rsidP="009F5158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t</w:t>
      </w:r>
      <w:r>
        <w:rPr>
          <w:rFonts w:ascii="맑은 고딕" w:hAnsi="맑은 고딕"/>
          <w:sz w:val="30"/>
          <w:szCs w:val="30"/>
        </w:rPr>
        <w:t>earoff:</w:t>
      </w:r>
      <w:r>
        <w:rPr>
          <w:rFonts w:ascii="맑은 고딕" w:hAnsi="맑은 고딕" w:hint="eastAsia"/>
          <w:sz w:val="30"/>
          <w:szCs w:val="30"/>
        </w:rPr>
        <w:t>점선을 표시 유무</w:t>
      </w:r>
    </w:p>
    <w:p w:rsidR="009F5158" w:rsidRDefault="009F5158" w:rsidP="009F5158">
      <w:pPr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p</w:t>
      </w:r>
      <w:r>
        <w:rPr>
          <w:rFonts w:ascii="맑은 고딕" w:hAnsi="맑은 고딕"/>
          <w:sz w:val="30"/>
          <w:szCs w:val="30"/>
        </w:rPr>
        <w:t xml:space="preserve">ack: </w:t>
      </w:r>
      <w:r w:rsidR="00D23130">
        <w:rPr>
          <w:rFonts w:ascii="맑은 고딕" w:hAnsi="맑은 고딕" w:hint="eastAsia"/>
          <w:sz w:val="30"/>
          <w:szCs w:val="30"/>
        </w:rPr>
        <w:t>위젯의 열과 행을 관리(</w:t>
      </w:r>
      <w:r w:rsidR="00F927E2">
        <w:rPr>
          <w:rFonts w:ascii="맑은 고딕" w:hAnsi="맑은 고딕" w:hint="eastAsia"/>
          <w:sz w:val="30"/>
          <w:szCs w:val="30"/>
        </w:rPr>
        <w:t>크기를 관리)하는 속성이다.</w:t>
      </w:r>
    </w:p>
    <w:p w:rsidR="00F927E2" w:rsidRDefault="00F927E2" w:rsidP="00F927E2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 xml:space="preserve"> </w:t>
      </w:r>
      <w:r>
        <w:rPr>
          <w:rFonts w:ascii="맑은 고딕" w:hAnsi="맑은 고딕"/>
          <w:sz w:val="30"/>
          <w:szCs w:val="30"/>
        </w:rPr>
        <w:t xml:space="preserve">fill: </w:t>
      </w:r>
      <w:r>
        <w:rPr>
          <w:rFonts w:ascii="맑은 고딕" w:hAnsi="맑은 고딕" w:hint="eastAsia"/>
          <w:sz w:val="30"/>
          <w:szCs w:val="30"/>
        </w:rPr>
        <w:t>제공된 공간</w:t>
      </w:r>
      <w:r w:rsidR="006409A9">
        <w:rPr>
          <w:rFonts w:ascii="맑은 고딕" w:hAnsi="맑은 고딕" w:hint="eastAsia"/>
          <w:sz w:val="30"/>
          <w:szCs w:val="30"/>
        </w:rPr>
        <w:t>(남은 공간)</w:t>
      </w:r>
      <w:r>
        <w:rPr>
          <w:rFonts w:ascii="맑은 고딕" w:hAnsi="맑은 고딕" w:hint="eastAsia"/>
          <w:sz w:val="30"/>
          <w:szCs w:val="30"/>
        </w:rPr>
        <w:t>을 점유하도록 할 것인지 지정한다.</w:t>
      </w:r>
    </w:p>
    <w:p w:rsidR="00F927E2" w:rsidRDefault="00F927E2" w:rsidP="00F927E2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e</w:t>
      </w:r>
      <w:r>
        <w:rPr>
          <w:rFonts w:ascii="맑은 고딕" w:hAnsi="맑은 고딕"/>
          <w:sz w:val="30"/>
          <w:szCs w:val="30"/>
        </w:rPr>
        <w:t xml:space="preserve">xpand: </w:t>
      </w:r>
      <w:r>
        <w:rPr>
          <w:rFonts w:ascii="맑은 고딕" w:hAnsi="맑은 고딕" w:hint="eastAsia"/>
          <w:sz w:val="30"/>
          <w:szCs w:val="30"/>
        </w:rPr>
        <w:t>여분의 공간을 채우기 위해 확장할 것인지 지정한다</w:t>
      </w:r>
    </w:p>
    <w:p w:rsidR="00E84BE1" w:rsidRPr="003135BA" w:rsidRDefault="00F927E2" w:rsidP="00FC03C6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0"/>
          <w:szCs w:val="30"/>
        </w:rPr>
      </w:pPr>
      <w:r>
        <w:rPr>
          <w:rFonts w:ascii="맑은 고딕" w:hAnsi="맑은 고딕" w:hint="eastAsia"/>
          <w:sz w:val="30"/>
          <w:szCs w:val="30"/>
        </w:rPr>
        <w:t>s</w:t>
      </w:r>
      <w:r>
        <w:rPr>
          <w:rFonts w:ascii="맑은 고딕" w:hAnsi="맑은 고딕"/>
          <w:sz w:val="30"/>
          <w:szCs w:val="30"/>
        </w:rPr>
        <w:t xml:space="preserve">ide: </w:t>
      </w:r>
      <w:r>
        <w:rPr>
          <w:rFonts w:ascii="맑은 고딕" w:hAnsi="맑은 고딕" w:hint="eastAsia"/>
          <w:sz w:val="30"/>
          <w:szCs w:val="30"/>
        </w:rPr>
        <w:t>위젯을 위치시킬 측명을 지정한다.</w:t>
      </w:r>
    </w:p>
    <w:sectPr w:rsidR="00E84BE1" w:rsidRPr="003135BA" w:rsidSect="005424B3">
      <w:footerReference w:type="default" r:id="rId17"/>
      <w:headerReference w:type="first" r:id="rId18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19A" w:rsidRDefault="00CA219A" w:rsidP="004A7542">
      <w:pPr>
        <w:spacing w:after="0" w:line="240" w:lineRule="auto"/>
      </w:pPr>
      <w:r>
        <w:separator/>
      </w:r>
    </w:p>
  </w:endnote>
  <w:endnote w:type="continuationSeparator" w:id="0">
    <w:p w:rsidR="00CA219A" w:rsidRDefault="00CA219A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62E2" w:rsidRDefault="005E62E2" w:rsidP="00B13FE2">
        <w:pPr>
          <w:pStyle w:val="a4"/>
        </w:pPr>
        <w:r>
          <w:rPr>
            <w:lang w:val="ko-KR" w:bidi="ko-KR"/>
          </w:rPr>
          <w:fldChar w:fldCharType="begin"/>
        </w:r>
        <w:r>
          <w:rPr>
            <w:lang w:val="ko-KR" w:bidi="ko-KR"/>
          </w:rPr>
          <w:instrText xml:space="preserve"> PAGE   \* MERGEFORMAT </w:instrText>
        </w:r>
        <w:r>
          <w:rPr>
            <w:lang w:val="ko-KR" w:bidi="ko-KR"/>
          </w:rPr>
          <w:fldChar w:fldCharType="separate"/>
        </w:r>
        <w:r>
          <w:rPr>
            <w:noProof/>
            <w:lang w:val="ko-KR" w:bidi="ko-KR"/>
          </w:rPr>
          <w:t>2</w:t>
        </w:r>
        <w:r>
          <w:rPr>
            <w:noProof/>
            <w:lang w:val="ko-KR" w:bidi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19A" w:rsidRDefault="00CA219A" w:rsidP="004A7542">
      <w:pPr>
        <w:spacing w:after="0" w:line="240" w:lineRule="auto"/>
      </w:pPr>
      <w:r>
        <w:separator/>
      </w:r>
    </w:p>
  </w:footnote>
  <w:footnote w:type="continuationSeparator" w:id="0">
    <w:p w:rsidR="00CA219A" w:rsidRDefault="00CA219A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E2" w:rsidRPr="00001191" w:rsidRDefault="00C922EA" w:rsidP="00B61C89">
    <w:pPr>
      <w:pStyle w:val="a3"/>
      <w:ind w:firstLineChars="600" w:firstLine="3240"/>
      <w:jc w:val="left"/>
      <w:rPr>
        <w:rFonts w:ascii="맑은 고딕" w:hAnsi="맑은 고딕"/>
      </w:rPr>
    </w:pPr>
    <w:r>
      <w:rPr>
        <w:rFonts w:ascii="맑은 고딕" w:hAnsi="맑은 고딕" w:hint="eastAsia"/>
      </w:rPr>
      <w:t>python-3주차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1F7371"/>
    <w:multiLevelType w:val="hybridMultilevel"/>
    <w:tmpl w:val="2510477E"/>
    <w:lvl w:ilvl="0" w:tplc="534C096E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927495"/>
    <w:multiLevelType w:val="hybridMultilevel"/>
    <w:tmpl w:val="3D74D4B2"/>
    <w:lvl w:ilvl="0" w:tplc="A23A2426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0D0374"/>
    <w:multiLevelType w:val="hybridMultilevel"/>
    <w:tmpl w:val="9AC4B92C"/>
    <w:lvl w:ilvl="0" w:tplc="E1FC3CCA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7" w15:restartNumberingAfterBreak="0">
    <w:nsid w:val="4B036815"/>
    <w:multiLevelType w:val="multilevel"/>
    <w:tmpl w:val="E532429C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F4D037D"/>
    <w:multiLevelType w:val="multilevel"/>
    <w:tmpl w:val="552E29B6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C8642AA"/>
    <w:multiLevelType w:val="multilevel"/>
    <w:tmpl w:val="04090023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762C4851"/>
    <w:multiLevelType w:val="hybridMultilevel"/>
    <w:tmpl w:val="3FE21EBA"/>
    <w:lvl w:ilvl="0" w:tplc="B67E858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3"/>
  </w:num>
  <w:num w:numId="6">
    <w:abstractNumId w:val="17"/>
  </w:num>
  <w:num w:numId="7">
    <w:abstractNumId w:val="15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1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FC"/>
    <w:rsid w:val="00001191"/>
    <w:rsid w:val="00011C73"/>
    <w:rsid w:val="00011F16"/>
    <w:rsid w:val="00015AFC"/>
    <w:rsid w:val="000211B9"/>
    <w:rsid w:val="00023E26"/>
    <w:rsid w:val="00025D63"/>
    <w:rsid w:val="00047AE9"/>
    <w:rsid w:val="00047DE2"/>
    <w:rsid w:val="00056622"/>
    <w:rsid w:val="0005796D"/>
    <w:rsid w:val="00061B4A"/>
    <w:rsid w:val="00062345"/>
    <w:rsid w:val="000637D9"/>
    <w:rsid w:val="00072ED0"/>
    <w:rsid w:val="00092B82"/>
    <w:rsid w:val="000B47DA"/>
    <w:rsid w:val="000B5AE5"/>
    <w:rsid w:val="000B7692"/>
    <w:rsid w:val="000C5573"/>
    <w:rsid w:val="000D5B90"/>
    <w:rsid w:val="000E3921"/>
    <w:rsid w:val="000E3B1C"/>
    <w:rsid w:val="000E568C"/>
    <w:rsid w:val="000F10BA"/>
    <w:rsid w:val="000F138F"/>
    <w:rsid w:val="000F26B7"/>
    <w:rsid w:val="00137DE4"/>
    <w:rsid w:val="00146C21"/>
    <w:rsid w:val="00153EF2"/>
    <w:rsid w:val="00164CF5"/>
    <w:rsid w:val="00174460"/>
    <w:rsid w:val="00181A80"/>
    <w:rsid w:val="00187D87"/>
    <w:rsid w:val="00192865"/>
    <w:rsid w:val="001A7B4E"/>
    <w:rsid w:val="001B2F0E"/>
    <w:rsid w:val="001B3F08"/>
    <w:rsid w:val="001C4FB9"/>
    <w:rsid w:val="001D52B6"/>
    <w:rsid w:val="001F259B"/>
    <w:rsid w:val="00202C58"/>
    <w:rsid w:val="00204C74"/>
    <w:rsid w:val="00210152"/>
    <w:rsid w:val="002332CA"/>
    <w:rsid w:val="00235DEB"/>
    <w:rsid w:val="002370D5"/>
    <w:rsid w:val="00265622"/>
    <w:rsid w:val="0027390D"/>
    <w:rsid w:val="00282542"/>
    <w:rsid w:val="0028320B"/>
    <w:rsid w:val="00293B83"/>
    <w:rsid w:val="002C17F2"/>
    <w:rsid w:val="002C1951"/>
    <w:rsid w:val="002C69F5"/>
    <w:rsid w:val="002D075C"/>
    <w:rsid w:val="002D3D3C"/>
    <w:rsid w:val="002F0A96"/>
    <w:rsid w:val="002F6759"/>
    <w:rsid w:val="00301399"/>
    <w:rsid w:val="00312E38"/>
    <w:rsid w:val="003135BA"/>
    <w:rsid w:val="003151DE"/>
    <w:rsid w:val="003160AF"/>
    <w:rsid w:val="00317C15"/>
    <w:rsid w:val="003304F0"/>
    <w:rsid w:val="00335150"/>
    <w:rsid w:val="00352FBC"/>
    <w:rsid w:val="00357192"/>
    <w:rsid w:val="00360CD7"/>
    <w:rsid w:val="003632F2"/>
    <w:rsid w:val="00376C8B"/>
    <w:rsid w:val="0039418F"/>
    <w:rsid w:val="003E5379"/>
    <w:rsid w:val="003E7885"/>
    <w:rsid w:val="00404B18"/>
    <w:rsid w:val="00465CD5"/>
    <w:rsid w:val="00471016"/>
    <w:rsid w:val="00477341"/>
    <w:rsid w:val="0048286E"/>
    <w:rsid w:val="00484EEA"/>
    <w:rsid w:val="00486B13"/>
    <w:rsid w:val="004902C9"/>
    <w:rsid w:val="00492711"/>
    <w:rsid w:val="004A7542"/>
    <w:rsid w:val="004B1A81"/>
    <w:rsid w:val="004B7870"/>
    <w:rsid w:val="004B7A8B"/>
    <w:rsid w:val="004C3195"/>
    <w:rsid w:val="004D4140"/>
    <w:rsid w:val="004E58D4"/>
    <w:rsid w:val="005054E5"/>
    <w:rsid w:val="005424B3"/>
    <w:rsid w:val="00567489"/>
    <w:rsid w:val="00584D03"/>
    <w:rsid w:val="0059680C"/>
    <w:rsid w:val="005A16DB"/>
    <w:rsid w:val="005A4B22"/>
    <w:rsid w:val="005B1658"/>
    <w:rsid w:val="005B2959"/>
    <w:rsid w:val="005C0304"/>
    <w:rsid w:val="005C53BB"/>
    <w:rsid w:val="005D36F1"/>
    <w:rsid w:val="005D65A9"/>
    <w:rsid w:val="005E62E2"/>
    <w:rsid w:val="005F06C3"/>
    <w:rsid w:val="005F233B"/>
    <w:rsid w:val="006014C6"/>
    <w:rsid w:val="0060443D"/>
    <w:rsid w:val="00624494"/>
    <w:rsid w:val="0062455E"/>
    <w:rsid w:val="00625D86"/>
    <w:rsid w:val="006409A9"/>
    <w:rsid w:val="00662FB9"/>
    <w:rsid w:val="006658C8"/>
    <w:rsid w:val="006679C2"/>
    <w:rsid w:val="00673FEF"/>
    <w:rsid w:val="00677C04"/>
    <w:rsid w:val="00687750"/>
    <w:rsid w:val="00695D2F"/>
    <w:rsid w:val="006A08B7"/>
    <w:rsid w:val="006A3CE7"/>
    <w:rsid w:val="006A7BD5"/>
    <w:rsid w:val="006B4848"/>
    <w:rsid w:val="006B4B96"/>
    <w:rsid w:val="006E1422"/>
    <w:rsid w:val="006E3C0F"/>
    <w:rsid w:val="006F6B75"/>
    <w:rsid w:val="007028D2"/>
    <w:rsid w:val="00740EAC"/>
    <w:rsid w:val="007462AF"/>
    <w:rsid w:val="00752FAC"/>
    <w:rsid w:val="007900C1"/>
    <w:rsid w:val="007913FB"/>
    <w:rsid w:val="00791A56"/>
    <w:rsid w:val="0079304B"/>
    <w:rsid w:val="007974F1"/>
    <w:rsid w:val="007A39D5"/>
    <w:rsid w:val="007A6088"/>
    <w:rsid w:val="007C77F8"/>
    <w:rsid w:val="007D6B03"/>
    <w:rsid w:val="00804FDA"/>
    <w:rsid w:val="00855047"/>
    <w:rsid w:val="00875F0A"/>
    <w:rsid w:val="00885ED1"/>
    <w:rsid w:val="00886531"/>
    <w:rsid w:val="008901F5"/>
    <w:rsid w:val="008938BC"/>
    <w:rsid w:val="008952E6"/>
    <w:rsid w:val="008A6B5E"/>
    <w:rsid w:val="008E1A24"/>
    <w:rsid w:val="008F204A"/>
    <w:rsid w:val="008F719A"/>
    <w:rsid w:val="009155B5"/>
    <w:rsid w:val="00923D29"/>
    <w:rsid w:val="00942A22"/>
    <w:rsid w:val="0094325A"/>
    <w:rsid w:val="009458B2"/>
    <w:rsid w:val="009642E9"/>
    <w:rsid w:val="00966F2D"/>
    <w:rsid w:val="009731AA"/>
    <w:rsid w:val="00986180"/>
    <w:rsid w:val="00993B10"/>
    <w:rsid w:val="009A61FA"/>
    <w:rsid w:val="009C1332"/>
    <w:rsid w:val="009C22AA"/>
    <w:rsid w:val="009C68EF"/>
    <w:rsid w:val="009F5158"/>
    <w:rsid w:val="00A232FE"/>
    <w:rsid w:val="00A27730"/>
    <w:rsid w:val="00A33E10"/>
    <w:rsid w:val="00A657F0"/>
    <w:rsid w:val="00A66FA4"/>
    <w:rsid w:val="00A72D45"/>
    <w:rsid w:val="00A82956"/>
    <w:rsid w:val="00A8539F"/>
    <w:rsid w:val="00A90D89"/>
    <w:rsid w:val="00AA3F54"/>
    <w:rsid w:val="00AA5CE9"/>
    <w:rsid w:val="00AA742F"/>
    <w:rsid w:val="00AD604C"/>
    <w:rsid w:val="00AE084B"/>
    <w:rsid w:val="00AE5428"/>
    <w:rsid w:val="00AE6B23"/>
    <w:rsid w:val="00B01A16"/>
    <w:rsid w:val="00B03F24"/>
    <w:rsid w:val="00B077D9"/>
    <w:rsid w:val="00B13FE2"/>
    <w:rsid w:val="00B1769B"/>
    <w:rsid w:val="00B3072A"/>
    <w:rsid w:val="00B32646"/>
    <w:rsid w:val="00B448CC"/>
    <w:rsid w:val="00B61C89"/>
    <w:rsid w:val="00B7046D"/>
    <w:rsid w:val="00B7485D"/>
    <w:rsid w:val="00B77D06"/>
    <w:rsid w:val="00B81390"/>
    <w:rsid w:val="00B86CA4"/>
    <w:rsid w:val="00BA0CB8"/>
    <w:rsid w:val="00BA1C17"/>
    <w:rsid w:val="00BB272E"/>
    <w:rsid w:val="00BD4648"/>
    <w:rsid w:val="00BD4909"/>
    <w:rsid w:val="00BE4EF4"/>
    <w:rsid w:val="00C00DA7"/>
    <w:rsid w:val="00C02B11"/>
    <w:rsid w:val="00C03050"/>
    <w:rsid w:val="00C37C69"/>
    <w:rsid w:val="00C646D2"/>
    <w:rsid w:val="00C83F59"/>
    <w:rsid w:val="00C922EA"/>
    <w:rsid w:val="00C93AAE"/>
    <w:rsid w:val="00C951D0"/>
    <w:rsid w:val="00C97F51"/>
    <w:rsid w:val="00CA070B"/>
    <w:rsid w:val="00CA219A"/>
    <w:rsid w:val="00CD65B3"/>
    <w:rsid w:val="00CE51AF"/>
    <w:rsid w:val="00CE541D"/>
    <w:rsid w:val="00CF483D"/>
    <w:rsid w:val="00D03C18"/>
    <w:rsid w:val="00D20D00"/>
    <w:rsid w:val="00D23130"/>
    <w:rsid w:val="00D428BE"/>
    <w:rsid w:val="00D53D6B"/>
    <w:rsid w:val="00D63DD9"/>
    <w:rsid w:val="00D7404D"/>
    <w:rsid w:val="00DB13A3"/>
    <w:rsid w:val="00DD76FC"/>
    <w:rsid w:val="00DE31EE"/>
    <w:rsid w:val="00DE7F89"/>
    <w:rsid w:val="00DF6F12"/>
    <w:rsid w:val="00E03745"/>
    <w:rsid w:val="00E040A3"/>
    <w:rsid w:val="00E26C19"/>
    <w:rsid w:val="00E30F97"/>
    <w:rsid w:val="00E437CA"/>
    <w:rsid w:val="00E46330"/>
    <w:rsid w:val="00E55645"/>
    <w:rsid w:val="00E57491"/>
    <w:rsid w:val="00E61CCF"/>
    <w:rsid w:val="00E6417F"/>
    <w:rsid w:val="00E76A5E"/>
    <w:rsid w:val="00E77C94"/>
    <w:rsid w:val="00E84BE1"/>
    <w:rsid w:val="00E91F5D"/>
    <w:rsid w:val="00E96BCC"/>
    <w:rsid w:val="00EB0190"/>
    <w:rsid w:val="00EB09CE"/>
    <w:rsid w:val="00EB183C"/>
    <w:rsid w:val="00ED68E8"/>
    <w:rsid w:val="00EE24F8"/>
    <w:rsid w:val="00EE2628"/>
    <w:rsid w:val="00EF6790"/>
    <w:rsid w:val="00F15BE1"/>
    <w:rsid w:val="00F2184A"/>
    <w:rsid w:val="00F437F2"/>
    <w:rsid w:val="00F6141E"/>
    <w:rsid w:val="00F749E6"/>
    <w:rsid w:val="00F864C3"/>
    <w:rsid w:val="00F927E2"/>
    <w:rsid w:val="00FC03C6"/>
    <w:rsid w:val="00FE1B5F"/>
    <w:rsid w:val="00FE54A2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43917C"/>
  <w15:chartTrackingRefBased/>
  <w15:docId w15:val="{2BC84DCA-D415-48C2-B488-9E98210B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636A6B" w:themeColor="text2"/>
        <w:sz w:val="22"/>
        <w:szCs w:val="22"/>
        <w:lang w:val="en-US" w:eastAsia="ko-KR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4B3"/>
    <w:rPr>
      <w:rFonts w:eastAsia="맑은 고딕"/>
    </w:rPr>
  </w:style>
  <w:style w:type="paragraph" w:styleId="1">
    <w:name w:val="heading 1"/>
    <w:basedOn w:val="a"/>
    <w:next w:val="a"/>
    <w:link w:val="1Char"/>
    <w:uiPriority w:val="9"/>
    <w:unhideWhenUsed/>
    <w:qFormat/>
    <w:rsid w:val="005424B3"/>
    <w:pPr>
      <w:keepNext/>
      <w:keepLines/>
      <w:spacing w:before="360"/>
      <w:contextualSpacing/>
      <w:jc w:val="center"/>
      <w:outlineLvl w:val="0"/>
    </w:pPr>
    <w:rPr>
      <w:rFonts w:asciiTheme="majorHAnsi" w:hAnsiTheme="majorHAnsi" w:cstheme="majorBidi"/>
      <w:caps/>
      <w:spacing w:val="50"/>
      <w:sz w:val="28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24B3"/>
    <w:pPr>
      <w:keepNext/>
      <w:keepLines/>
      <w:jc w:val="center"/>
      <w:outlineLvl w:val="1"/>
    </w:pPr>
    <w:rPr>
      <w:rFonts w:asciiTheme="majorHAnsi" w:hAnsiTheme="majorHAnsi" w:cstheme="majorBidi"/>
      <w:b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1Char">
    <w:name w:val="제목 1 Char"/>
    <w:basedOn w:val="a0"/>
    <w:link w:val="1"/>
    <w:uiPriority w:val="9"/>
    <w:rsid w:val="005424B3"/>
    <w:rPr>
      <w:rFonts w:asciiTheme="majorHAnsi" w:eastAsia="맑은 고딕" w:hAnsiTheme="majorHAnsi" w:cstheme="majorBidi"/>
      <w:caps/>
      <w:spacing w:val="50"/>
      <w:sz w:val="28"/>
      <w:szCs w:val="32"/>
    </w:rPr>
  </w:style>
  <w:style w:type="character" w:customStyle="1" w:styleId="2Char">
    <w:name w:val="제목 2 Char"/>
    <w:basedOn w:val="a0"/>
    <w:link w:val="2"/>
    <w:uiPriority w:val="9"/>
    <w:rsid w:val="005424B3"/>
    <w:rPr>
      <w:rFonts w:asciiTheme="majorHAnsi" w:eastAsia="맑은 고딕" w:hAnsiTheme="majorHAnsi" w:cstheme="majorBidi"/>
      <w:b/>
      <w:szCs w:val="26"/>
    </w:rPr>
  </w:style>
  <w:style w:type="paragraph" w:styleId="a3">
    <w:name w:val="header"/>
    <w:basedOn w:val="a"/>
    <w:link w:val="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Char">
    <w:name w:val="머리글 Char"/>
    <w:basedOn w:val="a0"/>
    <w:link w:val="a3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a4">
    <w:name w:val="footer"/>
    <w:basedOn w:val="a"/>
    <w:link w:val="Char0"/>
    <w:uiPriority w:val="99"/>
    <w:unhideWhenUsed/>
    <w:rsid w:val="00FC03C6"/>
    <w:pPr>
      <w:spacing w:after="0" w:line="240" w:lineRule="auto"/>
      <w:jc w:val="center"/>
    </w:pPr>
  </w:style>
  <w:style w:type="character" w:customStyle="1" w:styleId="Char0">
    <w:name w:val="바닥글 Char"/>
    <w:basedOn w:val="a0"/>
    <w:link w:val="a4"/>
    <w:uiPriority w:val="99"/>
    <w:rsid w:val="00FC03C6"/>
  </w:style>
  <w:style w:type="paragraph" w:styleId="a5">
    <w:name w:val="No Spacing"/>
    <w:uiPriority w:val="11"/>
    <w:qFormat/>
    <w:rsid w:val="004A7542"/>
    <w:pPr>
      <w:spacing w:after="0" w:line="240" w:lineRule="auto"/>
    </w:pPr>
  </w:style>
  <w:style w:type="paragraph" w:customStyle="1" w:styleId="a6">
    <w:name w:val="그래픽"/>
    <w:basedOn w:val="a"/>
    <w:next w:val="a"/>
    <w:link w:val="a7"/>
    <w:uiPriority w:val="10"/>
    <w:qFormat/>
    <w:rsid w:val="004A7542"/>
  </w:style>
  <w:style w:type="character" w:customStyle="1" w:styleId="a7">
    <w:name w:val="그래픽 문자"/>
    <w:basedOn w:val="a0"/>
    <w:link w:val="a6"/>
    <w:uiPriority w:val="10"/>
    <w:rsid w:val="004A7542"/>
  </w:style>
  <w:style w:type="character" w:styleId="a8">
    <w:name w:val="Placeholder Text"/>
    <w:basedOn w:val="a0"/>
    <w:uiPriority w:val="99"/>
    <w:semiHidden/>
    <w:rsid w:val="004A7542"/>
    <w:rPr>
      <w:color w:val="808080"/>
    </w:rPr>
  </w:style>
  <w:style w:type="character" w:customStyle="1" w:styleId="4Char">
    <w:name w:val="제목 4 Char"/>
    <w:basedOn w:val="a0"/>
    <w:link w:val="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5Char">
    <w:name w:val="제목 5 Char"/>
    <w:basedOn w:val="a0"/>
    <w:link w:val="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6Char">
    <w:name w:val="제목 6 Char"/>
    <w:basedOn w:val="a0"/>
    <w:link w:val="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7Char">
    <w:name w:val="제목 7 Char"/>
    <w:basedOn w:val="a0"/>
    <w:link w:val="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8Char">
    <w:name w:val="제목 8 Char"/>
    <w:basedOn w:val="a0"/>
    <w:link w:val="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a9">
    <w:name w:val="Intense Emphasis"/>
    <w:basedOn w:val="a0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aa">
    <w:name w:val="Intense Quote"/>
    <w:basedOn w:val="a"/>
    <w:next w:val="a"/>
    <w:link w:val="Char1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Char1">
    <w:name w:val="강한 인용 Char"/>
    <w:basedOn w:val="a0"/>
    <w:link w:val="aa"/>
    <w:uiPriority w:val="30"/>
    <w:semiHidden/>
    <w:rsid w:val="002D075C"/>
    <w:rPr>
      <w:i/>
      <w:iCs/>
      <w:color w:val="806000" w:themeColor="accent4" w:themeShade="80"/>
    </w:rPr>
  </w:style>
  <w:style w:type="character" w:styleId="ab">
    <w:name w:val="Intense Reference"/>
    <w:basedOn w:val="a0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ac">
    <w:name w:val="Block Text"/>
    <w:basedOn w:val="a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30">
    <w:name w:val="Body Text 3"/>
    <w:basedOn w:val="a"/>
    <w:link w:val="3Char0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3Char0">
    <w:name w:val="본문 3 Char"/>
    <w:basedOn w:val="a0"/>
    <w:link w:val="30"/>
    <w:uiPriority w:val="99"/>
    <w:semiHidden/>
    <w:rsid w:val="002D075C"/>
    <w:rPr>
      <w:szCs w:val="16"/>
    </w:rPr>
  </w:style>
  <w:style w:type="paragraph" w:styleId="ad">
    <w:name w:val="Balloon Text"/>
    <w:basedOn w:val="a"/>
    <w:link w:val="Char2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2D075C"/>
    <w:rPr>
      <w:rFonts w:ascii="Segoe UI" w:hAnsi="Segoe UI" w:cs="Segoe UI"/>
      <w:szCs w:val="18"/>
    </w:rPr>
  </w:style>
  <w:style w:type="paragraph" w:styleId="31">
    <w:name w:val="Body Text Indent 3"/>
    <w:basedOn w:val="a"/>
    <w:link w:val="3Char1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3Char1">
    <w:name w:val="본문 들여쓰기 3 Char"/>
    <w:basedOn w:val="a0"/>
    <w:link w:val="31"/>
    <w:uiPriority w:val="99"/>
    <w:semiHidden/>
    <w:rsid w:val="002D075C"/>
    <w:rPr>
      <w:szCs w:val="16"/>
    </w:rPr>
  </w:style>
  <w:style w:type="character" w:styleId="ae">
    <w:name w:val="annotation reference"/>
    <w:basedOn w:val="a0"/>
    <w:uiPriority w:val="99"/>
    <w:semiHidden/>
    <w:unhideWhenUsed/>
    <w:rsid w:val="002D075C"/>
    <w:rPr>
      <w:sz w:val="22"/>
      <w:szCs w:val="16"/>
    </w:rPr>
  </w:style>
  <w:style w:type="paragraph" w:styleId="af">
    <w:name w:val="annotation text"/>
    <w:basedOn w:val="a"/>
    <w:link w:val="Char3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Char3">
    <w:name w:val="메모 텍스트 Char"/>
    <w:basedOn w:val="a0"/>
    <w:link w:val="af"/>
    <w:uiPriority w:val="99"/>
    <w:semiHidden/>
    <w:rsid w:val="002D075C"/>
    <w:rPr>
      <w:szCs w:val="20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2D075C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2D075C"/>
    <w:rPr>
      <w:b/>
      <w:bCs/>
      <w:szCs w:val="20"/>
    </w:rPr>
  </w:style>
  <w:style w:type="paragraph" w:styleId="af1">
    <w:name w:val="Document Map"/>
    <w:basedOn w:val="a"/>
    <w:link w:val="Char5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5">
    <w:name w:val="문서 구조 Char"/>
    <w:basedOn w:val="a0"/>
    <w:link w:val="af1"/>
    <w:uiPriority w:val="99"/>
    <w:semiHidden/>
    <w:rsid w:val="002D075C"/>
    <w:rPr>
      <w:rFonts w:ascii="Segoe UI" w:hAnsi="Segoe UI" w:cs="Segoe UI"/>
      <w:szCs w:val="16"/>
    </w:rPr>
  </w:style>
  <w:style w:type="paragraph" w:styleId="af2">
    <w:name w:val="endnote text"/>
    <w:basedOn w:val="a"/>
    <w:link w:val="Char6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6">
    <w:name w:val="미주 텍스트 Char"/>
    <w:basedOn w:val="a0"/>
    <w:link w:val="af2"/>
    <w:uiPriority w:val="99"/>
    <w:semiHidden/>
    <w:rsid w:val="002D075C"/>
    <w:rPr>
      <w:szCs w:val="20"/>
    </w:rPr>
  </w:style>
  <w:style w:type="paragraph" w:styleId="af3">
    <w:name w:val="envelope return"/>
    <w:basedOn w:val="a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4">
    <w:name w:val="footnote text"/>
    <w:basedOn w:val="a"/>
    <w:link w:val="Char7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7">
    <w:name w:val="각주 텍스트 Char"/>
    <w:basedOn w:val="a0"/>
    <w:link w:val="af4"/>
    <w:uiPriority w:val="99"/>
    <w:semiHidden/>
    <w:rsid w:val="002D075C"/>
    <w:rPr>
      <w:szCs w:val="20"/>
    </w:rPr>
  </w:style>
  <w:style w:type="character" w:styleId="HTML">
    <w:name w:val="HTML Code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Char">
    <w:name w:val="미리 서식이 지정된 HTML Char"/>
    <w:basedOn w:val="a0"/>
    <w:link w:val="HTML1"/>
    <w:uiPriority w:val="99"/>
    <w:semiHidden/>
    <w:rsid w:val="002D075C"/>
    <w:rPr>
      <w:rFonts w:ascii="Consolas" w:hAnsi="Consolas"/>
      <w:szCs w:val="20"/>
    </w:rPr>
  </w:style>
  <w:style w:type="character" w:styleId="HTML2">
    <w:name w:val="HTML Typewriter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af5">
    <w:name w:val="macro"/>
    <w:link w:val="Char8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8">
    <w:name w:val="매크로 텍스트 Char"/>
    <w:basedOn w:val="a0"/>
    <w:link w:val="af5"/>
    <w:uiPriority w:val="99"/>
    <w:semiHidden/>
    <w:rsid w:val="002D075C"/>
    <w:rPr>
      <w:rFonts w:ascii="Consolas" w:hAnsi="Consolas"/>
      <w:szCs w:val="20"/>
    </w:rPr>
  </w:style>
  <w:style w:type="paragraph" w:styleId="af6">
    <w:name w:val="Plain Text"/>
    <w:basedOn w:val="a"/>
    <w:link w:val="Char9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Char9">
    <w:name w:val="글자만 Char"/>
    <w:basedOn w:val="a0"/>
    <w:link w:val="af6"/>
    <w:uiPriority w:val="99"/>
    <w:semiHidden/>
    <w:rsid w:val="002D075C"/>
    <w:rPr>
      <w:rFonts w:ascii="Consolas" w:hAnsi="Consolas"/>
      <w:szCs w:val="21"/>
    </w:rPr>
  </w:style>
  <w:style w:type="paragraph" w:styleId="af7">
    <w:name w:val="Salutation"/>
    <w:basedOn w:val="a"/>
    <w:next w:val="a"/>
    <w:link w:val="Chara"/>
    <w:uiPriority w:val="12"/>
    <w:qFormat/>
    <w:rsid w:val="005424B3"/>
    <w:pPr>
      <w:spacing w:after="120"/>
    </w:pPr>
  </w:style>
  <w:style w:type="character" w:customStyle="1" w:styleId="Chara">
    <w:name w:val="인사말 Char"/>
    <w:basedOn w:val="a0"/>
    <w:link w:val="af7"/>
    <w:uiPriority w:val="12"/>
    <w:rsid w:val="005424B3"/>
    <w:rPr>
      <w:rFonts w:eastAsia="맑은 고딕"/>
    </w:rPr>
  </w:style>
  <w:style w:type="paragraph" w:styleId="af8">
    <w:name w:val="Closing"/>
    <w:basedOn w:val="a"/>
    <w:next w:val="af9"/>
    <w:link w:val="Charb"/>
    <w:uiPriority w:val="13"/>
    <w:qFormat/>
    <w:rsid w:val="00FC03C6"/>
    <w:pPr>
      <w:spacing w:before="360" w:after="120"/>
      <w:contextualSpacing/>
    </w:pPr>
  </w:style>
  <w:style w:type="character" w:customStyle="1" w:styleId="Charb">
    <w:name w:val="맺음말 Char"/>
    <w:basedOn w:val="a0"/>
    <w:link w:val="af8"/>
    <w:uiPriority w:val="13"/>
    <w:rsid w:val="00FC03C6"/>
  </w:style>
  <w:style w:type="paragraph" w:styleId="af9">
    <w:name w:val="Signature"/>
    <w:basedOn w:val="a"/>
    <w:next w:val="a"/>
    <w:link w:val="Charc"/>
    <w:uiPriority w:val="14"/>
    <w:qFormat/>
    <w:rsid w:val="00FC03C6"/>
    <w:pPr>
      <w:spacing w:after="120" w:line="240" w:lineRule="auto"/>
    </w:pPr>
  </w:style>
  <w:style w:type="character" w:customStyle="1" w:styleId="Charc">
    <w:name w:val="서명 Char"/>
    <w:basedOn w:val="a0"/>
    <w:link w:val="af9"/>
    <w:uiPriority w:val="14"/>
    <w:rsid w:val="00FC03C6"/>
  </w:style>
  <w:style w:type="paragraph" w:styleId="afa">
    <w:name w:val="Date"/>
    <w:basedOn w:val="a"/>
    <w:next w:val="a"/>
    <w:link w:val="Chard"/>
    <w:uiPriority w:val="11"/>
    <w:qFormat/>
    <w:rsid w:val="005424B3"/>
    <w:pPr>
      <w:spacing w:after="560"/>
    </w:pPr>
  </w:style>
  <w:style w:type="character" w:customStyle="1" w:styleId="Chard">
    <w:name w:val="날짜 Char"/>
    <w:basedOn w:val="a0"/>
    <w:link w:val="afa"/>
    <w:uiPriority w:val="11"/>
    <w:rsid w:val="005424B3"/>
    <w:rPr>
      <w:rFonts w:eastAsia="맑은 고딕"/>
    </w:rPr>
  </w:style>
  <w:style w:type="character" w:customStyle="1" w:styleId="9Char">
    <w:name w:val="제목 9 Char"/>
    <w:basedOn w:val="a0"/>
    <w:link w:val="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b">
    <w:name w:val="caption"/>
    <w:basedOn w:val="a"/>
    <w:next w:val="a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paragraph" w:styleId="afc">
    <w:name w:val="List Paragraph"/>
    <w:basedOn w:val="a"/>
    <w:uiPriority w:val="34"/>
    <w:unhideWhenUsed/>
    <w:qFormat/>
    <w:rsid w:val="009731A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0504;&#49457;&#54788;\AppData\Roaming\Microsoft\Templates\MOO&#50640;&#49436;%20&#46356;&#51088;&#51064;&#54620;%20&#44628;&#45140;&#54620;%20&#51088;&#44592;%20&#49548;&#44060;&#49436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E7F8791C2D43E4B9847F3A9A94439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D87AB3A-9782-4873-9F08-3EC4E0EF0180}"/>
      </w:docPartPr>
      <w:docPartBody>
        <w:p w:rsidR="0011007A" w:rsidRDefault="00A929FB">
          <w:pPr>
            <w:pStyle w:val="61E7F8791C2D43E4B9847F3A9A944392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1678BDA2304A4E83BAE359305D24E1D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54D3E2A-8D93-47B7-A1C6-9F2E11215A04}"/>
      </w:docPartPr>
      <w:docPartBody>
        <w:p w:rsidR="00B93E8F" w:rsidRDefault="00B93E8F" w:rsidP="00B93E8F">
          <w:pPr>
            <w:pStyle w:val="1678BDA2304A4E83BAE359305D24E1D2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2340BED991A24778AABB832A5BF5A29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82C9D42-B594-462A-A386-AFF97FA4D4A2}"/>
      </w:docPartPr>
      <w:docPartBody>
        <w:p w:rsidR="00B93E8F" w:rsidRDefault="00B93E8F" w:rsidP="00B93E8F">
          <w:pPr>
            <w:pStyle w:val="2340BED991A24778AABB832A5BF5A291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012388F53327467BB9CA7758904A83C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512627B-5E03-4D47-A454-11A3C56FC510}"/>
      </w:docPartPr>
      <w:docPartBody>
        <w:p w:rsidR="00B93E8F" w:rsidRDefault="00B93E8F" w:rsidP="00B93E8F">
          <w:pPr>
            <w:pStyle w:val="012388F53327467BB9CA7758904A83C5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D7BC0F43B07B4222B723F7AFC535231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8F32468-72F1-49C4-8970-EC98FD7DA596}"/>
      </w:docPartPr>
      <w:docPartBody>
        <w:p w:rsidR="00B93E8F" w:rsidRDefault="00B93E8F" w:rsidP="00B93E8F">
          <w:pPr>
            <w:pStyle w:val="D7BC0F43B07B4222B723F7AFC535231F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F9C1539799DB45BAA1D849A7DEEDF7F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03F957F-741B-478A-B1CB-658B381A397C}"/>
      </w:docPartPr>
      <w:docPartBody>
        <w:p w:rsidR="00B93E8F" w:rsidRDefault="00B93E8F" w:rsidP="00B93E8F">
          <w:pPr>
            <w:pStyle w:val="F9C1539799DB45BAA1D849A7DEEDF7F1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625"/>
    <w:rsid w:val="00014838"/>
    <w:rsid w:val="00027F60"/>
    <w:rsid w:val="0011007A"/>
    <w:rsid w:val="001909C7"/>
    <w:rsid w:val="001A03FE"/>
    <w:rsid w:val="00247918"/>
    <w:rsid w:val="00266641"/>
    <w:rsid w:val="003B3EB8"/>
    <w:rsid w:val="00436F8F"/>
    <w:rsid w:val="005F0822"/>
    <w:rsid w:val="007F5363"/>
    <w:rsid w:val="00845F5B"/>
    <w:rsid w:val="00890F17"/>
    <w:rsid w:val="0097006D"/>
    <w:rsid w:val="00990698"/>
    <w:rsid w:val="00996BC2"/>
    <w:rsid w:val="009F19AD"/>
    <w:rsid w:val="00A929FB"/>
    <w:rsid w:val="00AB4A46"/>
    <w:rsid w:val="00B80D1F"/>
    <w:rsid w:val="00B93E8F"/>
    <w:rsid w:val="00C033CB"/>
    <w:rsid w:val="00CF1616"/>
    <w:rsid w:val="00CF7C91"/>
    <w:rsid w:val="00E01625"/>
    <w:rsid w:val="00E31410"/>
    <w:rsid w:val="00E87AA2"/>
    <w:rsid w:val="00EE0DA2"/>
    <w:rsid w:val="00F06725"/>
    <w:rsid w:val="00F2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E7F8791C2D43E4B9847F3A9A944392">
    <w:name w:val="61E7F8791C2D43E4B9847F3A9A944392"/>
    <w:pPr>
      <w:widowControl w:val="0"/>
      <w:wordWrap w:val="0"/>
      <w:autoSpaceDE w:val="0"/>
      <w:autoSpaceDN w:val="0"/>
    </w:pPr>
  </w:style>
  <w:style w:type="paragraph" w:customStyle="1" w:styleId="9D2ED4CD6EE44D889DEA5E2E2574DE33">
    <w:name w:val="9D2ED4CD6EE44D889DEA5E2E2574DE33"/>
    <w:pPr>
      <w:widowControl w:val="0"/>
      <w:wordWrap w:val="0"/>
      <w:autoSpaceDE w:val="0"/>
      <w:autoSpaceDN w:val="0"/>
    </w:pPr>
  </w:style>
  <w:style w:type="paragraph" w:customStyle="1" w:styleId="7C77A9E00FE9436CBFEA540CFCDA174B">
    <w:name w:val="7C77A9E00FE9436CBFEA540CFCDA174B"/>
    <w:pPr>
      <w:widowControl w:val="0"/>
      <w:wordWrap w:val="0"/>
      <w:autoSpaceDE w:val="0"/>
      <w:autoSpaceDN w:val="0"/>
    </w:pPr>
  </w:style>
  <w:style w:type="paragraph" w:customStyle="1" w:styleId="3C9B279927B54091BB4D3AED8EF9349A">
    <w:name w:val="3C9B279927B54091BB4D3AED8EF9349A"/>
    <w:pPr>
      <w:widowControl w:val="0"/>
      <w:wordWrap w:val="0"/>
      <w:autoSpaceDE w:val="0"/>
      <w:autoSpaceDN w:val="0"/>
    </w:pPr>
  </w:style>
  <w:style w:type="paragraph" w:customStyle="1" w:styleId="5840C17B1C7047D29183D1EC48A051D7">
    <w:name w:val="5840C17B1C7047D29183D1EC48A051D7"/>
    <w:pPr>
      <w:widowControl w:val="0"/>
      <w:wordWrap w:val="0"/>
      <w:autoSpaceDE w:val="0"/>
      <w:autoSpaceDN w:val="0"/>
    </w:pPr>
  </w:style>
  <w:style w:type="paragraph" w:customStyle="1" w:styleId="C8AB88C8BEF4449F8DFEB4859BD777D0">
    <w:name w:val="C8AB88C8BEF4449F8DFEB4859BD777D0"/>
    <w:pPr>
      <w:widowControl w:val="0"/>
      <w:wordWrap w:val="0"/>
      <w:autoSpaceDE w:val="0"/>
      <w:autoSpaceDN w:val="0"/>
    </w:pPr>
  </w:style>
  <w:style w:type="paragraph" w:customStyle="1" w:styleId="DDAA63F663A548218109C89B8DB7B68D">
    <w:name w:val="DDAA63F663A548218109C89B8DB7B68D"/>
    <w:pPr>
      <w:widowControl w:val="0"/>
      <w:wordWrap w:val="0"/>
      <w:autoSpaceDE w:val="0"/>
      <w:autoSpaceDN w:val="0"/>
    </w:pPr>
  </w:style>
  <w:style w:type="paragraph" w:customStyle="1" w:styleId="233B988FC91A4D409E07834900471678">
    <w:name w:val="233B988FC91A4D409E07834900471678"/>
    <w:pPr>
      <w:widowControl w:val="0"/>
      <w:wordWrap w:val="0"/>
      <w:autoSpaceDE w:val="0"/>
      <w:autoSpaceDN w:val="0"/>
    </w:pPr>
  </w:style>
  <w:style w:type="paragraph" w:customStyle="1" w:styleId="4C607E00443645108D23101B7753C56C">
    <w:name w:val="4C607E00443645108D23101B7753C56C"/>
    <w:pPr>
      <w:widowControl w:val="0"/>
      <w:wordWrap w:val="0"/>
      <w:autoSpaceDE w:val="0"/>
      <w:autoSpaceDN w:val="0"/>
    </w:pPr>
  </w:style>
  <w:style w:type="paragraph" w:customStyle="1" w:styleId="74EAFECD2D3340DDA93DDC7679356A51">
    <w:name w:val="74EAFECD2D3340DDA93DDC7679356A51"/>
    <w:pPr>
      <w:widowControl w:val="0"/>
      <w:wordWrap w:val="0"/>
      <w:autoSpaceDE w:val="0"/>
      <w:autoSpaceDN w:val="0"/>
    </w:pPr>
  </w:style>
  <w:style w:type="paragraph" w:customStyle="1" w:styleId="18614CE8271A4E3888D9BFC3D81D7C24">
    <w:name w:val="18614CE8271A4E3888D9BFC3D81D7C24"/>
    <w:pPr>
      <w:widowControl w:val="0"/>
      <w:wordWrap w:val="0"/>
      <w:autoSpaceDE w:val="0"/>
      <w:autoSpaceDN w:val="0"/>
    </w:pPr>
  </w:style>
  <w:style w:type="paragraph" w:customStyle="1" w:styleId="CDBEE064500E48EE9B18D6A95D51F3A4">
    <w:name w:val="CDBEE064500E48EE9B18D6A95D51F3A4"/>
    <w:pPr>
      <w:widowControl w:val="0"/>
      <w:wordWrap w:val="0"/>
      <w:autoSpaceDE w:val="0"/>
      <w:autoSpaceDN w:val="0"/>
    </w:pPr>
  </w:style>
  <w:style w:type="paragraph" w:customStyle="1" w:styleId="095005528B134D2389BCD2460114EE0B">
    <w:name w:val="095005528B134D2389BCD2460114EE0B"/>
    <w:pPr>
      <w:widowControl w:val="0"/>
      <w:wordWrap w:val="0"/>
      <w:autoSpaceDE w:val="0"/>
      <w:autoSpaceDN w:val="0"/>
    </w:pPr>
  </w:style>
  <w:style w:type="paragraph" w:customStyle="1" w:styleId="228F95B8A02440B5962A97B4A6EB8F15">
    <w:name w:val="228F95B8A02440B5962A97B4A6EB8F15"/>
    <w:pPr>
      <w:widowControl w:val="0"/>
      <w:wordWrap w:val="0"/>
      <w:autoSpaceDE w:val="0"/>
      <w:autoSpaceDN w:val="0"/>
    </w:pPr>
  </w:style>
  <w:style w:type="paragraph" w:customStyle="1" w:styleId="8FCA51DE62C14C76B21EDE11255F5043">
    <w:name w:val="8FCA51DE62C14C76B21EDE11255F5043"/>
    <w:pPr>
      <w:widowControl w:val="0"/>
      <w:wordWrap w:val="0"/>
      <w:autoSpaceDE w:val="0"/>
      <w:autoSpaceDN w:val="0"/>
    </w:pPr>
  </w:style>
  <w:style w:type="paragraph" w:customStyle="1" w:styleId="FDDF8B2702DB4ABD9EBF714BBBFA7F31">
    <w:name w:val="FDDF8B2702DB4ABD9EBF714BBBFA7F31"/>
    <w:rsid w:val="00E01625"/>
    <w:pPr>
      <w:widowControl w:val="0"/>
      <w:wordWrap w:val="0"/>
      <w:autoSpaceDE w:val="0"/>
      <w:autoSpaceDN w:val="0"/>
    </w:pPr>
  </w:style>
  <w:style w:type="paragraph" w:customStyle="1" w:styleId="9E907B323EE844719D58DD1A3091AB59">
    <w:name w:val="9E907B323EE844719D58DD1A3091AB59"/>
    <w:rsid w:val="00E01625"/>
    <w:pPr>
      <w:widowControl w:val="0"/>
      <w:wordWrap w:val="0"/>
      <w:autoSpaceDE w:val="0"/>
      <w:autoSpaceDN w:val="0"/>
    </w:pPr>
  </w:style>
  <w:style w:type="paragraph" w:customStyle="1" w:styleId="6785CB4F6A2842818436977309DC0C04">
    <w:name w:val="6785CB4F6A2842818436977309DC0C04"/>
    <w:rsid w:val="00E01625"/>
    <w:pPr>
      <w:widowControl w:val="0"/>
      <w:wordWrap w:val="0"/>
      <w:autoSpaceDE w:val="0"/>
      <w:autoSpaceDN w:val="0"/>
    </w:pPr>
  </w:style>
  <w:style w:type="paragraph" w:customStyle="1" w:styleId="E66F4325B177402DBC50CF1016769708">
    <w:name w:val="E66F4325B177402DBC50CF1016769708"/>
    <w:rsid w:val="00E01625"/>
    <w:pPr>
      <w:widowControl w:val="0"/>
      <w:wordWrap w:val="0"/>
      <w:autoSpaceDE w:val="0"/>
      <w:autoSpaceDN w:val="0"/>
    </w:pPr>
  </w:style>
  <w:style w:type="paragraph" w:customStyle="1" w:styleId="B0689808509146F08C8313AFA6B4EC61">
    <w:name w:val="B0689808509146F08C8313AFA6B4EC61"/>
    <w:rsid w:val="00E01625"/>
    <w:pPr>
      <w:widowControl w:val="0"/>
      <w:wordWrap w:val="0"/>
      <w:autoSpaceDE w:val="0"/>
      <w:autoSpaceDN w:val="0"/>
    </w:pPr>
  </w:style>
  <w:style w:type="paragraph" w:customStyle="1" w:styleId="E01217C06B264C7AA5DB48C8F9B03A84">
    <w:name w:val="E01217C06B264C7AA5DB48C8F9B03A84"/>
    <w:rsid w:val="00E01625"/>
    <w:pPr>
      <w:widowControl w:val="0"/>
      <w:wordWrap w:val="0"/>
      <w:autoSpaceDE w:val="0"/>
      <w:autoSpaceDN w:val="0"/>
    </w:pPr>
  </w:style>
  <w:style w:type="paragraph" w:customStyle="1" w:styleId="1760705F81214D1285B96DA1DEE47752">
    <w:name w:val="1760705F81214D1285B96DA1DEE47752"/>
    <w:rsid w:val="00E01625"/>
    <w:pPr>
      <w:widowControl w:val="0"/>
      <w:wordWrap w:val="0"/>
      <w:autoSpaceDE w:val="0"/>
      <w:autoSpaceDN w:val="0"/>
    </w:pPr>
  </w:style>
  <w:style w:type="paragraph" w:customStyle="1" w:styleId="899CE0D0E15E4E7D9A439462F93127BE">
    <w:name w:val="899CE0D0E15E4E7D9A439462F93127BE"/>
    <w:rsid w:val="00E01625"/>
    <w:pPr>
      <w:widowControl w:val="0"/>
      <w:wordWrap w:val="0"/>
      <w:autoSpaceDE w:val="0"/>
      <w:autoSpaceDN w:val="0"/>
    </w:pPr>
  </w:style>
  <w:style w:type="paragraph" w:customStyle="1" w:styleId="29596336538B4288A5C4082DFF7C05F7">
    <w:name w:val="29596336538B4288A5C4082DFF7C05F7"/>
    <w:rsid w:val="00E01625"/>
    <w:pPr>
      <w:widowControl w:val="0"/>
      <w:wordWrap w:val="0"/>
      <w:autoSpaceDE w:val="0"/>
      <w:autoSpaceDN w:val="0"/>
    </w:pPr>
  </w:style>
  <w:style w:type="paragraph" w:customStyle="1" w:styleId="473A5F1BED07451A9AD6E808BF778AB1">
    <w:name w:val="473A5F1BED07451A9AD6E808BF778AB1"/>
    <w:rsid w:val="00E01625"/>
    <w:pPr>
      <w:widowControl w:val="0"/>
      <w:wordWrap w:val="0"/>
      <w:autoSpaceDE w:val="0"/>
      <w:autoSpaceDN w:val="0"/>
    </w:pPr>
  </w:style>
  <w:style w:type="paragraph" w:customStyle="1" w:styleId="1198D0C0AE7349008EF44AFCC6E40C3C">
    <w:name w:val="1198D0C0AE7349008EF44AFCC6E40C3C"/>
    <w:rsid w:val="00E01625"/>
    <w:pPr>
      <w:widowControl w:val="0"/>
      <w:wordWrap w:val="0"/>
      <w:autoSpaceDE w:val="0"/>
      <w:autoSpaceDN w:val="0"/>
    </w:pPr>
  </w:style>
  <w:style w:type="paragraph" w:customStyle="1" w:styleId="6AA5A2129D4D4717948F7E41856F989D">
    <w:name w:val="6AA5A2129D4D4717948F7E41856F989D"/>
    <w:rsid w:val="00E01625"/>
    <w:pPr>
      <w:widowControl w:val="0"/>
      <w:wordWrap w:val="0"/>
      <w:autoSpaceDE w:val="0"/>
      <w:autoSpaceDN w:val="0"/>
    </w:pPr>
  </w:style>
  <w:style w:type="paragraph" w:customStyle="1" w:styleId="48565CACC3A44DE78B7BF80509CC1E62">
    <w:name w:val="48565CACC3A44DE78B7BF80509CC1E62"/>
    <w:rsid w:val="00E01625"/>
    <w:pPr>
      <w:widowControl w:val="0"/>
      <w:wordWrap w:val="0"/>
      <w:autoSpaceDE w:val="0"/>
      <w:autoSpaceDN w:val="0"/>
    </w:pPr>
  </w:style>
  <w:style w:type="paragraph" w:customStyle="1" w:styleId="296B43BEDC2B4738B3988B376DFFCA8F">
    <w:name w:val="296B43BEDC2B4738B3988B376DFFCA8F"/>
    <w:rsid w:val="00E01625"/>
    <w:pPr>
      <w:widowControl w:val="0"/>
      <w:wordWrap w:val="0"/>
      <w:autoSpaceDE w:val="0"/>
      <w:autoSpaceDN w:val="0"/>
    </w:pPr>
  </w:style>
  <w:style w:type="paragraph" w:customStyle="1" w:styleId="0719D7684092400AB0F2F3E4177FD93B">
    <w:name w:val="0719D7684092400AB0F2F3E4177FD93B"/>
    <w:rsid w:val="00E01625"/>
    <w:pPr>
      <w:widowControl w:val="0"/>
      <w:wordWrap w:val="0"/>
      <w:autoSpaceDE w:val="0"/>
      <w:autoSpaceDN w:val="0"/>
    </w:pPr>
  </w:style>
  <w:style w:type="paragraph" w:customStyle="1" w:styleId="64B64630C28B48C68CF63083562427D0">
    <w:name w:val="64B64630C28B48C68CF63083562427D0"/>
    <w:rsid w:val="00E01625"/>
    <w:pPr>
      <w:widowControl w:val="0"/>
      <w:wordWrap w:val="0"/>
      <w:autoSpaceDE w:val="0"/>
      <w:autoSpaceDN w:val="0"/>
    </w:pPr>
  </w:style>
  <w:style w:type="paragraph" w:customStyle="1" w:styleId="444B0D6FFF154026ABF058D8F5CC3558">
    <w:name w:val="444B0D6FFF154026ABF058D8F5CC3558"/>
    <w:rsid w:val="00E01625"/>
    <w:pPr>
      <w:widowControl w:val="0"/>
      <w:wordWrap w:val="0"/>
      <w:autoSpaceDE w:val="0"/>
      <w:autoSpaceDN w:val="0"/>
    </w:pPr>
  </w:style>
  <w:style w:type="paragraph" w:customStyle="1" w:styleId="F6BD7E06324F436DB7FC1E70AC4D2A41">
    <w:name w:val="F6BD7E06324F436DB7FC1E70AC4D2A41"/>
    <w:rsid w:val="00E01625"/>
    <w:pPr>
      <w:widowControl w:val="0"/>
      <w:wordWrap w:val="0"/>
      <w:autoSpaceDE w:val="0"/>
      <w:autoSpaceDN w:val="0"/>
    </w:pPr>
  </w:style>
  <w:style w:type="paragraph" w:customStyle="1" w:styleId="9F932D99AC064AB08B8EBADA41A487F6">
    <w:name w:val="9F932D99AC064AB08B8EBADA41A487F6"/>
    <w:rsid w:val="00E01625"/>
    <w:pPr>
      <w:widowControl w:val="0"/>
      <w:wordWrap w:val="0"/>
      <w:autoSpaceDE w:val="0"/>
      <w:autoSpaceDN w:val="0"/>
    </w:pPr>
  </w:style>
  <w:style w:type="paragraph" w:customStyle="1" w:styleId="39C8E8FA52A542049DF7BD49E6926F62">
    <w:name w:val="39C8E8FA52A542049DF7BD49E6926F62"/>
    <w:rsid w:val="00E01625"/>
    <w:pPr>
      <w:widowControl w:val="0"/>
      <w:wordWrap w:val="0"/>
      <w:autoSpaceDE w:val="0"/>
      <w:autoSpaceDN w:val="0"/>
    </w:pPr>
  </w:style>
  <w:style w:type="paragraph" w:customStyle="1" w:styleId="8B4502048697455BB4A92017E6C1FA0B">
    <w:name w:val="8B4502048697455BB4A92017E6C1FA0B"/>
    <w:rsid w:val="00E01625"/>
    <w:pPr>
      <w:widowControl w:val="0"/>
      <w:wordWrap w:val="0"/>
      <w:autoSpaceDE w:val="0"/>
      <w:autoSpaceDN w:val="0"/>
    </w:pPr>
  </w:style>
  <w:style w:type="paragraph" w:customStyle="1" w:styleId="4B0A57FEFBB1439FB2B8789FF7DDCE25">
    <w:name w:val="4B0A57FEFBB1439FB2B8789FF7DDCE25"/>
    <w:rsid w:val="00E01625"/>
    <w:pPr>
      <w:widowControl w:val="0"/>
      <w:wordWrap w:val="0"/>
      <w:autoSpaceDE w:val="0"/>
      <w:autoSpaceDN w:val="0"/>
    </w:pPr>
  </w:style>
  <w:style w:type="paragraph" w:customStyle="1" w:styleId="72256EFF798F4682AB9B3152BBAEB724">
    <w:name w:val="72256EFF798F4682AB9B3152BBAEB724"/>
    <w:rsid w:val="00E01625"/>
    <w:pPr>
      <w:widowControl w:val="0"/>
      <w:wordWrap w:val="0"/>
      <w:autoSpaceDE w:val="0"/>
      <w:autoSpaceDN w:val="0"/>
    </w:pPr>
  </w:style>
  <w:style w:type="paragraph" w:customStyle="1" w:styleId="EC2E661CCE90494DAADDE758E3B99407">
    <w:name w:val="EC2E661CCE90494DAADDE758E3B99407"/>
    <w:rsid w:val="00E01625"/>
    <w:pPr>
      <w:widowControl w:val="0"/>
      <w:wordWrap w:val="0"/>
      <w:autoSpaceDE w:val="0"/>
      <w:autoSpaceDN w:val="0"/>
    </w:pPr>
  </w:style>
  <w:style w:type="paragraph" w:customStyle="1" w:styleId="F5F0D6B6390943FE8AB15016ED961E13">
    <w:name w:val="F5F0D6B6390943FE8AB15016ED961E13"/>
    <w:rsid w:val="00E01625"/>
    <w:pPr>
      <w:widowControl w:val="0"/>
      <w:wordWrap w:val="0"/>
      <w:autoSpaceDE w:val="0"/>
      <w:autoSpaceDN w:val="0"/>
    </w:pPr>
  </w:style>
  <w:style w:type="paragraph" w:customStyle="1" w:styleId="9C254B642A124E3795927BD57A3CA338">
    <w:name w:val="9C254B642A124E3795927BD57A3CA338"/>
    <w:rsid w:val="00E01625"/>
    <w:pPr>
      <w:widowControl w:val="0"/>
      <w:wordWrap w:val="0"/>
      <w:autoSpaceDE w:val="0"/>
      <w:autoSpaceDN w:val="0"/>
    </w:pPr>
  </w:style>
  <w:style w:type="paragraph" w:customStyle="1" w:styleId="3BE8807C1CA94BA9A82AE89AF79E5550">
    <w:name w:val="3BE8807C1CA94BA9A82AE89AF79E5550"/>
    <w:rsid w:val="00E01625"/>
    <w:pPr>
      <w:widowControl w:val="0"/>
      <w:wordWrap w:val="0"/>
      <w:autoSpaceDE w:val="0"/>
      <w:autoSpaceDN w:val="0"/>
    </w:pPr>
  </w:style>
  <w:style w:type="paragraph" w:customStyle="1" w:styleId="758339A73CB2464789840C56349C7FAE">
    <w:name w:val="758339A73CB2464789840C56349C7FAE"/>
    <w:rsid w:val="00E01625"/>
    <w:pPr>
      <w:widowControl w:val="0"/>
      <w:wordWrap w:val="0"/>
      <w:autoSpaceDE w:val="0"/>
      <w:autoSpaceDN w:val="0"/>
    </w:pPr>
  </w:style>
  <w:style w:type="paragraph" w:customStyle="1" w:styleId="C4BB225F02364647AABF7BB458F1755A">
    <w:name w:val="C4BB225F02364647AABF7BB458F1755A"/>
    <w:rsid w:val="00E01625"/>
    <w:pPr>
      <w:widowControl w:val="0"/>
      <w:wordWrap w:val="0"/>
      <w:autoSpaceDE w:val="0"/>
      <w:autoSpaceDN w:val="0"/>
    </w:pPr>
  </w:style>
  <w:style w:type="paragraph" w:customStyle="1" w:styleId="EB8892A1BB134022A632FA61FC406C3D">
    <w:name w:val="EB8892A1BB134022A632FA61FC406C3D"/>
    <w:rsid w:val="00E01625"/>
    <w:pPr>
      <w:widowControl w:val="0"/>
      <w:wordWrap w:val="0"/>
      <w:autoSpaceDE w:val="0"/>
      <w:autoSpaceDN w:val="0"/>
    </w:pPr>
  </w:style>
  <w:style w:type="paragraph" w:customStyle="1" w:styleId="8919A8E984FE4E948B8C6844A993BC4A">
    <w:name w:val="8919A8E984FE4E948B8C6844A993BC4A"/>
    <w:rsid w:val="00E01625"/>
    <w:pPr>
      <w:widowControl w:val="0"/>
      <w:wordWrap w:val="0"/>
      <w:autoSpaceDE w:val="0"/>
      <w:autoSpaceDN w:val="0"/>
    </w:pPr>
  </w:style>
  <w:style w:type="paragraph" w:customStyle="1" w:styleId="91B9A63EE002491A82C09145DE24CD88">
    <w:name w:val="91B9A63EE002491A82C09145DE24CD88"/>
    <w:rsid w:val="00E01625"/>
    <w:pPr>
      <w:widowControl w:val="0"/>
      <w:wordWrap w:val="0"/>
      <w:autoSpaceDE w:val="0"/>
      <w:autoSpaceDN w:val="0"/>
    </w:pPr>
  </w:style>
  <w:style w:type="paragraph" w:customStyle="1" w:styleId="23D8034C37EF41C799F47E27B6F5C68D">
    <w:name w:val="23D8034C37EF41C799F47E27B6F5C68D"/>
    <w:rsid w:val="00E01625"/>
    <w:pPr>
      <w:widowControl w:val="0"/>
      <w:wordWrap w:val="0"/>
      <w:autoSpaceDE w:val="0"/>
      <w:autoSpaceDN w:val="0"/>
    </w:pPr>
  </w:style>
  <w:style w:type="paragraph" w:customStyle="1" w:styleId="DAB92594D397403ABB86D0E9FF4AD526">
    <w:name w:val="DAB92594D397403ABB86D0E9FF4AD526"/>
    <w:rsid w:val="00E01625"/>
    <w:pPr>
      <w:widowControl w:val="0"/>
      <w:wordWrap w:val="0"/>
      <w:autoSpaceDE w:val="0"/>
      <w:autoSpaceDN w:val="0"/>
    </w:pPr>
  </w:style>
  <w:style w:type="paragraph" w:customStyle="1" w:styleId="F71E2CC3B2404D3396498219AB3309E0">
    <w:name w:val="F71E2CC3B2404D3396498219AB3309E0"/>
    <w:rsid w:val="00E01625"/>
    <w:pPr>
      <w:widowControl w:val="0"/>
      <w:wordWrap w:val="0"/>
      <w:autoSpaceDE w:val="0"/>
      <w:autoSpaceDN w:val="0"/>
    </w:pPr>
  </w:style>
  <w:style w:type="paragraph" w:customStyle="1" w:styleId="7B7E9CEF4F9F438BB2D7881D724450FB">
    <w:name w:val="7B7E9CEF4F9F438BB2D7881D724450FB"/>
    <w:rsid w:val="00E01625"/>
    <w:pPr>
      <w:widowControl w:val="0"/>
      <w:wordWrap w:val="0"/>
      <w:autoSpaceDE w:val="0"/>
      <w:autoSpaceDN w:val="0"/>
    </w:pPr>
  </w:style>
  <w:style w:type="paragraph" w:customStyle="1" w:styleId="AE5C63216BE6475BBDEF8A97D36186C4">
    <w:name w:val="AE5C63216BE6475BBDEF8A97D36186C4"/>
    <w:rsid w:val="00E01625"/>
    <w:pPr>
      <w:widowControl w:val="0"/>
      <w:wordWrap w:val="0"/>
      <w:autoSpaceDE w:val="0"/>
      <w:autoSpaceDN w:val="0"/>
    </w:pPr>
  </w:style>
  <w:style w:type="paragraph" w:customStyle="1" w:styleId="C6249B7DF3B344BEBCEB34BC2311B060">
    <w:name w:val="C6249B7DF3B344BEBCEB34BC2311B060"/>
    <w:rsid w:val="00E01625"/>
    <w:pPr>
      <w:widowControl w:val="0"/>
      <w:wordWrap w:val="0"/>
      <w:autoSpaceDE w:val="0"/>
      <w:autoSpaceDN w:val="0"/>
    </w:pPr>
  </w:style>
  <w:style w:type="paragraph" w:customStyle="1" w:styleId="D3D0D9EB22B14CD98D3EF9D17E0AEA09">
    <w:name w:val="D3D0D9EB22B14CD98D3EF9D17E0AEA09"/>
    <w:rsid w:val="00E01625"/>
    <w:pPr>
      <w:widowControl w:val="0"/>
      <w:wordWrap w:val="0"/>
      <w:autoSpaceDE w:val="0"/>
      <w:autoSpaceDN w:val="0"/>
    </w:pPr>
  </w:style>
  <w:style w:type="paragraph" w:customStyle="1" w:styleId="31E14EC67ADD4BE5B8A5954463E7CFC6">
    <w:name w:val="31E14EC67ADD4BE5B8A5954463E7CFC6"/>
    <w:rsid w:val="00E01625"/>
    <w:pPr>
      <w:widowControl w:val="0"/>
      <w:wordWrap w:val="0"/>
      <w:autoSpaceDE w:val="0"/>
      <w:autoSpaceDN w:val="0"/>
    </w:pPr>
  </w:style>
  <w:style w:type="paragraph" w:customStyle="1" w:styleId="6C18369AFC1D4063B5B2B426F5756E5E">
    <w:name w:val="6C18369AFC1D4063B5B2B426F5756E5E"/>
    <w:rsid w:val="00E01625"/>
    <w:pPr>
      <w:widowControl w:val="0"/>
      <w:wordWrap w:val="0"/>
      <w:autoSpaceDE w:val="0"/>
      <w:autoSpaceDN w:val="0"/>
    </w:pPr>
  </w:style>
  <w:style w:type="paragraph" w:customStyle="1" w:styleId="2FD9B2030BEA4DD29C87CBAE7334276E">
    <w:name w:val="2FD9B2030BEA4DD29C87CBAE7334276E"/>
    <w:rsid w:val="00E01625"/>
    <w:pPr>
      <w:widowControl w:val="0"/>
      <w:wordWrap w:val="0"/>
      <w:autoSpaceDE w:val="0"/>
      <w:autoSpaceDN w:val="0"/>
    </w:pPr>
  </w:style>
  <w:style w:type="paragraph" w:customStyle="1" w:styleId="49D3F3B27FBE4E1A949C0C9ED37F454E">
    <w:name w:val="49D3F3B27FBE4E1A949C0C9ED37F454E"/>
    <w:rsid w:val="00E01625"/>
    <w:pPr>
      <w:widowControl w:val="0"/>
      <w:wordWrap w:val="0"/>
      <w:autoSpaceDE w:val="0"/>
      <w:autoSpaceDN w:val="0"/>
    </w:pPr>
  </w:style>
  <w:style w:type="paragraph" w:customStyle="1" w:styleId="58C792E95B52468EA5201D134E2B2E99">
    <w:name w:val="58C792E95B52468EA5201D134E2B2E99"/>
    <w:rsid w:val="00E01625"/>
    <w:pPr>
      <w:widowControl w:val="0"/>
      <w:wordWrap w:val="0"/>
      <w:autoSpaceDE w:val="0"/>
      <w:autoSpaceDN w:val="0"/>
    </w:pPr>
  </w:style>
  <w:style w:type="paragraph" w:customStyle="1" w:styleId="5D75B64B63FC4431A288AF83D4BEB70D">
    <w:name w:val="5D75B64B63FC4431A288AF83D4BEB70D"/>
    <w:rsid w:val="00E01625"/>
    <w:pPr>
      <w:widowControl w:val="0"/>
      <w:wordWrap w:val="0"/>
      <w:autoSpaceDE w:val="0"/>
      <w:autoSpaceDN w:val="0"/>
    </w:pPr>
  </w:style>
  <w:style w:type="paragraph" w:customStyle="1" w:styleId="CD5FAB5F87EB49FDA54060C314509905">
    <w:name w:val="CD5FAB5F87EB49FDA54060C314509905"/>
    <w:rsid w:val="00E01625"/>
    <w:pPr>
      <w:widowControl w:val="0"/>
      <w:wordWrap w:val="0"/>
      <w:autoSpaceDE w:val="0"/>
      <w:autoSpaceDN w:val="0"/>
    </w:pPr>
  </w:style>
  <w:style w:type="paragraph" w:customStyle="1" w:styleId="EB8E4EBC6B204DEA8211EB7CC78D045A">
    <w:name w:val="EB8E4EBC6B204DEA8211EB7CC78D045A"/>
    <w:rsid w:val="00E01625"/>
    <w:pPr>
      <w:widowControl w:val="0"/>
      <w:wordWrap w:val="0"/>
      <w:autoSpaceDE w:val="0"/>
      <w:autoSpaceDN w:val="0"/>
    </w:pPr>
  </w:style>
  <w:style w:type="paragraph" w:customStyle="1" w:styleId="372F31A73C5A4A5CBAB09A39CF421B6B">
    <w:name w:val="372F31A73C5A4A5CBAB09A39CF421B6B"/>
    <w:rsid w:val="00E01625"/>
    <w:pPr>
      <w:widowControl w:val="0"/>
      <w:wordWrap w:val="0"/>
      <w:autoSpaceDE w:val="0"/>
      <w:autoSpaceDN w:val="0"/>
    </w:pPr>
  </w:style>
  <w:style w:type="paragraph" w:customStyle="1" w:styleId="48D619B46BBE4A91A0673D0C04542C91">
    <w:name w:val="48D619B46BBE4A91A0673D0C04542C91"/>
    <w:rsid w:val="00E01625"/>
    <w:pPr>
      <w:widowControl w:val="0"/>
      <w:wordWrap w:val="0"/>
      <w:autoSpaceDE w:val="0"/>
      <w:autoSpaceDN w:val="0"/>
    </w:pPr>
  </w:style>
  <w:style w:type="paragraph" w:customStyle="1" w:styleId="F6091BFFC09B46A8800B8D84905716B8">
    <w:name w:val="F6091BFFC09B46A8800B8D84905716B8"/>
    <w:rsid w:val="00E01625"/>
    <w:pPr>
      <w:widowControl w:val="0"/>
      <w:wordWrap w:val="0"/>
      <w:autoSpaceDE w:val="0"/>
      <w:autoSpaceDN w:val="0"/>
    </w:pPr>
  </w:style>
  <w:style w:type="paragraph" w:customStyle="1" w:styleId="815782B78A36487797EB73A9D07D10FA">
    <w:name w:val="815782B78A36487797EB73A9D07D10FA"/>
    <w:rsid w:val="00E01625"/>
    <w:pPr>
      <w:widowControl w:val="0"/>
      <w:wordWrap w:val="0"/>
      <w:autoSpaceDE w:val="0"/>
      <w:autoSpaceDN w:val="0"/>
    </w:pPr>
  </w:style>
  <w:style w:type="paragraph" w:customStyle="1" w:styleId="394CECB8E52340CA9DC398C5D725FAA8">
    <w:name w:val="394CECB8E52340CA9DC398C5D725FAA8"/>
    <w:rsid w:val="00E01625"/>
    <w:pPr>
      <w:widowControl w:val="0"/>
      <w:wordWrap w:val="0"/>
      <w:autoSpaceDE w:val="0"/>
      <w:autoSpaceDN w:val="0"/>
    </w:pPr>
  </w:style>
  <w:style w:type="paragraph" w:customStyle="1" w:styleId="2A03BCE089604D5A9DCD51E563F3A28A">
    <w:name w:val="2A03BCE089604D5A9DCD51E563F3A28A"/>
    <w:rsid w:val="00E01625"/>
    <w:pPr>
      <w:widowControl w:val="0"/>
      <w:wordWrap w:val="0"/>
      <w:autoSpaceDE w:val="0"/>
      <w:autoSpaceDN w:val="0"/>
    </w:pPr>
  </w:style>
  <w:style w:type="paragraph" w:customStyle="1" w:styleId="1CF4676B614140C09EF27F3E0C3E4932">
    <w:name w:val="1CF4676B614140C09EF27F3E0C3E4932"/>
    <w:rsid w:val="00E01625"/>
    <w:pPr>
      <w:widowControl w:val="0"/>
      <w:wordWrap w:val="0"/>
      <w:autoSpaceDE w:val="0"/>
      <w:autoSpaceDN w:val="0"/>
    </w:pPr>
  </w:style>
  <w:style w:type="paragraph" w:customStyle="1" w:styleId="EE39A388A39A41238F467410E8002E3F">
    <w:name w:val="EE39A388A39A41238F467410E8002E3F"/>
    <w:rsid w:val="00E01625"/>
    <w:pPr>
      <w:widowControl w:val="0"/>
      <w:wordWrap w:val="0"/>
      <w:autoSpaceDE w:val="0"/>
      <w:autoSpaceDN w:val="0"/>
    </w:pPr>
  </w:style>
  <w:style w:type="paragraph" w:customStyle="1" w:styleId="90B4FF85F4DC41279E8F8AFCCCB9ABAD">
    <w:name w:val="90B4FF85F4DC41279E8F8AFCCCB9ABAD"/>
    <w:rsid w:val="00E01625"/>
    <w:pPr>
      <w:widowControl w:val="0"/>
      <w:wordWrap w:val="0"/>
      <w:autoSpaceDE w:val="0"/>
      <w:autoSpaceDN w:val="0"/>
    </w:pPr>
  </w:style>
  <w:style w:type="paragraph" w:customStyle="1" w:styleId="785F2DDF57744CE7AEA24A98CE0626A1">
    <w:name w:val="785F2DDF57744CE7AEA24A98CE0626A1"/>
    <w:rsid w:val="00E01625"/>
    <w:pPr>
      <w:widowControl w:val="0"/>
      <w:wordWrap w:val="0"/>
      <w:autoSpaceDE w:val="0"/>
      <w:autoSpaceDN w:val="0"/>
    </w:pPr>
  </w:style>
  <w:style w:type="paragraph" w:customStyle="1" w:styleId="031397D60E264AEC8087429AFF4241AA">
    <w:name w:val="031397D60E264AEC8087429AFF4241AA"/>
    <w:rsid w:val="00E01625"/>
    <w:pPr>
      <w:widowControl w:val="0"/>
      <w:wordWrap w:val="0"/>
      <w:autoSpaceDE w:val="0"/>
      <w:autoSpaceDN w:val="0"/>
    </w:pPr>
  </w:style>
  <w:style w:type="paragraph" w:customStyle="1" w:styleId="A21A6C6B1DB44626864ED1A249967BAC">
    <w:name w:val="A21A6C6B1DB44626864ED1A249967BAC"/>
    <w:rsid w:val="00E01625"/>
    <w:pPr>
      <w:widowControl w:val="0"/>
      <w:wordWrap w:val="0"/>
      <w:autoSpaceDE w:val="0"/>
      <w:autoSpaceDN w:val="0"/>
    </w:pPr>
  </w:style>
  <w:style w:type="paragraph" w:customStyle="1" w:styleId="3631BE7E8A0F40249609056F3E238D93">
    <w:name w:val="3631BE7E8A0F40249609056F3E238D93"/>
    <w:rsid w:val="00E01625"/>
    <w:pPr>
      <w:widowControl w:val="0"/>
      <w:wordWrap w:val="0"/>
      <w:autoSpaceDE w:val="0"/>
      <w:autoSpaceDN w:val="0"/>
    </w:pPr>
  </w:style>
  <w:style w:type="paragraph" w:customStyle="1" w:styleId="60A0664DEFAC4B458A2F146A615B515F">
    <w:name w:val="60A0664DEFAC4B458A2F146A615B515F"/>
    <w:rsid w:val="00E01625"/>
    <w:pPr>
      <w:widowControl w:val="0"/>
      <w:wordWrap w:val="0"/>
      <w:autoSpaceDE w:val="0"/>
      <w:autoSpaceDN w:val="0"/>
    </w:pPr>
  </w:style>
  <w:style w:type="paragraph" w:customStyle="1" w:styleId="A2AB8431622F417CB52D97FAE1512469">
    <w:name w:val="A2AB8431622F417CB52D97FAE1512469"/>
    <w:rsid w:val="00E01625"/>
    <w:pPr>
      <w:widowControl w:val="0"/>
      <w:wordWrap w:val="0"/>
      <w:autoSpaceDE w:val="0"/>
      <w:autoSpaceDN w:val="0"/>
    </w:pPr>
  </w:style>
  <w:style w:type="paragraph" w:customStyle="1" w:styleId="F114A9D635E54C72BB4D93D7D9AD934C">
    <w:name w:val="F114A9D635E54C72BB4D93D7D9AD934C"/>
    <w:rsid w:val="00E01625"/>
    <w:pPr>
      <w:widowControl w:val="0"/>
      <w:wordWrap w:val="0"/>
      <w:autoSpaceDE w:val="0"/>
      <w:autoSpaceDN w:val="0"/>
    </w:pPr>
  </w:style>
  <w:style w:type="paragraph" w:customStyle="1" w:styleId="CF9FA16FFE5443E1A026BD6E2AD2986C">
    <w:name w:val="CF9FA16FFE5443E1A026BD6E2AD2986C"/>
    <w:rsid w:val="00E01625"/>
    <w:pPr>
      <w:widowControl w:val="0"/>
      <w:wordWrap w:val="0"/>
      <w:autoSpaceDE w:val="0"/>
      <w:autoSpaceDN w:val="0"/>
    </w:pPr>
  </w:style>
  <w:style w:type="paragraph" w:customStyle="1" w:styleId="BDC1FBE2EDD2468D9210CDDE4AF01A00">
    <w:name w:val="BDC1FBE2EDD2468D9210CDDE4AF01A00"/>
    <w:rsid w:val="00E01625"/>
    <w:pPr>
      <w:widowControl w:val="0"/>
      <w:wordWrap w:val="0"/>
      <w:autoSpaceDE w:val="0"/>
      <w:autoSpaceDN w:val="0"/>
    </w:pPr>
  </w:style>
  <w:style w:type="paragraph" w:customStyle="1" w:styleId="7577A5C87284467FB4AEB4E896235814">
    <w:name w:val="7577A5C87284467FB4AEB4E896235814"/>
    <w:rsid w:val="00E01625"/>
    <w:pPr>
      <w:widowControl w:val="0"/>
      <w:wordWrap w:val="0"/>
      <w:autoSpaceDE w:val="0"/>
      <w:autoSpaceDN w:val="0"/>
    </w:pPr>
  </w:style>
  <w:style w:type="paragraph" w:customStyle="1" w:styleId="028F689CA0394EEC9E5D2F2A3061ED79">
    <w:name w:val="028F689CA0394EEC9E5D2F2A3061ED79"/>
    <w:rsid w:val="00B93E8F"/>
    <w:pPr>
      <w:widowControl w:val="0"/>
      <w:wordWrap w:val="0"/>
      <w:autoSpaceDE w:val="0"/>
      <w:autoSpaceDN w:val="0"/>
    </w:pPr>
  </w:style>
  <w:style w:type="paragraph" w:customStyle="1" w:styleId="FC7DD5BC9140444981DBF6AB2D25D9AB">
    <w:name w:val="FC7DD5BC9140444981DBF6AB2D25D9AB"/>
    <w:rsid w:val="00B93E8F"/>
    <w:pPr>
      <w:widowControl w:val="0"/>
      <w:wordWrap w:val="0"/>
      <w:autoSpaceDE w:val="0"/>
      <w:autoSpaceDN w:val="0"/>
    </w:pPr>
  </w:style>
  <w:style w:type="paragraph" w:customStyle="1" w:styleId="D1972E9180E449179EE67250A4B49F1A">
    <w:name w:val="D1972E9180E449179EE67250A4B49F1A"/>
    <w:rsid w:val="00B93E8F"/>
    <w:pPr>
      <w:widowControl w:val="0"/>
      <w:wordWrap w:val="0"/>
      <w:autoSpaceDE w:val="0"/>
      <w:autoSpaceDN w:val="0"/>
    </w:pPr>
  </w:style>
  <w:style w:type="paragraph" w:customStyle="1" w:styleId="1678BDA2304A4E83BAE359305D24E1D2">
    <w:name w:val="1678BDA2304A4E83BAE359305D24E1D2"/>
    <w:rsid w:val="00B93E8F"/>
    <w:pPr>
      <w:widowControl w:val="0"/>
      <w:wordWrap w:val="0"/>
      <w:autoSpaceDE w:val="0"/>
      <w:autoSpaceDN w:val="0"/>
    </w:pPr>
  </w:style>
  <w:style w:type="paragraph" w:customStyle="1" w:styleId="C44CCE22FB224C908DBFEC605A7DD062">
    <w:name w:val="C44CCE22FB224C908DBFEC605A7DD062"/>
    <w:rsid w:val="00B93E8F"/>
    <w:pPr>
      <w:widowControl w:val="0"/>
      <w:wordWrap w:val="0"/>
      <w:autoSpaceDE w:val="0"/>
      <w:autoSpaceDN w:val="0"/>
    </w:pPr>
  </w:style>
  <w:style w:type="paragraph" w:customStyle="1" w:styleId="2340BED991A24778AABB832A5BF5A291">
    <w:name w:val="2340BED991A24778AABB832A5BF5A291"/>
    <w:rsid w:val="00B93E8F"/>
    <w:pPr>
      <w:widowControl w:val="0"/>
      <w:wordWrap w:val="0"/>
      <w:autoSpaceDE w:val="0"/>
      <w:autoSpaceDN w:val="0"/>
    </w:pPr>
  </w:style>
  <w:style w:type="paragraph" w:customStyle="1" w:styleId="012388F53327467BB9CA7758904A83C5">
    <w:name w:val="012388F53327467BB9CA7758904A83C5"/>
    <w:rsid w:val="00B93E8F"/>
    <w:pPr>
      <w:widowControl w:val="0"/>
      <w:wordWrap w:val="0"/>
      <w:autoSpaceDE w:val="0"/>
      <w:autoSpaceDN w:val="0"/>
    </w:pPr>
  </w:style>
  <w:style w:type="paragraph" w:customStyle="1" w:styleId="D7BC0F43B07B4222B723F7AFC535231F">
    <w:name w:val="D7BC0F43B07B4222B723F7AFC535231F"/>
    <w:rsid w:val="00B93E8F"/>
    <w:pPr>
      <w:widowControl w:val="0"/>
      <w:wordWrap w:val="0"/>
      <w:autoSpaceDE w:val="0"/>
      <w:autoSpaceDN w:val="0"/>
    </w:pPr>
  </w:style>
  <w:style w:type="paragraph" w:customStyle="1" w:styleId="F9C1539799DB45BAA1D849A7DEEDF7F1">
    <w:name w:val="F9C1539799DB45BAA1D849A7DEEDF7F1"/>
    <w:rsid w:val="00B93E8F"/>
    <w:pPr>
      <w:widowControl w:val="0"/>
      <w:wordWrap w:val="0"/>
      <w:autoSpaceDE w:val="0"/>
      <w:autoSpaceDN w:val="0"/>
    </w:pPr>
  </w:style>
  <w:style w:type="paragraph" w:customStyle="1" w:styleId="5C7D24C59A144AB89A556B248C76D492">
    <w:name w:val="5C7D24C59A144AB89A556B248C76D492"/>
    <w:rsid w:val="00B93E8F"/>
    <w:pPr>
      <w:widowControl w:val="0"/>
      <w:wordWrap w:val="0"/>
      <w:autoSpaceDE w:val="0"/>
      <w:autoSpaceDN w:val="0"/>
    </w:pPr>
  </w:style>
  <w:style w:type="paragraph" w:customStyle="1" w:styleId="EDA2783A930C48148E890D54205508BC">
    <w:name w:val="EDA2783A930C48148E890D54205508BC"/>
    <w:rsid w:val="00B93E8F"/>
    <w:pPr>
      <w:widowControl w:val="0"/>
      <w:wordWrap w:val="0"/>
      <w:autoSpaceDE w:val="0"/>
      <w:autoSpaceDN w:val="0"/>
    </w:pPr>
  </w:style>
  <w:style w:type="paragraph" w:customStyle="1" w:styleId="8223876B91C449188CDC0AB889C37269">
    <w:name w:val="8223876B91C449188CDC0AB889C37269"/>
    <w:rsid w:val="00B93E8F"/>
    <w:pPr>
      <w:widowControl w:val="0"/>
      <w:wordWrap w:val="0"/>
      <w:autoSpaceDE w:val="0"/>
      <w:autoSpaceDN w:val="0"/>
    </w:pPr>
  </w:style>
  <w:style w:type="paragraph" w:customStyle="1" w:styleId="1AB705C7A7A443FBAB50879EAA6F8CF3">
    <w:name w:val="1AB705C7A7A443FBAB50879EAA6F8CF3"/>
    <w:rsid w:val="00B93E8F"/>
    <w:pPr>
      <w:widowControl w:val="0"/>
      <w:wordWrap w:val="0"/>
      <w:autoSpaceDE w:val="0"/>
      <w:autoSpaceDN w:val="0"/>
    </w:pPr>
  </w:style>
  <w:style w:type="paragraph" w:customStyle="1" w:styleId="8DDE1B9790E442F7975BFE4FCEE22F13">
    <w:name w:val="8DDE1B9790E442F7975BFE4FCEE22F13"/>
    <w:rsid w:val="00B93E8F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레이아웃 관리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7DA40-C0FC-4FC0-BAF6-52498A126AB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MOO에서 디자인한 깔끔한 자기 소개서</Template>
  <TotalTime>262</TotalTime>
  <Pages>7</Pages>
  <Words>837</Words>
  <Characters>4775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안성현</dc:creator>
  <cp:keywords/>
  <dc:description/>
  <cp:lastModifiedBy>안 성현</cp:lastModifiedBy>
  <cp:revision>201</cp:revision>
  <dcterms:created xsi:type="dcterms:W3CDTF">2018-10-15T09:47:00Z</dcterms:created>
  <dcterms:modified xsi:type="dcterms:W3CDTF">2019-02-28T11:35:00Z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